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9EADA3" w14:textId="77777777" w:rsidR="00EE2E6A" w:rsidRDefault="00EE2E6A" w:rsidP="00BB3C80">
      <w:pPr>
        <w:pStyle w:val="Hlavnnadpis"/>
      </w:pPr>
    </w:p>
    <w:p w14:paraId="53A18DBF" w14:textId="77777777" w:rsidR="00EE2E6A" w:rsidRDefault="00EE2E6A" w:rsidP="00AB7977">
      <w:pPr>
        <w:pStyle w:val="Hlavnnadpis"/>
      </w:pPr>
    </w:p>
    <w:p w14:paraId="744D353D" w14:textId="5677F93D" w:rsidR="00876A4D" w:rsidRDefault="004269E2" w:rsidP="00AB7977">
      <w:pPr>
        <w:pStyle w:val="Hlavnnadpis"/>
      </w:pPr>
      <w:r>
        <w:t>Formulář nabídky</w:t>
      </w:r>
    </w:p>
    <w:tbl>
      <w:tblPr>
        <w:tblStyle w:val="Mkatabulky1"/>
        <w:tblW w:w="9497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ayout w:type="fixed"/>
        <w:tblLook w:val="04A0" w:firstRow="1" w:lastRow="0" w:firstColumn="1" w:lastColumn="0" w:noHBand="0" w:noVBand="1"/>
      </w:tblPr>
      <w:tblGrid>
        <w:gridCol w:w="1843"/>
        <w:gridCol w:w="7654"/>
      </w:tblGrid>
      <w:tr w:rsidR="0014445D" w:rsidRPr="00FC28EB" w14:paraId="36EA1579" w14:textId="77777777" w:rsidTr="0014445D">
        <w:tc>
          <w:tcPr>
            <w:tcW w:w="9497" w:type="dxa"/>
            <w:gridSpan w:val="2"/>
            <w:shd w:val="clear" w:color="auto" w:fill="auto"/>
            <w:vAlign w:val="center"/>
          </w:tcPr>
          <w:p w14:paraId="779554FB" w14:textId="77777777" w:rsidR="0014445D" w:rsidRPr="00FC28EB" w:rsidRDefault="0014445D" w:rsidP="00C73895">
            <w:pPr>
              <w:tabs>
                <w:tab w:val="left" w:pos="5580"/>
              </w:tabs>
              <w:spacing w:before="240"/>
              <w:ind w:left="-108"/>
              <w:jc w:val="left"/>
              <w:rPr>
                <w:b/>
                <w:sz w:val="28"/>
                <w:szCs w:val="32"/>
              </w:rPr>
            </w:pPr>
            <w:r w:rsidRPr="00FC28EB">
              <w:rPr>
                <w:b/>
                <w:sz w:val="28"/>
                <w:szCs w:val="32"/>
              </w:rPr>
              <w:t>Identifikace veřejné zakázky</w:t>
            </w:r>
          </w:p>
        </w:tc>
      </w:tr>
      <w:tr w:rsidR="005301D3" w:rsidRPr="00FC28EB" w14:paraId="6F086A4B" w14:textId="77777777" w:rsidTr="001F246D">
        <w:tc>
          <w:tcPr>
            <w:tcW w:w="1843" w:type="dxa"/>
            <w:shd w:val="clear" w:color="auto" w:fill="auto"/>
            <w:vAlign w:val="center"/>
          </w:tcPr>
          <w:p w14:paraId="4D469933" w14:textId="02F5F571" w:rsidR="005301D3" w:rsidRPr="00FC28EB" w:rsidRDefault="005301D3" w:rsidP="005301D3">
            <w:pPr>
              <w:tabs>
                <w:tab w:val="left" w:pos="5580"/>
              </w:tabs>
              <w:spacing w:before="60" w:after="60"/>
              <w:ind w:left="-108"/>
              <w:jc w:val="left"/>
              <w:rPr>
                <w:b/>
              </w:rPr>
            </w:pPr>
            <w:r w:rsidRPr="00EB483C">
              <w:rPr>
                <w:b/>
              </w:rPr>
              <w:t>Název:</w:t>
            </w:r>
          </w:p>
        </w:tc>
        <w:sdt>
          <w:sdtPr>
            <w:rPr>
              <w:b/>
            </w:rPr>
            <w:id w:val="-1541360055"/>
            <w:placeholder>
              <w:docPart w:val="0A62E9651BAE450FBFB8326FBF460361"/>
            </w:placeholder>
          </w:sdtPr>
          <w:sdtEndPr/>
          <w:sdtContent>
            <w:bookmarkStart w:id="0" w:name="_GoBack" w:displacedByCustomXml="next"/>
            <w:sdt>
              <w:sdtPr>
                <w:rPr>
                  <w:b/>
                </w:rPr>
                <w:id w:val="-332077610"/>
                <w:placeholder>
                  <w:docPart w:val="C87A57F5BED04FDE9955388B9C07ECC0"/>
                </w:placeholder>
              </w:sdtPr>
              <w:sdtEndPr/>
              <w:sdtContent>
                <w:tc>
                  <w:tcPr>
                    <w:tcW w:w="7654" w:type="dxa"/>
                    <w:shd w:val="clear" w:color="auto" w:fill="auto"/>
                    <w:vAlign w:val="center"/>
                  </w:tcPr>
                  <w:p w14:paraId="287015FE" w14:textId="012CAE39" w:rsidR="005301D3" w:rsidRPr="00E355AE" w:rsidRDefault="005301D3" w:rsidP="005301D3">
                    <w:pPr>
                      <w:tabs>
                        <w:tab w:val="left" w:pos="5580"/>
                      </w:tabs>
                      <w:spacing w:before="60" w:after="60"/>
                      <w:ind w:left="176"/>
                      <w:rPr>
                        <w:b/>
                        <w:sz w:val="28"/>
                      </w:rPr>
                    </w:pPr>
                    <w:r w:rsidRPr="00EB483C">
                      <w:rPr>
                        <w:b/>
                        <w:sz w:val="32"/>
                        <w:szCs w:val="32"/>
                      </w:rPr>
                      <w:t>„</w:t>
                    </w:r>
                    <w:r>
                      <w:rPr>
                        <w:b/>
                        <w:bCs/>
                        <w:color w:val="000000"/>
                        <w:sz w:val="32"/>
                        <w:szCs w:val="22"/>
                      </w:rPr>
                      <w:t>Laminární boxy pro Biologický ústav LF MU</w:t>
                    </w:r>
                  </w:p>
                </w:tc>
              </w:sdtContent>
            </w:sdt>
            <w:bookmarkEnd w:id="0" w:displacedByCustomXml="next"/>
          </w:sdtContent>
        </w:sdt>
      </w:tr>
      <w:tr w:rsidR="005301D3" w:rsidRPr="00FC28EB" w14:paraId="0E5C625C" w14:textId="77777777" w:rsidTr="001F246D">
        <w:tc>
          <w:tcPr>
            <w:tcW w:w="1843" w:type="dxa"/>
            <w:shd w:val="clear" w:color="auto" w:fill="auto"/>
            <w:vAlign w:val="center"/>
          </w:tcPr>
          <w:p w14:paraId="30E2A1DA" w14:textId="5E596BDA" w:rsidR="005301D3" w:rsidRPr="00FC28EB" w:rsidRDefault="005301D3" w:rsidP="005301D3">
            <w:pPr>
              <w:tabs>
                <w:tab w:val="left" w:pos="5580"/>
              </w:tabs>
              <w:spacing w:before="60" w:after="60"/>
              <w:ind w:left="-108"/>
              <w:jc w:val="left"/>
            </w:pPr>
            <w:r w:rsidRPr="005C3E4C">
              <w:rPr>
                <w:b/>
              </w:rPr>
              <w:t>Část VZ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1C274B14" w14:textId="3AAB3971" w:rsidR="005301D3" w:rsidRPr="00852B5E" w:rsidRDefault="008D786D" w:rsidP="005301D3">
            <w:pPr>
              <w:tabs>
                <w:tab w:val="left" w:pos="5580"/>
              </w:tabs>
              <w:spacing w:before="60"/>
              <w:ind w:left="176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část č. 2</w:t>
            </w:r>
            <w:r w:rsidR="005301D3" w:rsidRPr="00852B5E">
              <w:rPr>
                <w:rFonts w:cs="Arial"/>
                <w:b/>
                <w:sz w:val="28"/>
                <w:szCs w:val="28"/>
              </w:rPr>
              <w:t xml:space="preserve"> VZ  </w:t>
            </w:r>
          </w:p>
          <w:p w14:paraId="01680389" w14:textId="108A6682" w:rsidR="005301D3" w:rsidRPr="00E355AE" w:rsidRDefault="005301D3" w:rsidP="005301D3">
            <w:pPr>
              <w:tabs>
                <w:tab w:val="left" w:pos="5580"/>
              </w:tabs>
              <w:spacing w:before="60" w:after="60"/>
              <w:ind w:left="176"/>
              <w:jc w:val="left"/>
            </w:pPr>
            <w:r w:rsidRPr="00852B5E">
              <w:rPr>
                <w:rFonts w:cs="Tahoma"/>
                <w:b/>
                <w:bCs/>
                <w:color w:val="000000"/>
                <w:sz w:val="28"/>
                <w:szCs w:val="28"/>
              </w:rPr>
              <w:t>Laminární box (biohazard) se stojanem</w:t>
            </w:r>
            <w:r w:rsidR="008D786D">
              <w:rPr>
                <w:rFonts w:cs="Tahoma"/>
                <w:b/>
                <w:bCs/>
                <w:color w:val="000000"/>
                <w:sz w:val="28"/>
                <w:szCs w:val="28"/>
              </w:rPr>
              <w:t xml:space="preserve"> II – část č. 2 VZ</w:t>
            </w:r>
          </w:p>
        </w:tc>
      </w:tr>
      <w:tr w:rsidR="005301D3" w:rsidRPr="00FC28EB" w14:paraId="42F9A693" w14:textId="77777777" w:rsidTr="00C73895">
        <w:tc>
          <w:tcPr>
            <w:tcW w:w="1843" w:type="dxa"/>
            <w:shd w:val="clear" w:color="auto" w:fill="auto"/>
            <w:vAlign w:val="center"/>
          </w:tcPr>
          <w:p w14:paraId="093610C2" w14:textId="0F1B4508" w:rsidR="005301D3" w:rsidRPr="00FC28EB" w:rsidRDefault="005301D3" w:rsidP="005301D3">
            <w:pPr>
              <w:tabs>
                <w:tab w:val="left" w:pos="5580"/>
              </w:tabs>
              <w:spacing w:before="60" w:after="60"/>
              <w:ind w:left="-108"/>
              <w:jc w:val="left"/>
            </w:pPr>
            <w:r w:rsidRPr="00EB483C">
              <w:t>Druh veřejné zakázky:</w:t>
            </w:r>
          </w:p>
        </w:tc>
        <w:sdt>
          <w:sdtPr>
            <w:id w:val="-801774444"/>
            <w:placeholder>
              <w:docPart w:val="834506E947524E99AE067E9674BF14DF"/>
            </w:placeholder>
            <w:comboBox>
              <w:listItem w:value="Zvolte položku."/>
              <w:listItem w:displayText="Dodávky" w:value="Dodávky"/>
              <w:listItem w:displayText="Služby" w:value="Služby"/>
              <w:listItem w:displayText="Stavební práce" w:value="Stavební práce"/>
            </w:comboBox>
          </w:sdtPr>
          <w:sdtEndPr/>
          <w:sdtContent>
            <w:tc>
              <w:tcPr>
                <w:tcW w:w="7654" w:type="dxa"/>
                <w:shd w:val="clear" w:color="auto" w:fill="auto"/>
                <w:vAlign w:val="center"/>
              </w:tcPr>
              <w:p w14:paraId="7A2D9D54" w14:textId="63E31C65" w:rsidR="005301D3" w:rsidRPr="00E355AE" w:rsidRDefault="005301D3" w:rsidP="005301D3">
                <w:pPr>
                  <w:tabs>
                    <w:tab w:val="left" w:pos="2505"/>
                  </w:tabs>
                  <w:spacing w:before="60" w:after="60"/>
                  <w:ind w:left="176"/>
                </w:pPr>
                <w:r w:rsidRPr="00EB483C">
                  <w:t>Dodávky</w:t>
                </w:r>
              </w:p>
            </w:tc>
          </w:sdtContent>
        </w:sdt>
      </w:tr>
      <w:tr w:rsidR="005301D3" w:rsidRPr="00FC28EB" w14:paraId="01AD6396" w14:textId="77777777" w:rsidTr="00C73895">
        <w:tc>
          <w:tcPr>
            <w:tcW w:w="1843" w:type="dxa"/>
            <w:shd w:val="clear" w:color="auto" w:fill="auto"/>
            <w:vAlign w:val="center"/>
          </w:tcPr>
          <w:p w14:paraId="7E782BCB" w14:textId="32182178" w:rsidR="005301D3" w:rsidRPr="00FC28EB" w:rsidRDefault="005301D3" w:rsidP="005301D3">
            <w:pPr>
              <w:tabs>
                <w:tab w:val="left" w:pos="5580"/>
              </w:tabs>
              <w:spacing w:before="60" w:after="60"/>
              <w:ind w:left="-108"/>
              <w:jc w:val="left"/>
            </w:pPr>
            <w:r w:rsidRPr="00EB483C">
              <w:t>Druh řízení: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6334F524" w14:textId="7908F94C" w:rsidR="005301D3" w:rsidRPr="008378A2" w:rsidRDefault="005301D3" w:rsidP="005301D3">
            <w:pPr>
              <w:tabs>
                <w:tab w:val="left" w:pos="2505"/>
              </w:tabs>
              <w:spacing w:before="60" w:after="60"/>
              <w:ind w:left="176"/>
              <w:rPr>
                <w:szCs w:val="22"/>
              </w:rPr>
            </w:pPr>
            <w:r w:rsidRPr="00EB483C">
              <w:t>malého rozsahu, zadávané v souladu s ustanovením § 31 zákona č. 134/2016 Sb., o zadávání veřejných zakázek, ve znění pozdějších předpisů (dále jen „ZZVZ“), postupem mimo režim ZZVZ.</w:t>
            </w:r>
          </w:p>
        </w:tc>
      </w:tr>
      <w:tr w:rsidR="005301D3" w:rsidRPr="00FC28EB" w14:paraId="38B873EA" w14:textId="77777777" w:rsidTr="00C73895">
        <w:tc>
          <w:tcPr>
            <w:tcW w:w="1843" w:type="dxa"/>
            <w:shd w:val="clear" w:color="auto" w:fill="auto"/>
            <w:vAlign w:val="center"/>
          </w:tcPr>
          <w:p w14:paraId="71FA3DE4" w14:textId="74541D1D" w:rsidR="005301D3" w:rsidRPr="00041053" w:rsidRDefault="005301D3" w:rsidP="005301D3">
            <w:pPr>
              <w:tabs>
                <w:tab w:val="left" w:pos="5580"/>
              </w:tabs>
              <w:spacing w:before="60" w:after="60"/>
              <w:ind w:left="-108"/>
              <w:jc w:val="left"/>
            </w:pPr>
            <w:r w:rsidRPr="00EB483C">
              <w:t>Adresa veřejné zakázky:</w:t>
            </w:r>
          </w:p>
        </w:tc>
        <w:tc>
          <w:tcPr>
            <w:tcW w:w="7654" w:type="dxa"/>
            <w:shd w:val="clear" w:color="auto" w:fill="auto"/>
            <w:vAlign w:val="center"/>
          </w:tcPr>
          <w:sdt>
            <w:sdtPr>
              <w:id w:val="-1137099066"/>
              <w:placeholder>
                <w:docPart w:val="88CB80AC2A9F4126959EF836E9C893B4"/>
              </w:placeholder>
            </w:sdtPr>
            <w:sdtEndPr/>
            <w:sdtContent>
              <w:p w14:paraId="28254443" w14:textId="01F365CB" w:rsidR="005301D3" w:rsidRPr="00041053" w:rsidRDefault="005301D3" w:rsidP="005301D3">
                <w:pPr>
                  <w:tabs>
                    <w:tab w:val="left" w:pos="2505"/>
                  </w:tabs>
                  <w:spacing w:before="60" w:after="60"/>
                  <w:ind w:left="176"/>
                  <w:rPr>
                    <w:rFonts w:cs="Tahoma"/>
                    <w:b/>
                  </w:rPr>
                </w:pPr>
                <w:r w:rsidRPr="00041053">
                  <w:rPr>
                    <w:b/>
                  </w:rPr>
                  <w:t>https://zakazky.muni.cz/vz0000</w:t>
                </w:r>
                <w:r>
                  <w:rPr>
                    <w:b/>
                  </w:rPr>
                  <w:t>5161</w:t>
                </w:r>
              </w:p>
            </w:sdtContent>
          </w:sdt>
        </w:tc>
      </w:tr>
      <w:tr w:rsidR="005301D3" w:rsidRPr="00FC28EB" w14:paraId="46D86E97" w14:textId="77777777" w:rsidTr="00C73895">
        <w:tc>
          <w:tcPr>
            <w:tcW w:w="1843" w:type="dxa"/>
            <w:shd w:val="clear" w:color="auto" w:fill="auto"/>
            <w:vAlign w:val="center"/>
          </w:tcPr>
          <w:p w14:paraId="7D39F92D" w14:textId="6F676781" w:rsidR="005301D3" w:rsidRPr="00041053" w:rsidRDefault="005301D3" w:rsidP="005301D3">
            <w:pPr>
              <w:tabs>
                <w:tab w:val="left" w:pos="5580"/>
              </w:tabs>
              <w:spacing w:before="60" w:after="60"/>
              <w:ind w:left="-108"/>
              <w:jc w:val="left"/>
            </w:pPr>
            <w:r w:rsidRPr="005C3E4C">
              <w:t>Adresa části veřejné zakázky: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34193A25" w14:textId="3129205A" w:rsidR="005301D3" w:rsidRPr="00041053" w:rsidRDefault="005301D3" w:rsidP="005301D3">
            <w:pPr>
              <w:tabs>
                <w:tab w:val="left" w:pos="2505"/>
              </w:tabs>
              <w:spacing w:before="60" w:after="60"/>
              <w:ind w:left="176"/>
              <w:rPr>
                <w:rFonts w:cs="Tahoma"/>
                <w:b/>
              </w:rPr>
            </w:pPr>
            <w:r w:rsidRPr="00041053">
              <w:rPr>
                <w:b/>
              </w:rPr>
              <w:t>https://zakazky.muni.cz/vz0000</w:t>
            </w:r>
            <w:r w:rsidR="008D786D">
              <w:rPr>
                <w:b/>
              </w:rPr>
              <w:t>5163</w:t>
            </w:r>
          </w:p>
        </w:tc>
      </w:tr>
      <w:tr w:rsidR="00541E01" w:rsidRPr="00FC28EB" w14:paraId="6F755C77" w14:textId="77777777" w:rsidTr="00C73895">
        <w:tc>
          <w:tcPr>
            <w:tcW w:w="1843" w:type="dxa"/>
            <w:shd w:val="clear" w:color="auto" w:fill="auto"/>
            <w:vAlign w:val="center"/>
          </w:tcPr>
          <w:p w14:paraId="453587DF" w14:textId="77777777" w:rsidR="00541E01" w:rsidRPr="005C3E4C" w:rsidRDefault="00541E01" w:rsidP="00541E01">
            <w:pPr>
              <w:tabs>
                <w:tab w:val="left" w:pos="5580"/>
              </w:tabs>
              <w:spacing w:before="60" w:after="60"/>
              <w:ind w:left="-108"/>
              <w:jc w:val="left"/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31AA5B17" w14:textId="77777777" w:rsidR="00541E01" w:rsidRPr="00041053" w:rsidRDefault="00541E01" w:rsidP="00541E01">
            <w:pPr>
              <w:tabs>
                <w:tab w:val="left" w:pos="2505"/>
              </w:tabs>
              <w:spacing w:before="60" w:after="60"/>
              <w:ind w:left="176"/>
              <w:rPr>
                <w:b/>
              </w:rPr>
            </w:pPr>
          </w:p>
        </w:tc>
      </w:tr>
    </w:tbl>
    <w:tbl>
      <w:tblPr>
        <w:tblStyle w:val="Mkatabulky11"/>
        <w:tblW w:w="9748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284"/>
        <w:gridCol w:w="1843"/>
        <w:gridCol w:w="7513"/>
        <w:gridCol w:w="108"/>
      </w:tblGrid>
      <w:tr w:rsidR="00302C1E" w:rsidRPr="00302C1E" w14:paraId="1E4EC1DA" w14:textId="77777777" w:rsidTr="0014445D">
        <w:trPr>
          <w:gridBefore w:val="1"/>
          <w:wBefore w:w="284" w:type="dxa"/>
          <w:trHeight w:val="510"/>
        </w:trPr>
        <w:tc>
          <w:tcPr>
            <w:tcW w:w="9464" w:type="dxa"/>
            <w:gridSpan w:val="3"/>
            <w:shd w:val="clear" w:color="auto" w:fill="auto"/>
          </w:tcPr>
          <w:p w14:paraId="3039390F" w14:textId="77777777" w:rsidR="00302C1E" w:rsidRPr="00302C1E" w:rsidRDefault="00302C1E" w:rsidP="00302C1E">
            <w:pPr>
              <w:spacing w:before="60" w:after="60"/>
              <w:rPr>
                <w:szCs w:val="22"/>
                <w:lang w:eastAsia="en-US"/>
              </w:rPr>
            </w:pPr>
            <w:r w:rsidRPr="00302C1E">
              <w:rPr>
                <w:b/>
                <w:sz w:val="28"/>
                <w:szCs w:val="32"/>
                <w:lang w:eastAsia="en-US"/>
              </w:rPr>
              <w:t>Identifikační údaje účastníka</w:t>
            </w:r>
          </w:p>
        </w:tc>
      </w:tr>
      <w:tr w:rsidR="00302C1E" w:rsidRPr="00302C1E" w14:paraId="5A631163" w14:textId="77777777" w:rsidTr="0014445D">
        <w:trPr>
          <w:gridAfter w:val="1"/>
          <w:wAfter w:w="108" w:type="dxa"/>
          <w:trHeight w:val="403"/>
        </w:trPr>
        <w:tc>
          <w:tcPr>
            <w:tcW w:w="2127" w:type="dxa"/>
            <w:gridSpan w:val="2"/>
            <w:shd w:val="clear" w:color="auto" w:fill="auto"/>
          </w:tcPr>
          <w:p w14:paraId="4E6F9406" w14:textId="77777777" w:rsidR="00302C1E" w:rsidRPr="00302C1E" w:rsidRDefault="00302C1E" w:rsidP="0014445D">
            <w:pPr>
              <w:spacing w:before="60" w:after="60"/>
              <w:jc w:val="left"/>
              <w:rPr>
                <w:b/>
                <w:szCs w:val="22"/>
                <w:lang w:eastAsia="en-US"/>
              </w:rPr>
            </w:pPr>
            <w:r w:rsidRPr="00302C1E">
              <w:rPr>
                <w:b/>
                <w:szCs w:val="22"/>
                <w:lang w:eastAsia="en-US"/>
              </w:rPr>
              <w:t>Název/Obchodní firma/Jméno :</w:t>
            </w:r>
          </w:p>
        </w:tc>
        <w:sdt>
          <w:sdtPr>
            <w:rPr>
              <w:b/>
            </w:rPr>
            <w:id w:val="1691021670"/>
            <w:placeholder>
              <w:docPart w:val="D595AED8740F4E2BA36FE929FC0C4906"/>
            </w:placeholder>
            <w:showingPlcHdr/>
          </w:sdtPr>
          <w:sdtEndPr/>
          <w:sdtContent>
            <w:tc>
              <w:tcPr>
                <w:tcW w:w="7513" w:type="dxa"/>
                <w:shd w:val="clear" w:color="auto" w:fill="auto"/>
              </w:tcPr>
              <w:p w14:paraId="298E7D21" w14:textId="77777777" w:rsidR="00302C1E" w:rsidRPr="00302C1E" w:rsidRDefault="00302C1E" w:rsidP="0014445D">
                <w:pPr>
                  <w:spacing w:before="60" w:after="60"/>
                  <w:rPr>
                    <w:b/>
                    <w:szCs w:val="22"/>
                    <w:lang w:eastAsia="en-US"/>
                  </w:rPr>
                </w:pPr>
                <w:r w:rsidRPr="00302C1E">
                  <w:rPr>
                    <w:color w:val="808080"/>
                    <w:szCs w:val="22"/>
                    <w:shd w:val="clear" w:color="auto" w:fill="FFFF00"/>
                    <w:lang w:eastAsia="en-US"/>
                  </w:rPr>
                  <w:t>Vepište název.</w:t>
                </w:r>
              </w:p>
            </w:tc>
          </w:sdtContent>
        </w:sdt>
      </w:tr>
      <w:tr w:rsidR="00302C1E" w:rsidRPr="00302C1E" w14:paraId="7E1EB3D4" w14:textId="77777777" w:rsidTr="0014445D">
        <w:trPr>
          <w:gridAfter w:val="1"/>
          <w:wAfter w:w="108" w:type="dxa"/>
          <w:trHeight w:val="423"/>
        </w:trPr>
        <w:tc>
          <w:tcPr>
            <w:tcW w:w="2127" w:type="dxa"/>
            <w:gridSpan w:val="2"/>
            <w:shd w:val="clear" w:color="auto" w:fill="auto"/>
          </w:tcPr>
          <w:p w14:paraId="259ED7DC" w14:textId="77777777" w:rsidR="00302C1E" w:rsidRPr="00302C1E" w:rsidRDefault="00302C1E" w:rsidP="0014445D">
            <w:pPr>
              <w:spacing w:before="60" w:after="60"/>
              <w:jc w:val="left"/>
              <w:rPr>
                <w:szCs w:val="22"/>
                <w:lang w:eastAsia="en-US"/>
              </w:rPr>
            </w:pPr>
            <w:r w:rsidRPr="00302C1E">
              <w:rPr>
                <w:szCs w:val="22"/>
                <w:lang w:eastAsia="en-US"/>
              </w:rPr>
              <w:t xml:space="preserve">Sídlo: </w:t>
            </w:r>
          </w:p>
        </w:tc>
        <w:sdt>
          <w:sdtPr>
            <w:id w:val="-1498646039"/>
            <w:placeholder>
              <w:docPart w:val="24EAF0E990174B87A4858731E76E5E07"/>
            </w:placeholder>
            <w:showingPlcHdr/>
          </w:sdtPr>
          <w:sdtEndPr/>
          <w:sdtContent>
            <w:tc>
              <w:tcPr>
                <w:tcW w:w="7513" w:type="dxa"/>
                <w:shd w:val="clear" w:color="auto" w:fill="auto"/>
              </w:tcPr>
              <w:p w14:paraId="59CBE50B" w14:textId="77777777" w:rsidR="00302C1E" w:rsidRPr="00302C1E" w:rsidRDefault="00302C1E" w:rsidP="0014445D">
                <w:pPr>
                  <w:spacing w:before="60" w:after="60"/>
                  <w:rPr>
                    <w:szCs w:val="22"/>
                    <w:lang w:eastAsia="en-US"/>
                  </w:rPr>
                </w:pPr>
                <w:r w:rsidRPr="00302C1E">
                  <w:rPr>
                    <w:color w:val="808080"/>
                    <w:szCs w:val="22"/>
                    <w:shd w:val="clear" w:color="auto" w:fill="FFFF00"/>
                    <w:lang w:eastAsia="en-US"/>
                  </w:rPr>
                  <w:t>Vepište sídlo</w:t>
                </w:r>
              </w:p>
            </w:tc>
          </w:sdtContent>
        </w:sdt>
      </w:tr>
      <w:tr w:rsidR="00302C1E" w:rsidRPr="00302C1E" w14:paraId="134227B6" w14:textId="77777777" w:rsidTr="0014445D">
        <w:trPr>
          <w:gridAfter w:val="1"/>
          <w:wAfter w:w="108" w:type="dxa"/>
          <w:trHeight w:val="287"/>
        </w:trPr>
        <w:tc>
          <w:tcPr>
            <w:tcW w:w="2127" w:type="dxa"/>
            <w:gridSpan w:val="2"/>
            <w:shd w:val="clear" w:color="auto" w:fill="auto"/>
          </w:tcPr>
          <w:p w14:paraId="7AE5CE3D" w14:textId="77777777" w:rsidR="00302C1E" w:rsidRPr="00302C1E" w:rsidRDefault="00302C1E" w:rsidP="0014445D">
            <w:pPr>
              <w:spacing w:before="60" w:after="60"/>
              <w:jc w:val="left"/>
              <w:rPr>
                <w:szCs w:val="22"/>
                <w:lang w:eastAsia="en-US"/>
              </w:rPr>
            </w:pPr>
            <w:r w:rsidRPr="00302C1E">
              <w:rPr>
                <w:szCs w:val="22"/>
                <w:lang w:eastAsia="en-US"/>
              </w:rPr>
              <w:t>IČ (je-li přiděleno):</w:t>
            </w:r>
          </w:p>
        </w:tc>
        <w:sdt>
          <w:sdtPr>
            <w:id w:val="-2009047333"/>
            <w:placeholder>
              <w:docPart w:val="0859A7A7A5E0488DB162CBB60A219427"/>
            </w:placeholder>
            <w:showingPlcHdr/>
          </w:sdtPr>
          <w:sdtEndPr/>
          <w:sdtContent>
            <w:tc>
              <w:tcPr>
                <w:tcW w:w="7513" w:type="dxa"/>
                <w:shd w:val="clear" w:color="auto" w:fill="auto"/>
              </w:tcPr>
              <w:p w14:paraId="5D25EEAC" w14:textId="77777777" w:rsidR="00302C1E" w:rsidRPr="00302C1E" w:rsidRDefault="00302C1E" w:rsidP="0014445D">
                <w:pPr>
                  <w:spacing w:before="60" w:after="60"/>
                  <w:rPr>
                    <w:szCs w:val="22"/>
                    <w:lang w:eastAsia="en-US"/>
                  </w:rPr>
                </w:pPr>
                <w:r w:rsidRPr="00302C1E">
                  <w:rPr>
                    <w:color w:val="808080"/>
                    <w:szCs w:val="22"/>
                    <w:shd w:val="clear" w:color="auto" w:fill="FFFF00"/>
                    <w:lang w:eastAsia="en-US"/>
                  </w:rPr>
                  <w:t>Vepište IČ</w:t>
                </w:r>
              </w:p>
            </w:tc>
          </w:sdtContent>
        </w:sdt>
      </w:tr>
      <w:tr w:rsidR="00302C1E" w:rsidRPr="00302C1E" w14:paraId="1F7A3257" w14:textId="77777777" w:rsidTr="0014445D">
        <w:trPr>
          <w:gridAfter w:val="1"/>
          <w:wAfter w:w="108" w:type="dxa"/>
          <w:trHeight w:val="335"/>
        </w:trPr>
        <w:tc>
          <w:tcPr>
            <w:tcW w:w="2127" w:type="dxa"/>
            <w:gridSpan w:val="2"/>
            <w:shd w:val="clear" w:color="auto" w:fill="auto"/>
          </w:tcPr>
          <w:p w14:paraId="6BFA21D1" w14:textId="77777777" w:rsidR="00302C1E" w:rsidRPr="00302C1E" w:rsidRDefault="00302C1E" w:rsidP="0014445D">
            <w:pPr>
              <w:spacing w:before="60" w:after="60"/>
              <w:jc w:val="left"/>
              <w:rPr>
                <w:szCs w:val="22"/>
                <w:lang w:eastAsia="en-US"/>
              </w:rPr>
            </w:pPr>
            <w:r w:rsidRPr="00302C1E">
              <w:rPr>
                <w:szCs w:val="22"/>
                <w:lang w:eastAsia="en-US"/>
              </w:rPr>
              <w:t xml:space="preserve">Zastoupen: </w:t>
            </w:r>
          </w:p>
        </w:tc>
        <w:tc>
          <w:tcPr>
            <w:tcW w:w="7513" w:type="dxa"/>
            <w:shd w:val="clear" w:color="auto" w:fill="auto"/>
          </w:tcPr>
          <w:sdt>
            <w:sdtPr>
              <w:id w:val="1775284482"/>
              <w:placeholder>
                <w:docPart w:val="9ECAB3E098DB48CF937865CA77A16639"/>
              </w:placeholder>
              <w:showingPlcHdr/>
            </w:sdtPr>
            <w:sdtEndPr/>
            <w:sdtContent>
              <w:p w14:paraId="75F051AC" w14:textId="77777777" w:rsidR="00302C1E" w:rsidRPr="00302C1E" w:rsidRDefault="00302C1E" w:rsidP="0014445D">
                <w:pPr>
                  <w:spacing w:before="60" w:after="60"/>
                  <w:rPr>
                    <w:szCs w:val="22"/>
                    <w:lang w:eastAsia="en-US"/>
                  </w:rPr>
                </w:pPr>
                <w:r w:rsidRPr="00302C1E">
                  <w:rPr>
                    <w:color w:val="808080"/>
                    <w:szCs w:val="22"/>
                    <w:shd w:val="clear" w:color="auto" w:fill="FFFF00"/>
                    <w:lang w:eastAsia="en-US"/>
                  </w:rPr>
                  <w:t>Jméno, funkce</w:t>
                </w:r>
              </w:p>
            </w:sdtContent>
          </w:sdt>
        </w:tc>
      </w:tr>
      <w:tr w:rsidR="00302C1E" w:rsidRPr="00302C1E" w14:paraId="78EA8446" w14:textId="77777777" w:rsidTr="0014445D">
        <w:trPr>
          <w:gridAfter w:val="1"/>
          <w:wAfter w:w="108" w:type="dxa"/>
          <w:trHeight w:val="335"/>
        </w:trPr>
        <w:tc>
          <w:tcPr>
            <w:tcW w:w="2127" w:type="dxa"/>
            <w:gridSpan w:val="2"/>
            <w:shd w:val="clear" w:color="auto" w:fill="auto"/>
          </w:tcPr>
          <w:p w14:paraId="2DE9FB03" w14:textId="77777777" w:rsidR="00302C1E" w:rsidRPr="00302C1E" w:rsidRDefault="00302C1E" w:rsidP="0014445D">
            <w:pPr>
              <w:spacing w:before="60" w:after="60"/>
              <w:jc w:val="left"/>
              <w:rPr>
                <w:szCs w:val="22"/>
                <w:lang w:eastAsia="en-US"/>
              </w:rPr>
            </w:pPr>
            <w:r w:rsidRPr="00302C1E">
              <w:rPr>
                <w:szCs w:val="22"/>
                <w:lang w:eastAsia="en-US"/>
              </w:rPr>
              <w:t>Kontaktní osoba:</w:t>
            </w:r>
          </w:p>
        </w:tc>
        <w:sdt>
          <w:sdtPr>
            <w:id w:val="-777169532"/>
            <w:placeholder>
              <w:docPart w:val="E6BE6FDE7D3245ADBF16098FD04681DA"/>
            </w:placeholder>
          </w:sdtPr>
          <w:sdtEndPr/>
          <w:sdtContent>
            <w:tc>
              <w:tcPr>
                <w:tcW w:w="7513" w:type="dxa"/>
                <w:shd w:val="clear" w:color="auto" w:fill="auto"/>
              </w:tcPr>
              <w:p w14:paraId="044F7FE7" w14:textId="77777777" w:rsidR="00302C1E" w:rsidRPr="00302C1E" w:rsidRDefault="00302C1E" w:rsidP="0014445D">
                <w:pPr>
                  <w:spacing w:before="60" w:after="60"/>
                  <w:rPr>
                    <w:szCs w:val="22"/>
                    <w:lang w:eastAsia="en-US"/>
                  </w:rPr>
                </w:pPr>
                <w:r w:rsidRPr="00302C1E">
                  <w:rPr>
                    <w:color w:val="808080" w:themeColor="background1" w:themeShade="80"/>
                    <w:szCs w:val="22"/>
                    <w:highlight w:val="yellow"/>
                    <w:lang w:eastAsia="en-US"/>
                  </w:rPr>
                  <w:t>Jméno, příjmení</w:t>
                </w:r>
              </w:p>
            </w:tc>
          </w:sdtContent>
        </w:sdt>
      </w:tr>
      <w:tr w:rsidR="00302C1E" w:rsidRPr="00302C1E" w14:paraId="4427944D" w14:textId="77777777" w:rsidTr="0014445D">
        <w:trPr>
          <w:gridAfter w:val="1"/>
          <w:wAfter w:w="108" w:type="dxa"/>
          <w:trHeight w:val="335"/>
        </w:trPr>
        <w:tc>
          <w:tcPr>
            <w:tcW w:w="2127" w:type="dxa"/>
            <w:gridSpan w:val="2"/>
            <w:shd w:val="clear" w:color="auto" w:fill="auto"/>
          </w:tcPr>
          <w:p w14:paraId="57E17CF2" w14:textId="77777777" w:rsidR="00302C1E" w:rsidRPr="00302C1E" w:rsidRDefault="00302C1E" w:rsidP="0014445D">
            <w:pPr>
              <w:spacing w:before="60" w:after="60"/>
              <w:jc w:val="left"/>
              <w:rPr>
                <w:szCs w:val="22"/>
                <w:lang w:eastAsia="en-US"/>
              </w:rPr>
            </w:pPr>
            <w:r w:rsidRPr="00302C1E">
              <w:rPr>
                <w:szCs w:val="22"/>
                <w:lang w:eastAsia="en-US"/>
              </w:rPr>
              <w:t>Tel. číslo kontaktní osoby:</w:t>
            </w:r>
          </w:p>
        </w:tc>
        <w:sdt>
          <w:sdtPr>
            <w:id w:val="169066906"/>
            <w:placeholder>
              <w:docPart w:val="E6BE6FDE7D3245ADBF16098FD04681DA"/>
            </w:placeholder>
          </w:sdtPr>
          <w:sdtEndPr/>
          <w:sdtContent>
            <w:tc>
              <w:tcPr>
                <w:tcW w:w="7513" w:type="dxa"/>
                <w:shd w:val="clear" w:color="auto" w:fill="auto"/>
              </w:tcPr>
              <w:p w14:paraId="00833226" w14:textId="77777777" w:rsidR="00302C1E" w:rsidRPr="00302C1E" w:rsidRDefault="00302C1E" w:rsidP="0014445D">
                <w:pPr>
                  <w:spacing w:before="60" w:after="60"/>
                  <w:rPr>
                    <w:szCs w:val="22"/>
                    <w:lang w:eastAsia="en-US"/>
                  </w:rPr>
                </w:pPr>
                <w:r w:rsidRPr="00302C1E">
                  <w:rPr>
                    <w:color w:val="808080" w:themeColor="background1" w:themeShade="80"/>
                    <w:szCs w:val="22"/>
                    <w:highlight w:val="yellow"/>
                    <w:lang w:eastAsia="en-US"/>
                  </w:rPr>
                  <w:t>číslo</w:t>
                </w:r>
              </w:p>
            </w:tc>
          </w:sdtContent>
        </w:sdt>
      </w:tr>
      <w:tr w:rsidR="00302C1E" w:rsidRPr="00302C1E" w14:paraId="69EC11CD" w14:textId="77777777" w:rsidTr="0014445D">
        <w:trPr>
          <w:gridAfter w:val="1"/>
          <w:wAfter w:w="108" w:type="dxa"/>
          <w:trHeight w:val="335"/>
        </w:trPr>
        <w:tc>
          <w:tcPr>
            <w:tcW w:w="2127" w:type="dxa"/>
            <w:gridSpan w:val="2"/>
            <w:shd w:val="clear" w:color="auto" w:fill="auto"/>
          </w:tcPr>
          <w:p w14:paraId="3D71262A" w14:textId="77777777" w:rsidR="00302C1E" w:rsidRPr="00302C1E" w:rsidRDefault="00302C1E" w:rsidP="0014445D">
            <w:pPr>
              <w:spacing w:before="60" w:after="60"/>
              <w:jc w:val="left"/>
              <w:rPr>
                <w:szCs w:val="22"/>
                <w:lang w:eastAsia="en-US"/>
              </w:rPr>
            </w:pPr>
            <w:r w:rsidRPr="00302C1E">
              <w:rPr>
                <w:szCs w:val="22"/>
                <w:lang w:eastAsia="en-US"/>
              </w:rPr>
              <w:t>E-mail kontaktní osoby:</w:t>
            </w:r>
          </w:p>
        </w:tc>
        <w:sdt>
          <w:sdtPr>
            <w:id w:val="651957535"/>
            <w:placeholder>
              <w:docPart w:val="E6BE6FDE7D3245ADBF16098FD04681DA"/>
            </w:placeholder>
          </w:sdtPr>
          <w:sdtEndPr/>
          <w:sdtContent>
            <w:tc>
              <w:tcPr>
                <w:tcW w:w="7513" w:type="dxa"/>
                <w:shd w:val="clear" w:color="auto" w:fill="auto"/>
              </w:tcPr>
              <w:p w14:paraId="38D1F68B" w14:textId="77777777" w:rsidR="00302C1E" w:rsidRPr="00302C1E" w:rsidRDefault="00302C1E" w:rsidP="0014445D">
                <w:pPr>
                  <w:spacing w:before="60" w:after="60"/>
                  <w:rPr>
                    <w:szCs w:val="22"/>
                    <w:lang w:eastAsia="en-US"/>
                  </w:rPr>
                </w:pPr>
                <w:r w:rsidRPr="00302C1E">
                  <w:rPr>
                    <w:color w:val="808080" w:themeColor="background1" w:themeShade="80"/>
                    <w:szCs w:val="22"/>
                    <w:highlight w:val="yellow"/>
                    <w:lang w:eastAsia="en-US"/>
                  </w:rPr>
                  <w:t>e-mail</w:t>
                </w:r>
              </w:p>
            </w:tc>
          </w:sdtContent>
        </w:sdt>
      </w:tr>
    </w:tbl>
    <w:p w14:paraId="20ABEC6B" w14:textId="40036B85" w:rsidR="00357362" w:rsidRDefault="00357362" w:rsidP="00357362">
      <w:pPr>
        <w:spacing w:before="240"/>
      </w:pPr>
      <w:r>
        <w:t xml:space="preserve">Formulář nabídky </w:t>
      </w:r>
      <w:r w:rsidRPr="00B66417">
        <w:t xml:space="preserve">je zpracován ve formátu dokumentu s omezenou možností úprav. </w:t>
      </w:r>
      <w:r w:rsidR="00C42179">
        <w:t>Pole</w:t>
      </w:r>
      <w:r w:rsidR="009E6EBE">
        <w:t>, u kterých</w:t>
      </w:r>
      <w:r w:rsidR="00C42179">
        <w:t xml:space="preserve"> </w:t>
      </w:r>
      <w:r w:rsidR="0009388D">
        <w:t>se předpokládá</w:t>
      </w:r>
      <w:r w:rsidR="00C42179">
        <w:t xml:space="preserve"> doplnění informací účastníkem,</w:t>
      </w:r>
      <w:r w:rsidRPr="00B66417">
        <w:t xml:space="preserve"> </w:t>
      </w:r>
      <w:r w:rsidR="00C42179">
        <w:t>jsou</w:t>
      </w:r>
      <w:r w:rsidRPr="00B66417">
        <w:t xml:space="preserve"> žlutě vyznačen</w:t>
      </w:r>
      <w:r w:rsidR="00C42179">
        <w:t>a a je do nich</w:t>
      </w:r>
      <w:r w:rsidR="0009388D">
        <w:t xml:space="preserve"> </w:t>
      </w:r>
      <w:r w:rsidRPr="00B66417">
        <w:t>možno vepisovat text.</w:t>
      </w:r>
    </w:p>
    <w:p w14:paraId="12B78C96" w14:textId="61B2FAC0" w:rsidR="00157035" w:rsidRDefault="006A66F7">
      <w:pPr>
        <w:pStyle w:val="Nadpis1"/>
      </w:pPr>
      <w:r>
        <w:t xml:space="preserve">ÚVODNÍ </w:t>
      </w:r>
      <w:r w:rsidR="00157035">
        <w:t>prohlášení</w:t>
      </w:r>
      <w:r>
        <w:t xml:space="preserve"> </w:t>
      </w:r>
      <w:r w:rsidR="00AE11B4">
        <w:t>ÚČASTNÍKA</w:t>
      </w:r>
    </w:p>
    <w:p w14:paraId="269915CF" w14:textId="64352B5E" w:rsidR="006A66F7" w:rsidRDefault="00357362" w:rsidP="004B4351">
      <w:pPr>
        <w:ind w:left="426"/>
      </w:pPr>
      <w:r w:rsidRPr="00357362">
        <w:t>Účastník, který se uchází o veřejnou zakázku, tímto předkládá formulář nabídky včetně příslušných příloh za účelem prokázání splnění jednotlivých požadavků zadavatele, kterými je</w:t>
      </w:r>
      <w:r w:rsidR="00200D36">
        <w:t xml:space="preserve"> podmiňována účast dodavatelů ve výběrovém </w:t>
      </w:r>
      <w:r w:rsidRPr="00357362">
        <w:t>řízení.</w:t>
      </w:r>
    </w:p>
    <w:p w14:paraId="59E66C55" w14:textId="77777777" w:rsidR="00157035" w:rsidRDefault="00AE11B4" w:rsidP="004B4351">
      <w:pPr>
        <w:ind w:left="426"/>
      </w:pPr>
      <w:r>
        <w:lastRenderedPageBreak/>
        <w:t>Účastník</w:t>
      </w:r>
      <w:r w:rsidR="006A66F7">
        <w:t xml:space="preserve"> čestně prohlašuje, že  </w:t>
      </w:r>
      <w:r w:rsidR="004D2686">
        <w:t xml:space="preserve"> </w:t>
      </w:r>
    </w:p>
    <w:p w14:paraId="2A3FCCBC" w14:textId="6DBF9334" w:rsidR="00357362" w:rsidRDefault="00357362" w:rsidP="004B4351">
      <w:pPr>
        <w:numPr>
          <w:ilvl w:val="0"/>
          <w:numId w:val="11"/>
        </w:numPr>
        <w:tabs>
          <w:tab w:val="left" w:pos="340"/>
        </w:tabs>
        <w:spacing w:line="280" w:lineRule="atLeast"/>
        <w:ind w:left="851"/>
        <w:rPr>
          <w:rFonts w:eastAsia="Calibri" w:cs="Arial"/>
        </w:rPr>
      </w:pPr>
      <w:proofErr w:type="gramStart"/>
      <w:r w:rsidRPr="007809D2">
        <w:rPr>
          <w:rFonts w:eastAsia="Calibri"/>
        </w:rPr>
        <w:t>se</w:t>
      </w:r>
      <w:proofErr w:type="gramEnd"/>
      <w:r w:rsidRPr="007809D2">
        <w:rPr>
          <w:rFonts w:eastAsia="Calibri"/>
        </w:rPr>
        <w:t xml:space="preserve"> pečlivě </w:t>
      </w:r>
      <w:proofErr w:type="gramStart"/>
      <w:r w:rsidRPr="007809D2">
        <w:rPr>
          <w:rFonts w:eastAsia="Calibri"/>
        </w:rPr>
        <w:t>seznámil</w:t>
      </w:r>
      <w:proofErr w:type="gramEnd"/>
      <w:r w:rsidRPr="007809D2">
        <w:rPr>
          <w:rFonts w:eastAsia="Calibri"/>
        </w:rPr>
        <w:t xml:space="preserve"> se zadávacími podmínkami, porozuměl jim</w:t>
      </w:r>
      <w:r w:rsidR="000956A1">
        <w:rPr>
          <w:rFonts w:eastAsia="Calibri"/>
        </w:rPr>
        <w:t xml:space="preserve"> a v plném rozsahu je akceptuje včetně ustanovení obchodních a technických podmínek,</w:t>
      </w:r>
      <w:r w:rsidRPr="007809D2">
        <w:rPr>
          <w:rFonts w:eastAsia="Calibri"/>
        </w:rPr>
        <w:t xml:space="preserve"> mj. tak používá veškeré pojmy</w:t>
      </w:r>
      <w:r w:rsidR="006617F7">
        <w:rPr>
          <w:rFonts w:eastAsia="Calibri"/>
        </w:rPr>
        <w:t xml:space="preserve"> a zkratky</w:t>
      </w:r>
      <w:r w:rsidRPr="007809D2">
        <w:rPr>
          <w:rFonts w:eastAsia="Calibri"/>
        </w:rPr>
        <w:t xml:space="preserve"> v souladu se zadávací dokumentací</w:t>
      </w:r>
      <w:r>
        <w:rPr>
          <w:rFonts w:eastAsia="Calibri"/>
        </w:rPr>
        <w:t>,</w:t>
      </w:r>
    </w:p>
    <w:p w14:paraId="77D6D350" w14:textId="2F855C34" w:rsidR="00F956C2" w:rsidRDefault="00157035" w:rsidP="004B4351">
      <w:pPr>
        <w:numPr>
          <w:ilvl w:val="0"/>
          <w:numId w:val="11"/>
        </w:numPr>
        <w:tabs>
          <w:tab w:val="left" w:pos="340"/>
        </w:tabs>
        <w:spacing w:line="280" w:lineRule="atLeast"/>
        <w:ind w:left="851"/>
        <w:rPr>
          <w:rFonts w:eastAsia="Calibri" w:cs="Arial"/>
        </w:rPr>
      </w:pPr>
      <w:r>
        <w:rPr>
          <w:rFonts w:eastAsia="Calibri" w:cs="Arial"/>
        </w:rPr>
        <w:t>přijímá elektronický nástroj E-ZAK jako výhradní prostředek komunikace v</w:t>
      </w:r>
      <w:r w:rsidR="00200D36">
        <w:rPr>
          <w:rFonts w:eastAsia="Calibri" w:cs="Arial"/>
        </w:rPr>
        <w:t>e výběrovém</w:t>
      </w:r>
      <w:r>
        <w:rPr>
          <w:rFonts w:eastAsia="Calibri" w:cs="Arial"/>
        </w:rPr>
        <w:t xml:space="preserve"> řízení, nestanoví-li zadavatel u konkrétního úkonu jinak</w:t>
      </w:r>
      <w:r w:rsidR="00F956C2">
        <w:rPr>
          <w:rFonts w:eastAsia="Calibri" w:cs="Arial"/>
        </w:rPr>
        <w:t>,</w:t>
      </w:r>
    </w:p>
    <w:p w14:paraId="0775AD7C" w14:textId="6FB7438C" w:rsidR="00157035" w:rsidRDefault="00157035" w:rsidP="004B4351">
      <w:pPr>
        <w:numPr>
          <w:ilvl w:val="0"/>
          <w:numId w:val="11"/>
        </w:numPr>
        <w:tabs>
          <w:tab w:val="left" w:pos="340"/>
        </w:tabs>
        <w:spacing w:line="280" w:lineRule="atLeast"/>
        <w:ind w:left="851"/>
        <w:rPr>
          <w:rFonts w:eastAsia="Calibri" w:cs="Arial"/>
        </w:rPr>
      </w:pPr>
      <w:r>
        <w:rPr>
          <w:rFonts w:eastAsia="Calibri" w:cs="Arial"/>
        </w:rPr>
        <w:t xml:space="preserve">má dokončenou registraci v elektronickém nástroji E-ZAK, případně, že ji neprodleně po podání nabídky dokončí; </w:t>
      </w:r>
      <w:r w:rsidR="008272CB">
        <w:rPr>
          <w:rFonts w:eastAsia="Calibri" w:cs="Arial"/>
        </w:rPr>
        <w:t xml:space="preserve">účastníkovi </w:t>
      </w:r>
      <w:r>
        <w:rPr>
          <w:rFonts w:eastAsia="Calibri" w:cs="Arial"/>
        </w:rPr>
        <w:t>je známo, že bez dokončení registrace není možno elektronický nástroj E-ZAK plně využívat, a je si vědom toho, že veškeré důsledky spojené s nedokončenou registrací ponese sám,</w:t>
      </w:r>
    </w:p>
    <w:p w14:paraId="488D269E" w14:textId="11BCFA99" w:rsidR="00F956C2" w:rsidRPr="004B4351" w:rsidRDefault="00302C1E" w:rsidP="004B4351">
      <w:pPr>
        <w:numPr>
          <w:ilvl w:val="0"/>
          <w:numId w:val="11"/>
        </w:numPr>
        <w:ind w:left="851"/>
      </w:pPr>
      <w:r>
        <w:rPr>
          <w:rFonts w:eastAsia="Calibri" w:cs="Arial"/>
        </w:rPr>
        <w:t>výše uvedená kontaktní osoba je</w:t>
      </w:r>
      <w:r w:rsidRPr="006A66F7">
        <w:rPr>
          <w:rFonts w:eastAsia="Calibri" w:cs="Arial"/>
        </w:rPr>
        <w:t xml:space="preserve"> oprávněn</w:t>
      </w:r>
      <w:r>
        <w:rPr>
          <w:rFonts w:eastAsia="Calibri" w:cs="Arial"/>
        </w:rPr>
        <w:t>a</w:t>
      </w:r>
      <w:r w:rsidRPr="006A66F7">
        <w:rPr>
          <w:rFonts w:eastAsia="Calibri" w:cs="Arial"/>
        </w:rPr>
        <w:t xml:space="preserve"> k jednání za </w:t>
      </w:r>
      <w:r>
        <w:rPr>
          <w:rFonts w:eastAsia="Calibri" w:cs="Arial"/>
        </w:rPr>
        <w:t>účastníka v rámci výběrového řízení; k</w:t>
      </w:r>
      <w:r w:rsidRPr="006A66F7">
        <w:rPr>
          <w:rFonts w:eastAsia="Calibri" w:cs="Arial"/>
        </w:rPr>
        <w:t>ontaktní osoba</w:t>
      </w:r>
      <w:r>
        <w:rPr>
          <w:rFonts w:eastAsia="Calibri" w:cs="Arial"/>
        </w:rPr>
        <w:t>,</w:t>
      </w:r>
      <w:r w:rsidRPr="006A66F7">
        <w:rPr>
          <w:rFonts w:eastAsia="Calibri" w:cs="Arial"/>
        </w:rPr>
        <w:t xml:space="preserve"> jakož i její kontaktní údaje odpovídají</w:t>
      </w:r>
      <w:r>
        <w:rPr>
          <w:rFonts w:eastAsia="Calibri" w:cs="Arial"/>
        </w:rPr>
        <w:t xml:space="preserve"> těm, jaké dodavatel uvádí</w:t>
      </w:r>
      <w:r w:rsidRPr="006A66F7">
        <w:rPr>
          <w:rFonts w:eastAsia="Calibri" w:cs="Arial"/>
        </w:rPr>
        <w:t xml:space="preserve"> v elektronickém nástroji E-ZAK, případně</w:t>
      </w:r>
      <w:r>
        <w:rPr>
          <w:rFonts w:eastAsia="Calibri" w:cs="Arial"/>
        </w:rPr>
        <w:t xml:space="preserve"> jaké</w:t>
      </w:r>
      <w:r w:rsidRPr="006A66F7">
        <w:rPr>
          <w:rFonts w:eastAsia="Calibri" w:cs="Arial"/>
        </w:rPr>
        <w:t xml:space="preserve"> v elektronickém nástroji E-ZAK neprodleně uvede</w:t>
      </w:r>
      <w:r>
        <w:rPr>
          <w:rFonts w:eastAsia="Calibri" w:cs="Arial"/>
        </w:rPr>
        <w:t>, a že</w:t>
      </w:r>
      <w:r w:rsidR="00157035" w:rsidRPr="006A66F7">
        <w:rPr>
          <w:rFonts w:eastAsia="Calibri" w:cs="Arial"/>
        </w:rPr>
        <w:t xml:space="preserve"> </w:t>
      </w:r>
    </w:p>
    <w:p w14:paraId="6A0F5A8E" w14:textId="0BC51C1A" w:rsidR="00157035" w:rsidRPr="00AE0389" w:rsidRDefault="00F956C2" w:rsidP="004B4351">
      <w:pPr>
        <w:numPr>
          <w:ilvl w:val="0"/>
          <w:numId w:val="11"/>
        </w:numPr>
        <w:ind w:left="851"/>
      </w:pPr>
      <w:r>
        <w:rPr>
          <w:rFonts w:eastAsia="Calibri" w:cs="Arial"/>
        </w:rPr>
        <w:t xml:space="preserve">je </w:t>
      </w:r>
      <w:r w:rsidR="00157035" w:rsidRPr="006A66F7">
        <w:rPr>
          <w:rFonts w:eastAsia="Calibri" w:cs="Arial"/>
        </w:rPr>
        <w:t>srozuměn s tím, že veškeré písemnosti zasílané prostřednictvím elektronického nástroje E-ZAK se považují za řádně doručené dnem jejich doručení do uživatelského účtu adres</w:t>
      </w:r>
      <w:r w:rsidR="00157035" w:rsidRPr="00F956C2">
        <w:rPr>
          <w:rFonts w:eastAsia="Calibri" w:cs="Arial"/>
        </w:rPr>
        <w:t xml:space="preserve">áta písemnosti v elektronickém nástroji E-ZAK; </w:t>
      </w:r>
      <w:r w:rsidR="003F0348">
        <w:rPr>
          <w:rFonts w:eastAsia="Calibri" w:cs="Arial"/>
        </w:rPr>
        <w:t>účastník</w:t>
      </w:r>
      <w:r w:rsidR="003F0348" w:rsidRPr="00F956C2">
        <w:rPr>
          <w:rFonts w:eastAsia="Calibri" w:cs="Arial"/>
        </w:rPr>
        <w:t xml:space="preserve"> </w:t>
      </w:r>
      <w:r w:rsidR="00157035" w:rsidRPr="00F956C2">
        <w:rPr>
          <w:rFonts w:eastAsia="Calibri" w:cs="Arial"/>
        </w:rPr>
        <w:t>přijímá, že na doručení písemnosti nemá vliv, zda byla písemnost jejím adresátem přečtena, případně, zda elektronický nástroj E-ZAK adresátovi odeslal na kontaktní e</w:t>
      </w:r>
      <w:r>
        <w:rPr>
          <w:rFonts w:eastAsia="Calibri" w:cs="Arial"/>
        </w:rPr>
        <w:t>-</w:t>
      </w:r>
      <w:r w:rsidR="00157035" w:rsidRPr="00F956C2">
        <w:rPr>
          <w:rFonts w:eastAsia="Calibri" w:cs="Arial"/>
        </w:rPr>
        <w:t>mailovou adresu upozornění o</w:t>
      </w:r>
      <w:r>
        <w:rPr>
          <w:rFonts w:eastAsia="Calibri" w:cs="Arial"/>
        </w:rPr>
        <w:t xml:space="preserve"> jejím</w:t>
      </w:r>
      <w:r w:rsidR="008C1880">
        <w:rPr>
          <w:rFonts w:eastAsia="Calibri" w:cs="Arial"/>
        </w:rPr>
        <w:t xml:space="preserve"> doručení</w:t>
      </w:r>
      <w:r w:rsidR="00157035" w:rsidRPr="00F956C2">
        <w:rPr>
          <w:rFonts w:eastAsia="Calibri" w:cs="Arial"/>
        </w:rPr>
        <w:t xml:space="preserve"> či nikoli</w:t>
      </w:r>
      <w:r>
        <w:rPr>
          <w:rFonts w:eastAsia="Calibri" w:cs="Arial"/>
        </w:rPr>
        <w:t>.</w:t>
      </w:r>
    </w:p>
    <w:p w14:paraId="6A11EDA6" w14:textId="77777777" w:rsidR="004D2686" w:rsidRDefault="006A66F7" w:rsidP="00BB3C80">
      <w:pPr>
        <w:pStyle w:val="Nadpis1"/>
      </w:pPr>
      <w:r>
        <w:t>požadavky na předmět veřejné zakázky</w:t>
      </w:r>
      <w:r w:rsidR="00C56159">
        <w:t>, podmínky</w:t>
      </w:r>
      <w:r w:rsidR="00BB4A05">
        <w:t xml:space="preserve"> plnění</w:t>
      </w:r>
    </w:p>
    <w:p w14:paraId="4CD6E101" w14:textId="77777777" w:rsidR="00F956C2" w:rsidRDefault="007E0686" w:rsidP="00F956C2">
      <w:pPr>
        <w:ind w:left="426"/>
      </w:pPr>
      <w:r>
        <w:t>Účastník</w:t>
      </w:r>
      <w:r w:rsidR="00F956C2">
        <w:t xml:space="preserve"> čestně prohlašuje, že   </w:t>
      </w:r>
    </w:p>
    <w:p w14:paraId="6A82CC30" w14:textId="1B95EAAA" w:rsidR="00F956C2" w:rsidRDefault="00756CA4" w:rsidP="00AE0389">
      <w:pPr>
        <w:numPr>
          <w:ilvl w:val="0"/>
          <w:numId w:val="19"/>
        </w:numPr>
        <w:tabs>
          <w:tab w:val="left" w:pos="340"/>
        </w:tabs>
        <w:spacing w:line="280" w:lineRule="atLeast"/>
        <w:ind w:left="851"/>
      </w:pPr>
      <w:r>
        <w:t xml:space="preserve">splňuje veškeré </w:t>
      </w:r>
      <w:r w:rsidRPr="00DF62CB">
        <w:t>požadavk</w:t>
      </w:r>
      <w:r>
        <w:t>y zadavatele</w:t>
      </w:r>
      <w:r w:rsidRPr="00DF62CB">
        <w:t xml:space="preserve"> na předmět veřejné zakázky</w:t>
      </w:r>
      <w:r w:rsidR="0014445D">
        <w:t>,</w:t>
      </w:r>
      <w:r w:rsidR="00C56159">
        <w:t xml:space="preserve"> a že</w:t>
      </w:r>
    </w:p>
    <w:p w14:paraId="36E02BB3" w14:textId="225DC379" w:rsidR="00756CA4" w:rsidRDefault="00357362" w:rsidP="00AE0389">
      <w:pPr>
        <w:numPr>
          <w:ilvl w:val="0"/>
          <w:numId w:val="19"/>
        </w:numPr>
        <w:tabs>
          <w:tab w:val="left" w:pos="340"/>
        </w:tabs>
        <w:spacing w:line="280" w:lineRule="atLeast"/>
        <w:ind w:left="851"/>
      </w:pPr>
      <w:r w:rsidRPr="00357362">
        <w:t>je pro případ uzavření smlouvy na veřejnou zakázku vázán veškerými technickými, obchodními a jinými smluvními podmínkami zadavatele</w:t>
      </w:r>
      <w:r w:rsidR="00756CA4">
        <w:t>.</w:t>
      </w:r>
    </w:p>
    <w:p w14:paraId="0220CEFB" w14:textId="134D3676" w:rsidR="001D083C" w:rsidRDefault="001D083C" w:rsidP="004B2772">
      <w:pPr>
        <w:spacing w:line="280" w:lineRule="atLeast"/>
        <w:ind w:left="851"/>
      </w:pPr>
      <w:r>
        <w:t>Účastník přikládá jako samostatnou přílohu k formuláři nabídky:</w:t>
      </w:r>
    </w:p>
    <w:p w14:paraId="50F938D5" w14:textId="52147294" w:rsidR="00F956C2" w:rsidRDefault="0014445D" w:rsidP="0014445D">
      <w:pPr>
        <w:numPr>
          <w:ilvl w:val="1"/>
          <w:numId w:val="19"/>
        </w:numPr>
        <w:tabs>
          <w:tab w:val="left" w:pos="340"/>
        </w:tabs>
        <w:spacing w:line="280" w:lineRule="atLeast"/>
      </w:pPr>
      <w:r w:rsidRPr="0014445D">
        <w:rPr>
          <w:b/>
          <w:lang w:eastAsia="x-none"/>
        </w:rPr>
        <w:t>Položkový r</w:t>
      </w:r>
      <w:r w:rsidR="00AA4BB8" w:rsidRPr="0014445D">
        <w:rPr>
          <w:b/>
          <w:lang w:eastAsia="x-none"/>
        </w:rPr>
        <w:t>ozpočet</w:t>
      </w:r>
      <w:r w:rsidR="00B640A4">
        <w:rPr>
          <w:b/>
          <w:lang w:eastAsia="x-none"/>
        </w:rPr>
        <w:t>*</w:t>
      </w:r>
      <w:r>
        <w:rPr>
          <w:lang w:eastAsia="x-none"/>
        </w:rPr>
        <w:t xml:space="preserve"> </w:t>
      </w:r>
      <w:r w:rsidR="007957EF">
        <w:rPr>
          <w:lang w:eastAsia="x-none"/>
        </w:rPr>
        <w:t xml:space="preserve">- </w:t>
      </w:r>
      <w:r>
        <w:rPr>
          <w:lang w:eastAsia="x-none"/>
        </w:rPr>
        <w:t>zpracovaný na základě</w:t>
      </w:r>
      <w:r w:rsidR="00F32F90">
        <w:rPr>
          <w:lang w:eastAsia="x-none"/>
        </w:rPr>
        <w:t xml:space="preserve"> pokynů a</w:t>
      </w:r>
      <w:r>
        <w:rPr>
          <w:lang w:eastAsia="x-none"/>
        </w:rPr>
        <w:t xml:space="preserve"> vzoru předloženého v zadávací dokumentaci</w:t>
      </w:r>
    </w:p>
    <w:p w14:paraId="00CF6219" w14:textId="2C07F0B8" w:rsidR="0014445D" w:rsidRDefault="0014445D" w:rsidP="0014445D">
      <w:pPr>
        <w:numPr>
          <w:ilvl w:val="1"/>
          <w:numId w:val="19"/>
        </w:numPr>
        <w:tabs>
          <w:tab w:val="left" w:pos="340"/>
        </w:tabs>
        <w:spacing w:line="280" w:lineRule="atLeast"/>
      </w:pPr>
      <w:r w:rsidRPr="0014445D">
        <w:rPr>
          <w:b/>
        </w:rPr>
        <w:t>Technické podmínky a Technická specifikace nabízeného plnění</w:t>
      </w:r>
      <w:r w:rsidR="00B640A4">
        <w:rPr>
          <w:b/>
        </w:rPr>
        <w:t>*</w:t>
      </w:r>
      <w:r>
        <w:rPr>
          <w:b/>
        </w:rPr>
        <w:t xml:space="preserve"> - </w:t>
      </w:r>
      <w:r>
        <w:rPr>
          <w:lang w:eastAsia="x-none"/>
        </w:rPr>
        <w:t>zpracované na základě</w:t>
      </w:r>
      <w:r w:rsidR="001D083C">
        <w:rPr>
          <w:lang w:eastAsia="x-none"/>
        </w:rPr>
        <w:t xml:space="preserve"> pokynů</w:t>
      </w:r>
      <w:r>
        <w:rPr>
          <w:lang w:eastAsia="x-none"/>
        </w:rPr>
        <w:t xml:space="preserve"> a vzoru předloženého v zadávací dokumentaci</w:t>
      </w:r>
    </w:p>
    <w:p w14:paraId="47AA8CA6" w14:textId="783F7892" w:rsidR="004B2772" w:rsidRPr="004B2772" w:rsidRDefault="004B2772" w:rsidP="004B2772">
      <w:pPr>
        <w:ind w:left="1418"/>
        <w:rPr>
          <w:caps/>
        </w:rPr>
      </w:pPr>
      <w:r w:rsidRPr="004B2772">
        <w:t xml:space="preserve">Součástí „Technických podmínek a Technická specifikace nabízeného plnění“ </w:t>
      </w:r>
      <w:r>
        <w:t xml:space="preserve">je </w:t>
      </w:r>
      <w:r w:rsidRPr="004B2772">
        <w:t>i oficiální technická a obrazová dokumentace zboží tj. oficiální technický list výrobce</w:t>
      </w:r>
      <w:r w:rsidR="002B4D78">
        <w:t xml:space="preserve"> -</w:t>
      </w:r>
      <w:r w:rsidR="002B4D78" w:rsidRPr="00883630">
        <w:t xml:space="preserve"> vyjma PC stanice a obrazovky (monitoru)</w:t>
      </w:r>
      <w:r w:rsidRPr="004B2772">
        <w:t xml:space="preserve">, pokud nebude možné oficiální technický list výrobce z objektivních důvodů zajistit, je možné doložit podrobnou kompletní technickou specifikaci nabízeného přístroje. Tato technická dokumentace nenahrazuje technickou specifikaci. </w:t>
      </w:r>
    </w:p>
    <w:p w14:paraId="615DED8D" w14:textId="15EA47FB" w:rsidR="004B2772" w:rsidRDefault="004B2772" w:rsidP="004B2772">
      <w:pPr>
        <w:tabs>
          <w:tab w:val="left" w:pos="340"/>
        </w:tabs>
        <w:spacing w:line="280" w:lineRule="atLeast"/>
        <w:ind w:left="851"/>
      </w:pPr>
      <w:r>
        <w:t>Tyto výše uvedené dokumenty se stanou přílohami smlouvy uzavřené s vybraným dodavatelem</w:t>
      </w:r>
    </w:p>
    <w:p w14:paraId="79CC9D1A" w14:textId="34BB5456" w:rsidR="004B2772" w:rsidRDefault="004B2772" w:rsidP="004B2772">
      <w:pPr>
        <w:numPr>
          <w:ilvl w:val="0"/>
          <w:numId w:val="19"/>
        </w:numPr>
        <w:tabs>
          <w:tab w:val="left" w:pos="340"/>
        </w:tabs>
        <w:spacing w:line="280" w:lineRule="atLeast"/>
        <w:ind w:left="851" w:hanging="425"/>
      </w:pPr>
      <w:r>
        <w:t>Součástí obchodních podmínek (návrhu smlouvy) jsou tyto údaje:</w:t>
      </w:r>
    </w:p>
    <w:p w14:paraId="119F3612" w14:textId="48FEF070" w:rsidR="004B2772" w:rsidRDefault="004B2772" w:rsidP="004B2772">
      <w:pPr>
        <w:numPr>
          <w:ilvl w:val="1"/>
          <w:numId w:val="19"/>
        </w:numPr>
        <w:tabs>
          <w:tab w:val="left" w:pos="340"/>
        </w:tabs>
        <w:spacing w:line="280" w:lineRule="atLeast"/>
      </w:pPr>
      <w:r>
        <w:t>Čl. 1. návrhu smlouvy</w:t>
      </w:r>
      <w:r w:rsidR="005F7993">
        <w:t>: Smluvní strany</w:t>
      </w:r>
    </w:p>
    <w:p w14:paraId="64AEF02A" w14:textId="61CA565C" w:rsidR="004B2772" w:rsidRPr="005F7993" w:rsidRDefault="004B2772" w:rsidP="005F7993">
      <w:pPr>
        <w:pStyle w:val="Odstavecseseznamem"/>
        <w:tabs>
          <w:tab w:val="left" w:pos="2977"/>
        </w:tabs>
        <w:ind w:left="1418"/>
        <w:rPr>
          <w:color w:val="000000"/>
        </w:rPr>
      </w:pPr>
      <w:r w:rsidRPr="005F7993">
        <w:rPr>
          <w:color w:val="000000"/>
        </w:rPr>
        <w:t>Bankovní spojení:</w:t>
      </w:r>
      <w:r w:rsidRPr="005F7993">
        <w:rPr>
          <w:color w:val="000000"/>
        </w:rPr>
        <w:tab/>
      </w:r>
      <w:r w:rsidRPr="005F7993">
        <w:rPr>
          <w:color w:val="000000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5F7993">
        <w:rPr>
          <w:color w:val="000000"/>
          <w:highlight w:val="yellow"/>
        </w:rPr>
        <w:instrText xml:space="preserve"> FORMTEXT </w:instrText>
      </w:r>
      <w:r w:rsidRPr="005F7993">
        <w:rPr>
          <w:color w:val="000000"/>
          <w:highlight w:val="yellow"/>
        </w:rPr>
      </w:r>
      <w:r w:rsidRPr="005F7993">
        <w:rPr>
          <w:color w:val="000000"/>
          <w:highlight w:val="yellow"/>
        </w:rPr>
        <w:fldChar w:fldCharType="separate"/>
      </w:r>
      <w:r w:rsidRPr="005F7993">
        <w:rPr>
          <w:highlight w:val="yellow"/>
        </w:rPr>
        <w:t> </w:t>
      </w:r>
      <w:r w:rsidRPr="005F7993">
        <w:rPr>
          <w:highlight w:val="yellow"/>
        </w:rPr>
        <w:t> </w:t>
      </w:r>
      <w:r w:rsidRPr="005F7993">
        <w:rPr>
          <w:highlight w:val="yellow"/>
        </w:rPr>
        <w:t> </w:t>
      </w:r>
      <w:r w:rsidRPr="005F7993">
        <w:rPr>
          <w:highlight w:val="yellow"/>
        </w:rPr>
        <w:t> </w:t>
      </w:r>
      <w:r w:rsidRPr="005F7993">
        <w:rPr>
          <w:highlight w:val="yellow"/>
        </w:rPr>
        <w:t> </w:t>
      </w:r>
      <w:r w:rsidRPr="005F7993">
        <w:rPr>
          <w:color w:val="000000"/>
          <w:highlight w:val="yellow"/>
        </w:rPr>
        <w:fldChar w:fldCharType="end"/>
      </w:r>
      <w:r w:rsidRPr="005F7993">
        <w:rPr>
          <w:color w:val="000000"/>
        </w:rPr>
        <w:t xml:space="preserve">, číslo účtu: </w:t>
      </w:r>
      <w:r w:rsidR="005F7993" w:rsidRPr="005F7993">
        <w:rPr>
          <w:color w:val="000000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="005F7993" w:rsidRPr="005F7993">
        <w:rPr>
          <w:color w:val="000000"/>
          <w:highlight w:val="yellow"/>
        </w:rPr>
        <w:instrText xml:space="preserve"> FORMTEXT </w:instrText>
      </w:r>
      <w:r w:rsidR="005F7993" w:rsidRPr="005F7993">
        <w:rPr>
          <w:color w:val="000000"/>
          <w:highlight w:val="yellow"/>
        </w:rPr>
      </w:r>
      <w:r w:rsidR="005F7993" w:rsidRPr="005F7993">
        <w:rPr>
          <w:color w:val="000000"/>
          <w:highlight w:val="yellow"/>
        </w:rPr>
        <w:fldChar w:fldCharType="separate"/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color w:val="000000"/>
          <w:highlight w:val="yellow"/>
        </w:rPr>
        <w:fldChar w:fldCharType="end"/>
      </w:r>
    </w:p>
    <w:p w14:paraId="264064D5" w14:textId="49249FF0" w:rsidR="004B2772" w:rsidRPr="005F7993" w:rsidRDefault="004B2772" w:rsidP="005F7993">
      <w:pPr>
        <w:pStyle w:val="Odstavecseseznamem"/>
        <w:tabs>
          <w:tab w:val="left" w:pos="2977"/>
        </w:tabs>
        <w:ind w:left="1418"/>
        <w:rPr>
          <w:color w:val="000000"/>
        </w:rPr>
      </w:pPr>
      <w:r w:rsidRPr="005F7993">
        <w:rPr>
          <w:color w:val="000000"/>
        </w:rPr>
        <w:t>Korespondenční adresa:</w:t>
      </w:r>
      <w:r w:rsidRPr="005F7993">
        <w:rPr>
          <w:color w:val="000000"/>
        </w:rPr>
        <w:tab/>
      </w:r>
      <w:r w:rsidR="005F7993" w:rsidRPr="005F7993">
        <w:rPr>
          <w:color w:val="000000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="005F7993" w:rsidRPr="005F7993">
        <w:rPr>
          <w:color w:val="000000"/>
          <w:highlight w:val="yellow"/>
        </w:rPr>
        <w:instrText xml:space="preserve"> FORMTEXT </w:instrText>
      </w:r>
      <w:r w:rsidR="005F7993" w:rsidRPr="005F7993">
        <w:rPr>
          <w:color w:val="000000"/>
          <w:highlight w:val="yellow"/>
        </w:rPr>
      </w:r>
      <w:r w:rsidR="005F7993" w:rsidRPr="005F7993">
        <w:rPr>
          <w:color w:val="000000"/>
          <w:highlight w:val="yellow"/>
        </w:rPr>
        <w:fldChar w:fldCharType="separate"/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color w:val="000000"/>
          <w:highlight w:val="yellow"/>
        </w:rPr>
        <w:fldChar w:fldCharType="end"/>
      </w:r>
    </w:p>
    <w:p w14:paraId="0F691699" w14:textId="2C414749" w:rsidR="004B2772" w:rsidRPr="005F7993" w:rsidRDefault="004B2772" w:rsidP="005F7993">
      <w:pPr>
        <w:pStyle w:val="Odstavecseseznamem"/>
        <w:tabs>
          <w:tab w:val="left" w:pos="2977"/>
        </w:tabs>
        <w:ind w:left="1418"/>
        <w:rPr>
          <w:color w:val="000000"/>
        </w:rPr>
      </w:pPr>
      <w:r w:rsidRPr="005F7993">
        <w:rPr>
          <w:color w:val="000000"/>
        </w:rPr>
        <w:t xml:space="preserve">Kontaktní osoba:  </w:t>
      </w:r>
      <w:r w:rsidRPr="005F7993">
        <w:rPr>
          <w:color w:val="000000"/>
        </w:rPr>
        <w:tab/>
      </w:r>
      <w:r w:rsidR="005F7993" w:rsidRPr="005F7993">
        <w:rPr>
          <w:color w:val="000000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="005F7993" w:rsidRPr="005F7993">
        <w:rPr>
          <w:color w:val="000000"/>
          <w:highlight w:val="yellow"/>
        </w:rPr>
        <w:instrText xml:space="preserve"> FORMTEXT </w:instrText>
      </w:r>
      <w:r w:rsidR="005F7993" w:rsidRPr="005F7993">
        <w:rPr>
          <w:color w:val="000000"/>
          <w:highlight w:val="yellow"/>
        </w:rPr>
      </w:r>
      <w:r w:rsidR="005F7993" w:rsidRPr="005F7993">
        <w:rPr>
          <w:color w:val="000000"/>
          <w:highlight w:val="yellow"/>
        </w:rPr>
        <w:fldChar w:fldCharType="separate"/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color w:val="000000"/>
          <w:highlight w:val="yellow"/>
        </w:rPr>
        <w:fldChar w:fldCharType="end"/>
      </w:r>
      <w:r w:rsidRPr="005F7993">
        <w:rPr>
          <w:color w:val="000000"/>
        </w:rPr>
        <w:t xml:space="preserve">, tel. č.: </w:t>
      </w:r>
      <w:r w:rsidR="005F7993" w:rsidRPr="005F7993">
        <w:rPr>
          <w:color w:val="000000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="005F7993" w:rsidRPr="005F7993">
        <w:rPr>
          <w:color w:val="000000"/>
          <w:highlight w:val="yellow"/>
        </w:rPr>
        <w:instrText xml:space="preserve"> FORMTEXT </w:instrText>
      </w:r>
      <w:r w:rsidR="005F7993" w:rsidRPr="005F7993">
        <w:rPr>
          <w:color w:val="000000"/>
          <w:highlight w:val="yellow"/>
        </w:rPr>
      </w:r>
      <w:r w:rsidR="005F7993" w:rsidRPr="005F7993">
        <w:rPr>
          <w:color w:val="000000"/>
          <w:highlight w:val="yellow"/>
        </w:rPr>
        <w:fldChar w:fldCharType="separate"/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color w:val="000000"/>
          <w:highlight w:val="yellow"/>
        </w:rPr>
        <w:fldChar w:fldCharType="end"/>
      </w:r>
      <w:r w:rsidRPr="005F7993">
        <w:rPr>
          <w:color w:val="000000"/>
        </w:rPr>
        <w:t xml:space="preserve">, e-mail: </w:t>
      </w:r>
      <w:r w:rsidR="005F7993" w:rsidRPr="005F7993">
        <w:rPr>
          <w:color w:val="000000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="005F7993" w:rsidRPr="005F7993">
        <w:rPr>
          <w:color w:val="000000"/>
          <w:highlight w:val="yellow"/>
        </w:rPr>
        <w:instrText xml:space="preserve"> FORMTEXT </w:instrText>
      </w:r>
      <w:r w:rsidR="005F7993" w:rsidRPr="005F7993">
        <w:rPr>
          <w:color w:val="000000"/>
          <w:highlight w:val="yellow"/>
        </w:rPr>
      </w:r>
      <w:r w:rsidR="005F7993" w:rsidRPr="005F7993">
        <w:rPr>
          <w:color w:val="000000"/>
          <w:highlight w:val="yellow"/>
        </w:rPr>
        <w:fldChar w:fldCharType="separate"/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color w:val="000000"/>
          <w:highlight w:val="yellow"/>
        </w:rPr>
        <w:fldChar w:fldCharType="end"/>
      </w:r>
    </w:p>
    <w:p w14:paraId="4D94AF8B" w14:textId="29C79841" w:rsidR="004B2772" w:rsidRDefault="004B2772" w:rsidP="005F7993">
      <w:pPr>
        <w:pStyle w:val="Odstavecseseznamem"/>
        <w:tabs>
          <w:tab w:val="left" w:pos="2977"/>
        </w:tabs>
        <w:ind w:left="1418"/>
        <w:rPr>
          <w:color w:val="000000"/>
        </w:rPr>
      </w:pPr>
      <w:r w:rsidRPr="005F7993">
        <w:rPr>
          <w:color w:val="000000"/>
        </w:rPr>
        <w:t>Kontaktní osoba pro reklamace věcí</w:t>
      </w:r>
      <w:r w:rsidR="005F7993">
        <w:rPr>
          <w:color w:val="000000"/>
        </w:rPr>
        <w:t>/ kontaktní místo pro nahlášení poruch pro všechny komponenty dodávaného zboží</w:t>
      </w:r>
      <w:r w:rsidRPr="005F7993">
        <w:rPr>
          <w:color w:val="000000"/>
        </w:rPr>
        <w:t>:</w:t>
      </w:r>
      <w:r w:rsidRPr="005F7993">
        <w:rPr>
          <w:color w:val="000000"/>
        </w:rPr>
        <w:tab/>
      </w:r>
      <w:r w:rsidR="005F7993" w:rsidRPr="005F7993">
        <w:rPr>
          <w:color w:val="000000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="005F7993" w:rsidRPr="005F7993">
        <w:rPr>
          <w:color w:val="000000"/>
          <w:highlight w:val="yellow"/>
        </w:rPr>
        <w:instrText xml:space="preserve"> FORMTEXT </w:instrText>
      </w:r>
      <w:r w:rsidR="005F7993" w:rsidRPr="005F7993">
        <w:rPr>
          <w:color w:val="000000"/>
          <w:highlight w:val="yellow"/>
        </w:rPr>
      </w:r>
      <w:r w:rsidR="005F7993" w:rsidRPr="005F7993">
        <w:rPr>
          <w:color w:val="000000"/>
          <w:highlight w:val="yellow"/>
        </w:rPr>
        <w:fldChar w:fldCharType="separate"/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color w:val="000000"/>
          <w:highlight w:val="yellow"/>
        </w:rPr>
        <w:fldChar w:fldCharType="end"/>
      </w:r>
      <w:r w:rsidRPr="005F7993">
        <w:rPr>
          <w:color w:val="000000"/>
        </w:rPr>
        <w:t xml:space="preserve">, tel. č.: </w:t>
      </w:r>
      <w:r w:rsidR="005F7993" w:rsidRPr="005F7993">
        <w:rPr>
          <w:color w:val="000000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="005F7993" w:rsidRPr="005F7993">
        <w:rPr>
          <w:color w:val="000000"/>
          <w:highlight w:val="yellow"/>
        </w:rPr>
        <w:instrText xml:space="preserve"> FORMTEXT </w:instrText>
      </w:r>
      <w:r w:rsidR="005F7993" w:rsidRPr="005F7993">
        <w:rPr>
          <w:color w:val="000000"/>
          <w:highlight w:val="yellow"/>
        </w:rPr>
      </w:r>
      <w:r w:rsidR="005F7993" w:rsidRPr="005F7993">
        <w:rPr>
          <w:color w:val="000000"/>
          <w:highlight w:val="yellow"/>
        </w:rPr>
        <w:fldChar w:fldCharType="separate"/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color w:val="000000"/>
          <w:highlight w:val="yellow"/>
        </w:rPr>
        <w:fldChar w:fldCharType="end"/>
      </w:r>
      <w:r w:rsidRPr="005F7993">
        <w:rPr>
          <w:color w:val="000000"/>
        </w:rPr>
        <w:t xml:space="preserve">, e-mail: </w:t>
      </w:r>
      <w:r w:rsidR="005F7993" w:rsidRPr="005F7993">
        <w:rPr>
          <w:color w:val="000000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="005F7993" w:rsidRPr="005F7993">
        <w:rPr>
          <w:color w:val="000000"/>
          <w:highlight w:val="yellow"/>
        </w:rPr>
        <w:instrText xml:space="preserve"> FORMTEXT </w:instrText>
      </w:r>
      <w:r w:rsidR="005F7993" w:rsidRPr="005F7993">
        <w:rPr>
          <w:color w:val="000000"/>
          <w:highlight w:val="yellow"/>
        </w:rPr>
      </w:r>
      <w:r w:rsidR="005F7993" w:rsidRPr="005F7993">
        <w:rPr>
          <w:color w:val="000000"/>
          <w:highlight w:val="yellow"/>
        </w:rPr>
        <w:fldChar w:fldCharType="separate"/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color w:val="000000"/>
          <w:highlight w:val="yellow"/>
        </w:rPr>
        <w:fldChar w:fldCharType="end"/>
      </w:r>
    </w:p>
    <w:p w14:paraId="6FBDDEE4" w14:textId="2AEB8742" w:rsidR="005F7993" w:rsidRDefault="005F7993" w:rsidP="005F7993">
      <w:pPr>
        <w:numPr>
          <w:ilvl w:val="1"/>
          <w:numId w:val="19"/>
        </w:numPr>
        <w:tabs>
          <w:tab w:val="left" w:pos="340"/>
        </w:tabs>
        <w:spacing w:line="280" w:lineRule="atLeast"/>
      </w:pPr>
      <w:r>
        <w:lastRenderedPageBreak/>
        <w:t xml:space="preserve">Čl. </w:t>
      </w:r>
      <w:proofErr w:type="gramStart"/>
      <w:r>
        <w:t>5.3. návrhu</w:t>
      </w:r>
      <w:proofErr w:type="gramEnd"/>
      <w:r>
        <w:t xml:space="preserve"> smlouvy: e-mail pro vyrozumění o zveřejnění smlouvy v registru smluv</w:t>
      </w:r>
    </w:p>
    <w:p w14:paraId="25F9C2CB" w14:textId="138E61D2" w:rsidR="005F7993" w:rsidRPr="005F7993" w:rsidRDefault="005F7993" w:rsidP="005F7993">
      <w:pPr>
        <w:tabs>
          <w:tab w:val="left" w:pos="340"/>
        </w:tabs>
        <w:spacing w:line="280" w:lineRule="atLeast"/>
        <w:ind w:left="1443"/>
      </w:pPr>
      <w:r w:rsidRPr="005F7993">
        <w:rPr>
          <w:color w:val="000000"/>
          <w:sz w:val="24"/>
          <w:szCs w:val="24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5F7993">
        <w:rPr>
          <w:color w:val="000000"/>
          <w:sz w:val="24"/>
          <w:szCs w:val="24"/>
          <w:highlight w:val="yellow"/>
        </w:rPr>
        <w:instrText xml:space="preserve"> FORMTEXT </w:instrText>
      </w:r>
      <w:r w:rsidRPr="005F7993">
        <w:rPr>
          <w:color w:val="000000"/>
          <w:sz w:val="24"/>
          <w:szCs w:val="24"/>
          <w:highlight w:val="yellow"/>
        </w:rPr>
      </w:r>
      <w:r w:rsidRPr="005F7993">
        <w:rPr>
          <w:color w:val="000000"/>
          <w:sz w:val="24"/>
          <w:szCs w:val="24"/>
          <w:highlight w:val="yellow"/>
        </w:rPr>
        <w:fldChar w:fldCharType="separate"/>
      </w:r>
      <w:r w:rsidRPr="005F7993">
        <w:rPr>
          <w:highlight w:val="yellow"/>
        </w:rPr>
        <w:t> </w:t>
      </w:r>
      <w:r w:rsidRPr="005F7993">
        <w:rPr>
          <w:highlight w:val="yellow"/>
        </w:rPr>
        <w:t> </w:t>
      </w:r>
      <w:r w:rsidRPr="005F7993">
        <w:rPr>
          <w:highlight w:val="yellow"/>
        </w:rPr>
        <w:t> </w:t>
      </w:r>
      <w:r w:rsidRPr="005F7993">
        <w:rPr>
          <w:highlight w:val="yellow"/>
        </w:rPr>
        <w:t> </w:t>
      </w:r>
      <w:r w:rsidRPr="005F7993">
        <w:rPr>
          <w:highlight w:val="yellow"/>
        </w:rPr>
        <w:t> </w:t>
      </w:r>
      <w:r w:rsidRPr="005F7993">
        <w:rPr>
          <w:color w:val="000000"/>
          <w:sz w:val="24"/>
          <w:szCs w:val="24"/>
          <w:highlight w:val="yellow"/>
        </w:rPr>
        <w:fldChar w:fldCharType="end"/>
      </w:r>
    </w:p>
    <w:p w14:paraId="48B877F4" w14:textId="21501A10" w:rsidR="004B2772" w:rsidRPr="00F504F3" w:rsidRDefault="005F7993" w:rsidP="004C6AF4">
      <w:pPr>
        <w:tabs>
          <w:tab w:val="left" w:pos="340"/>
        </w:tabs>
        <w:spacing w:line="280" w:lineRule="atLeast"/>
        <w:ind w:left="851"/>
      </w:pPr>
      <w:r>
        <w:t>Tyto výše uvedené informace budou doplněny do smlouvy uzavírané smlouvy s vybraným dodavatelem.</w:t>
      </w:r>
    </w:p>
    <w:p w14:paraId="0406362C" w14:textId="77777777" w:rsidR="002F0084" w:rsidRDefault="00D31552" w:rsidP="00BB3C80">
      <w:pPr>
        <w:pStyle w:val="Nadpis1"/>
      </w:pPr>
      <w:r w:rsidRPr="00157035">
        <w:t>údaje pro hodnocení</w:t>
      </w:r>
    </w:p>
    <w:p w14:paraId="7D58F3F2" w14:textId="77777777" w:rsidR="002F0084" w:rsidRPr="0016245B" w:rsidRDefault="007E0686" w:rsidP="002D15FE">
      <w:pPr>
        <w:ind w:left="426"/>
      </w:pPr>
      <w:r>
        <w:rPr>
          <w:lang w:eastAsia="x-none"/>
        </w:rPr>
        <w:t>Účastník</w:t>
      </w:r>
      <w:r w:rsidR="002F0084">
        <w:rPr>
          <w:lang w:eastAsia="x-none"/>
        </w:rPr>
        <w:t xml:space="preserve"> čestně prohlašuje, že následující údaje považuje za rozhodné pro hodnocení. </w:t>
      </w: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5098"/>
        <w:gridCol w:w="4111"/>
      </w:tblGrid>
      <w:tr w:rsidR="004B2772" w14:paraId="76D7F68D" w14:textId="77777777" w:rsidTr="004B2772">
        <w:trPr>
          <w:trHeight w:val="489"/>
        </w:trPr>
        <w:tc>
          <w:tcPr>
            <w:tcW w:w="5098" w:type="dxa"/>
            <w:vAlign w:val="center"/>
          </w:tcPr>
          <w:p w14:paraId="308BE15E" w14:textId="77777777" w:rsidR="004B2772" w:rsidRPr="00705DBF" w:rsidRDefault="004B2772" w:rsidP="0063015B">
            <w:pPr>
              <w:spacing w:before="60" w:after="60"/>
              <w:jc w:val="left"/>
              <w:rPr>
                <w:b/>
              </w:rPr>
            </w:pPr>
          </w:p>
        </w:tc>
        <w:tc>
          <w:tcPr>
            <w:tcW w:w="4111" w:type="dxa"/>
          </w:tcPr>
          <w:p w14:paraId="321BFD7A" w14:textId="77777777" w:rsidR="004B2772" w:rsidRDefault="004B2772" w:rsidP="007E0686">
            <w:pPr>
              <w:spacing w:before="60" w:after="60"/>
              <w:jc w:val="left"/>
              <w:rPr>
                <w:b/>
              </w:rPr>
            </w:pPr>
            <w:r>
              <w:rPr>
                <w:b/>
              </w:rPr>
              <w:t>Nabídka účastníka</w:t>
            </w:r>
          </w:p>
        </w:tc>
      </w:tr>
      <w:tr w:rsidR="004B2772" w14:paraId="25B745A9" w14:textId="77777777" w:rsidTr="004B2772">
        <w:trPr>
          <w:trHeight w:val="662"/>
        </w:trPr>
        <w:tc>
          <w:tcPr>
            <w:tcW w:w="5098" w:type="dxa"/>
            <w:vAlign w:val="center"/>
          </w:tcPr>
          <w:p w14:paraId="561A84A2" w14:textId="7241FDDD" w:rsidR="004B2772" w:rsidRPr="00F504F3" w:rsidRDefault="004B2772" w:rsidP="0063015B">
            <w:pPr>
              <w:spacing w:before="60" w:after="60"/>
              <w:jc w:val="left"/>
            </w:pPr>
            <w:r w:rsidRPr="0014445D">
              <w:rPr>
                <w:b/>
                <w:sz w:val="24"/>
              </w:rPr>
              <w:t>Celková výše nabídkové ceny</w:t>
            </w:r>
          </w:p>
        </w:tc>
        <w:tc>
          <w:tcPr>
            <w:tcW w:w="4111" w:type="dxa"/>
            <w:vAlign w:val="center"/>
          </w:tcPr>
          <w:p w14:paraId="242B21AA" w14:textId="77777777" w:rsidR="004B2772" w:rsidRPr="00F32F90" w:rsidRDefault="00F85BB9" w:rsidP="00F504F3">
            <w:pPr>
              <w:tabs>
                <w:tab w:val="left" w:pos="2204"/>
              </w:tabs>
              <w:spacing w:before="60" w:after="60"/>
              <w:jc w:val="left"/>
              <w:rPr>
                <w:b/>
              </w:rPr>
            </w:pPr>
            <w:sdt>
              <w:sdtPr>
                <w:rPr>
                  <w:b/>
                  <w:sz w:val="24"/>
                </w:rPr>
                <w:id w:val="228892675"/>
                <w:placeholder>
                  <w:docPart w:val="2D6907B39A314DDCAA925C113AF2F70D"/>
                </w:placeholder>
                <w:showingPlcHdr/>
              </w:sdtPr>
              <w:sdtEndPr/>
              <w:sdtContent>
                <w:r w:rsidR="004B2772" w:rsidRPr="004B2772">
                  <w:rPr>
                    <w:rStyle w:val="Zstupntext"/>
                    <w:b/>
                    <w:sz w:val="24"/>
                    <w:shd w:val="clear" w:color="auto" w:fill="FFFF00"/>
                  </w:rPr>
                  <w:t>0000</w:t>
                </w:r>
              </w:sdtContent>
            </w:sdt>
            <w:r w:rsidR="004B2772" w:rsidRPr="004B2772">
              <w:rPr>
                <w:b/>
                <w:sz w:val="24"/>
              </w:rPr>
              <w:t xml:space="preserve"> Kč bez DPH</w:t>
            </w:r>
            <w:r w:rsidR="004B2772" w:rsidRPr="004B2772">
              <w:rPr>
                <w:b/>
                <w:sz w:val="24"/>
              </w:rPr>
              <w:tab/>
            </w:r>
          </w:p>
        </w:tc>
      </w:tr>
    </w:tbl>
    <w:p w14:paraId="25C765E4" w14:textId="40F00760" w:rsidR="00157035" w:rsidRDefault="00AE11B4" w:rsidP="007957EF">
      <w:pPr>
        <w:pStyle w:val="Nadpis1"/>
      </w:pPr>
      <w:r w:rsidRPr="00F504F3">
        <w:t>kvalifikacE</w:t>
      </w:r>
    </w:p>
    <w:tbl>
      <w:tblPr>
        <w:tblStyle w:val="Mkatabulky3"/>
        <w:tblW w:w="9597" w:type="dxa"/>
        <w:tblInd w:w="-34" w:type="dxa"/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597"/>
      </w:tblGrid>
      <w:tr w:rsidR="005B0EEA" w14:paraId="4237AEB3" w14:textId="77777777" w:rsidTr="002D15FE">
        <w:trPr>
          <w:trHeight w:val="510"/>
        </w:trPr>
        <w:tc>
          <w:tcPr>
            <w:tcW w:w="9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278F5EE1" w14:textId="0543DEAF" w:rsidR="005B0EEA" w:rsidRDefault="00F85BB9" w:rsidP="007957EF">
            <w:pPr>
              <w:tabs>
                <w:tab w:val="left" w:pos="600"/>
              </w:tabs>
              <w:jc w:val="left"/>
              <w:rPr>
                <w:rFonts w:eastAsiaTheme="minorHAnsi"/>
                <w:b/>
              </w:rPr>
            </w:pPr>
            <w:sdt>
              <w:sdtPr>
                <w:rPr>
                  <w:rFonts w:eastAsiaTheme="minorHAnsi"/>
                  <w:b/>
                </w:rPr>
                <w:id w:val="-2031405773"/>
                <w:placeholder>
                  <w:docPart w:val="BC826D38940D4EBB9597E02DE3C26A3B"/>
                </w:placeholder>
              </w:sdtPr>
              <w:sdtEndPr/>
              <w:sdtContent>
                <w:r w:rsidR="007957EF">
                  <w:rPr>
                    <w:rFonts w:eastAsiaTheme="minorHAnsi"/>
                    <w:b/>
                  </w:rPr>
                  <w:t>Základní způsobilost</w:t>
                </w:r>
              </w:sdtContent>
            </w:sdt>
          </w:p>
        </w:tc>
      </w:tr>
      <w:tr w:rsidR="005B0EEA" w14:paraId="6E9C9418" w14:textId="77777777" w:rsidTr="002D15FE">
        <w:trPr>
          <w:trHeight w:val="510"/>
        </w:trPr>
        <w:tc>
          <w:tcPr>
            <w:tcW w:w="9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6E1AE" w14:textId="7E763CBE" w:rsidR="005B0EEA" w:rsidRPr="007957EF" w:rsidRDefault="007957EF" w:rsidP="00FB7CEB">
            <w:pPr>
              <w:jc w:val="left"/>
            </w:pPr>
            <w:r>
              <w:t xml:space="preserve">Čestně prohlašuji, že jsem způsobilým ve smyslu </w:t>
            </w:r>
            <w:r w:rsidRPr="007957EF">
              <w:t>§ 74 odst. 1 ZZVZ</w:t>
            </w:r>
            <w:r>
              <w:t xml:space="preserve"> </w:t>
            </w:r>
          </w:p>
        </w:tc>
      </w:tr>
    </w:tbl>
    <w:p w14:paraId="242F70A2" w14:textId="19B7CF66" w:rsidR="00AB7977" w:rsidRDefault="00AB7977" w:rsidP="00AB7977">
      <w:r>
        <w:t>* Dokument je nutné přiložit k formuláři nabídky jako samostatnou přílohu</w:t>
      </w:r>
      <w:r w:rsidR="00302C1E">
        <w:t>.</w:t>
      </w:r>
    </w:p>
    <w:p w14:paraId="03D43C29" w14:textId="77777777" w:rsidR="00B640A4" w:rsidRDefault="00B640A4" w:rsidP="00DD1133"/>
    <w:p w14:paraId="2A72CBA3" w14:textId="7C312137" w:rsidR="005B0EEA" w:rsidRDefault="00B640A4" w:rsidP="00DD1133">
      <w:r>
        <w:t>V </w: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instrText xml:space="preserve"> FORMTEXT </w:instrTex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fldChar w:fldCharType="separate"/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t> </w: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t> </w: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t> </w: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t> </w: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t> </w: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fldChar w:fldCharType="end"/>
      </w:r>
      <w:r>
        <w:t xml:space="preserve"> dne </w: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instrText xml:space="preserve"> FORMTEXT </w:instrTex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fldChar w:fldCharType="separate"/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t> </w: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t> </w: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t> </w: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t> </w: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t> </w: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fldChar w:fldCharType="end"/>
      </w:r>
    </w:p>
    <w:p w14:paraId="6D9C91ED" w14:textId="59CEF4F0" w:rsidR="00361DE4" w:rsidRDefault="00361DE4" w:rsidP="002D15FE">
      <w:pPr>
        <w:spacing w:before="240"/>
      </w:pPr>
      <w:r>
        <w:t>Vyhotovil:</w:t>
      </w:r>
      <w:r w:rsidR="00157035">
        <w:t xml:space="preserve"> </w:t>
      </w:r>
      <w:sdt>
        <w:sdtPr>
          <w:id w:val="-1614823703"/>
          <w:placeholder>
            <w:docPart w:val="0EDAC4D187DA4C23AE900EF95C1FD07D"/>
          </w:placeholder>
          <w:showingPlcHdr/>
        </w:sdtPr>
        <w:sdtEndPr/>
        <w:sdtContent>
          <w:r w:rsidR="00B640A4" w:rsidRPr="00064491">
            <w:rPr>
              <w:rStyle w:val="Zstupntext"/>
              <w:rFonts w:eastAsia="Calibri"/>
              <w:highlight w:val="yellow"/>
            </w:rPr>
            <w:t>Jméno, funkce</w:t>
          </w:r>
        </w:sdtContent>
      </w:sdt>
      <w:r w:rsidR="00157035">
        <w:t xml:space="preserve"> Podpis: ……………………..</w:t>
      </w:r>
    </w:p>
    <w:p w14:paraId="2A97107C" w14:textId="77777777" w:rsidR="00157035" w:rsidRDefault="00157035" w:rsidP="00DD1133"/>
    <w:sectPr w:rsidR="00157035" w:rsidSect="007957EF">
      <w:footerReference w:type="default" r:id="rId8"/>
      <w:headerReference w:type="first" r:id="rId9"/>
      <w:footerReference w:type="first" r:id="rId10"/>
      <w:pgSz w:w="11906" w:h="16838"/>
      <w:pgMar w:top="1417" w:right="1133" w:bottom="198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CB036B" w14:textId="77777777" w:rsidR="00F85BB9" w:rsidRDefault="00F85BB9" w:rsidP="00EE2E6A">
      <w:pPr>
        <w:spacing w:before="0" w:after="0"/>
      </w:pPr>
      <w:r>
        <w:separator/>
      </w:r>
    </w:p>
  </w:endnote>
  <w:endnote w:type="continuationSeparator" w:id="0">
    <w:p w14:paraId="17456C8D" w14:textId="77777777" w:rsidR="00F85BB9" w:rsidRDefault="00F85BB9" w:rsidP="00EE2E6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2C7CD2" w14:textId="6F132E82" w:rsidR="00EE2E6A" w:rsidRPr="00C40633" w:rsidRDefault="00EE2E6A" w:rsidP="00EE2E6A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left"/>
      <w:rPr>
        <w:sz w:val="16"/>
        <w:szCs w:val="16"/>
      </w:rPr>
    </w:pPr>
    <w:r>
      <w:rPr>
        <w:bCs/>
        <w:sz w:val="16"/>
        <w:szCs w:val="16"/>
      </w:rPr>
      <w:t>Formulář nabídky</w:t>
    </w:r>
    <w:r w:rsidRPr="00C40633">
      <w:rPr>
        <w:bCs/>
        <w:sz w:val="16"/>
        <w:szCs w:val="16"/>
      </w:rPr>
      <w:t xml:space="preserve"> </w:t>
    </w:r>
    <w:r w:rsidRPr="00C40633">
      <w:rPr>
        <w:bCs/>
        <w:sz w:val="16"/>
        <w:szCs w:val="16"/>
      </w:rPr>
      <w:tab/>
    </w:r>
    <w:r w:rsidRPr="00C40633">
      <w:rPr>
        <w:bCs/>
        <w:sz w:val="16"/>
        <w:szCs w:val="16"/>
      </w:rPr>
      <w:tab/>
    </w:r>
  </w:p>
  <w:p w14:paraId="152A6898" w14:textId="694B5307" w:rsidR="00EE2E6A" w:rsidRPr="00EE2E6A" w:rsidRDefault="00EE2E6A" w:rsidP="00EE2E6A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left"/>
      <w:rPr>
        <w:sz w:val="16"/>
        <w:szCs w:val="16"/>
        <w:highlight w:val="green"/>
      </w:rPr>
    </w:pPr>
    <w:r w:rsidRPr="00C40633">
      <w:rPr>
        <w:sz w:val="16"/>
        <w:szCs w:val="16"/>
      </w:rPr>
      <w:tab/>
    </w:r>
    <w:r w:rsidRPr="00C40633">
      <w:rPr>
        <w:sz w:val="16"/>
        <w:szCs w:val="16"/>
      </w:rPr>
      <w:tab/>
      <w:t xml:space="preserve">Strana </w:t>
    </w:r>
    <w:r w:rsidRPr="00C40633">
      <w:rPr>
        <w:sz w:val="16"/>
        <w:szCs w:val="16"/>
      </w:rPr>
      <w:fldChar w:fldCharType="begin"/>
    </w:r>
    <w:r w:rsidRPr="00C40633">
      <w:rPr>
        <w:sz w:val="16"/>
        <w:szCs w:val="16"/>
      </w:rPr>
      <w:instrText xml:space="preserve"> PAGE </w:instrText>
    </w:r>
    <w:r w:rsidRPr="00C40633">
      <w:rPr>
        <w:sz w:val="16"/>
        <w:szCs w:val="16"/>
      </w:rPr>
      <w:fldChar w:fldCharType="separate"/>
    </w:r>
    <w:r w:rsidR="009423F7">
      <w:rPr>
        <w:noProof/>
        <w:sz w:val="16"/>
        <w:szCs w:val="16"/>
      </w:rPr>
      <w:t>3</w:t>
    </w:r>
    <w:r w:rsidRPr="00C40633">
      <w:rPr>
        <w:sz w:val="16"/>
        <w:szCs w:val="16"/>
      </w:rPr>
      <w:fldChar w:fldCharType="end"/>
    </w:r>
    <w:r w:rsidRPr="00C40633">
      <w:rPr>
        <w:sz w:val="16"/>
        <w:szCs w:val="16"/>
      </w:rPr>
      <w:t xml:space="preserve"> (celkem </w:t>
    </w:r>
    <w:r w:rsidRPr="00C40633">
      <w:rPr>
        <w:sz w:val="16"/>
        <w:szCs w:val="16"/>
      </w:rPr>
      <w:fldChar w:fldCharType="begin"/>
    </w:r>
    <w:r w:rsidRPr="00C40633">
      <w:rPr>
        <w:sz w:val="16"/>
        <w:szCs w:val="16"/>
      </w:rPr>
      <w:instrText xml:space="preserve"> NUMPAGES </w:instrText>
    </w:r>
    <w:r w:rsidRPr="00C40633">
      <w:rPr>
        <w:sz w:val="16"/>
        <w:szCs w:val="16"/>
      </w:rPr>
      <w:fldChar w:fldCharType="separate"/>
    </w:r>
    <w:r w:rsidR="009423F7">
      <w:rPr>
        <w:noProof/>
        <w:sz w:val="16"/>
        <w:szCs w:val="16"/>
      </w:rPr>
      <w:t>3</w:t>
    </w:r>
    <w:r w:rsidRPr="00C40633">
      <w:rPr>
        <w:sz w:val="16"/>
        <w:szCs w:val="16"/>
      </w:rPr>
      <w:fldChar w:fldCharType="end"/>
    </w:r>
    <w:r w:rsidRPr="00C40633">
      <w:rPr>
        <w:sz w:val="16"/>
        <w:szCs w:val="16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6778B5" w14:textId="7204B991" w:rsidR="00EE2E6A" w:rsidRPr="00C40633" w:rsidRDefault="00EE2E6A" w:rsidP="00EE2E6A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left"/>
      <w:rPr>
        <w:sz w:val="16"/>
        <w:szCs w:val="16"/>
      </w:rPr>
    </w:pPr>
    <w:r>
      <w:rPr>
        <w:bCs/>
        <w:sz w:val="16"/>
        <w:szCs w:val="16"/>
      </w:rPr>
      <w:t>Formulář nabídky</w:t>
    </w:r>
    <w:r w:rsidRPr="00C40633">
      <w:rPr>
        <w:bCs/>
        <w:sz w:val="16"/>
        <w:szCs w:val="16"/>
      </w:rPr>
      <w:t xml:space="preserve"> </w:t>
    </w:r>
    <w:r w:rsidRPr="00C40633">
      <w:rPr>
        <w:bCs/>
        <w:sz w:val="16"/>
        <w:szCs w:val="16"/>
      </w:rPr>
      <w:tab/>
    </w:r>
    <w:r w:rsidRPr="00C40633">
      <w:rPr>
        <w:bCs/>
        <w:sz w:val="16"/>
        <w:szCs w:val="16"/>
      </w:rPr>
      <w:tab/>
    </w:r>
  </w:p>
  <w:p w14:paraId="41FAE429" w14:textId="2529AC1D" w:rsidR="00EE2E6A" w:rsidRPr="00EE2E6A" w:rsidRDefault="00EE2E6A" w:rsidP="00EE2E6A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left"/>
      <w:rPr>
        <w:sz w:val="16"/>
        <w:szCs w:val="16"/>
        <w:highlight w:val="green"/>
      </w:rPr>
    </w:pPr>
    <w:r w:rsidRPr="00C40633">
      <w:rPr>
        <w:sz w:val="16"/>
        <w:szCs w:val="16"/>
      </w:rPr>
      <w:tab/>
    </w:r>
    <w:r w:rsidRPr="00C40633">
      <w:rPr>
        <w:sz w:val="16"/>
        <w:szCs w:val="16"/>
      </w:rPr>
      <w:tab/>
      <w:t xml:space="preserve">Strana </w:t>
    </w:r>
    <w:r w:rsidRPr="00C40633">
      <w:rPr>
        <w:sz w:val="16"/>
        <w:szCs w:val="16"/>
      </w:rPr>
      <w:fldChar w:fldCharType="begin"/>
    </w:r>
    <w:r w:rsidRPr="00C40633">
      <w:rPr>
        <w:sz w:val="16"/>
        <w:szCs w:val="16"/>
      </w:rPr>
      <w:instrText xml:space="preserve"> PAGE </w:instrText>
    </w:r>
    <w:r w:rsidRPr="00C40633">
      <w:rPr>
        <w:sz w:val="16"/>
        <w:szCs w:val="16"/>
      </w:rPr>
      <w:fldChar w:fldCharType="separate"/>
    </w:r>
    <w:r w:rsidR="009423F7">
      <w:rPr>
        <w:noProof/>
        <w:sz w:val="16"/>
        <w:szCs w:val="16"/>
      </w:rPr>
      <w:t>1</w:t>
    </w:r>
    <w:r w:rsidRPr="00C40633">
      <w:rPr>
        <w:sz w:val="16"/>
        <w:szCs w:val="16"/>
      </w:rPr>
      <w:fldChar w:fldCharType="end"/>
    </w:r>
    <w:r w:rsidRPr="00C40633">
      <w:rPr>
        <w:sz w:val="16"/>
        <w:szCs w:val="16"/>
      </w:rPr>
      <w:t xml:space="preserve"> (celkem </w:t>
    </w:r>
    <w:r w:rsidRPr="00C40633">
      <w:rPr>
        <w:sz w:val="16"/>
        <w:szCs w:val="16"/>
      </w:rPr>
      <w:fldChar w:fldCharType="begin"/>
    </w:r>
    <w:r w:rsidRPr="00C40633">
      <w:rPr>
        <w:sz w:val="16"/>
        <w:szCs w:val="16"/>
      </w:rPr>
      <w:instrText xml:space="preserve"> NUMPAGES </w:instrText>
    </w:r>
    <w:r w:rsidRPr="00C40633">
      <w:rPr>
        <w:sz w:val="16"/>
        <w:szCs w:val="16"/>
      </w:rPr>
      <w:fldChar w:fldCharType="separate"/>
    </w:r>
    <w:r w:rsidR="009423F7">
      <w:rPr>
        <w:noProof/>
        <w:sz w:val="16"/>
        <w:szCs w:val="16"/>
      </w:rPr>
      <w:t>3</w:t>
    </w:r>
    <w:r w:rsidRPr="00C40633">
      <w:rPr>
        <w:sz w:val="16"/>
        <w:szCs w:val="16"/>
      </w:rPr>
      <w:fldChar w:fldCharType="end"/>
    </w:r>
    <w:r w:rsidRPr="00C40633">
      <w:rPr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72D061" w14:textId="77777777" w:rsidR="00F85BB9" w:rsidRDefault="00F85BB9" w:rsidP="00EE2E6A">
      <w:pPr>
        <w:spacing w:before="0" w:after="0"/>
      </w:pPr>
      <w:r>
        <w:separator/>
      </w:r>
    </w:p>
  </w:footnote>
  <w:footnote w:type="continuationSeparator" w:id="0">
    <w:p w14:paraId="38736597" w14:textId="77777777" w:rsidR="00F85BB9" w:rsidRDefault="00F85BB9" w:rsidP="00EE2E6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D41D82" w14:textId="071998ED" w:rsidR="00EE2E6A" w:rsidRDefault="00EE2E6A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1" layoutInCell="1" allowOverlap="1" wp14:anchorId="7C0C7D95" wp14:editId="063AB3E5">
          <wp:simplePos x="0" y="0"/>
          <wp:positionH relativeFrom="page">
            <wp:posOffset>899795</wp:posOffset>
          </wp:positionH>
          <wp:positionV relativeFrom="topMargin">
            <wp:posOffset>448945</wp:posOffset>
          </wp:positionV>
          <wp:extent cx="2908300" cy="116586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itek_law_cz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8300" cy="1165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75494"/>
    <w:multiLevelType w:val="hybridMultilevel"/>
    <w:tmpl w:val="E73EE94C"/>
    <w:lvl w:ilvl="0" w:tplc="CE4824B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FC0D55"/>
    <w:multiLevelType w:val="multilevel"/>
    <w:tmpl w:val="3642E10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3" w15:restartNumberingAfterBreak="0">
    <w:nsid w:val="27593B40"/>
    <w:multiLevelType w:val="hybridMultilevel"/>
    <w:tmpl w:val="27845336"/>
    <w:lvl w:ilvl="0" w:tplc="0405000F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9CC80A02">
      <w:numFmt w:val="bullet"/>
      <w:lvlText w:val="-"/>
      <w:lvlJc w:val="left"/>
      <w:pPr>
        <w:ind w:left="1485" w:hanging="360"/>
      </w:pPr>
      <w:rPr>
        <w:rFonts w:ascii="Arial Narrow" w:eastAsia="Times New Roman" w:hAnsi="Arial Narrow" w:cs="Times New Roman" w:hint="default"/>
        <w:sz w:val="22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2AD32899"/>
    <w:multiLevelType w:val="multilevel"/>
    <w:tmpl w:val="E95E3AF2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extpod2rove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pStyle w:val="Odrky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DF84A5B"/>
    <w:multiLevelType w:val="hybridMultilevel"/>
    <w:tmpl w:val="4DB8F222"/>
    <w:lvl w:ilvl="0" w:tplc="8416D8A8">
      <w:numFmt w:val="bullet"/>
      <w:lvlText w:val="-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7" w15:restartNumberingAfterBreak="0">
    <w:nsid w:val="3D5102A6"/>
    <w:multiLevelType w:val="multilevel"/>
    <w:tmpl w:val="5CEADBDA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576" w:hanging="576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8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9" w15:restartNumberingAfterBreak="0">
    <w:nsid w:val="4F3601CD"/>
    <w:multiLevelType w:val="hybridMultilevel"/>
    <w:tmpl w:val="4D36601E"/>
    <w:lvl w:ilvl="0" w:tplc="B8BED1C4">
      <w:start w:val="1"/>
      <w:numFmt w:val="lowerLetter"/>
      <w:lvlText w:val="%1)"/>
      <w:lvlJc w:val="left"/>
      <w:pPr>
        <w:ind w:left="723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0" w15:restartNumberingAfterBreak="0">
    <w:nsid w:val="52DF0A57"/>
    <w:multiLevelType w:val="hybridMultilevel"/>
    <w:tmpl w:val="B0B81DFE"/>
    <w:lvl w:ilvl="0" w:tplc="C81A34B6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11" w15:restartNumberingAfterBreak="0">
    <w:nsid w:val="61D622A3"/>
    <w:multiLevelType w:val="hybridMultilevel"/>
    <w:tmpl w:val="4D36601E"/>
    <w:lvl w:ilvl="0" w:tplc="B8BED1C4">
      <w:start w:val="1"/>
      <w:numFmt w:val="lowerLetter"/>
      <w:lvlText w:val="%1)"/>
      <w:lvlJc w:val="left"/>
      <w:pPr>
        <w:ind w:left="723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2" w15:restartNumberingAfterBreak="0">
    <w:nsid w:val="68FD7B89"/>
    <w:multiLevelType w:val="hybridMultilevel"/>
    <w:tmpl w:val="37B0C9D4"/>
    <w:lvl w:ilvl="0" w:tplc="04050001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13" w15:restartNumberingAfterBreak="0">
    <w:nsid w:val="6CE54B39"/>
    <w:multiLevelType w:val="hybridMultilevel"/>
    <w:tmpl w:val="8B9C48FA"/>
    <w:lvl w:ilvl="0" w:tplc="04050017">
      <w:start w:val="1"/>
      <w:numFmt w:val="lowerLetter"/>
      <w:lvlText w:val="%1)"/>
      <w:lvlJc w:val="left"/>
      <w:pPr>
        <w:ind w:left="2484" w:hanging="360"/>
      </w:pPr>
      <w:rPr>
        <w:rFonts w:hint="default"/>
        <w:b w:val="0"/>
        <w:i w:val="0"/>
        <w:sz w:val="22"/>
        <w:szCs w:val="22"/>
      </w:rPr>
    </w:lvl>
    <w:lvl w:ilvl="1" w:tplc="259A07BC">
      <w:start w:val="1"/>
      <w:numFmt w:val="decimal"/>
      <w:lvlText w:val="%2)"/>
      <w:lvlJc w:val="left"/>
      <w:pPr>
        <w:ind w:left="3204" w:hanging="360"/>
      </w:pPr>
      <w:rPr>
        <w:rFonts w:cs="Times New Roman" w:hint="default"/>
        <w:b w:val="0"/>
      </w:rPr>
    </w:lvl>
    <w:lvl w:ilvl="2" w:tplc="57E09892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C81A34B6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AB86B69E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hint="default"/>
      </w:rPr>
    </w:lvl>
    <w:lvl w:ilvl="5" w:tplc="62945554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CE6A39FA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A9F6AD6E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hint="default"/>
      </w:rPr>
    </w:lvl>
    <w:lvl w:ilvl="8" w:tplc="FF8E9B0C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4" w15:restartNumberingAfterBreak="0">
    <w:nsid w:val="708F75F5"/>
    <w:multiLevelType w:val="hybridMultilevel"/>
    <w:tmpl w:val="F5DE0E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8072D7"/>
    <w:multiLevelType w:val="hybridMultilevel"/>
    <w:tmpl w:val="E7EA7A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A11712"/>
    <w:multiLevelType w:val="hybridMultilevel"/>
    <w:tmpl w:val="872C1F34"/>
    <w:lvl w:ilvl="0" w:tplc="9B9A02A4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24C0430C">
      <w:start w:val="2"/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FE35D9"/>
    <w:multiLevelType w:val="hybridMultilevel"/>
    <w:tmpl w:val="EC46E25E"/>
    <w:lvl w:ilvl="0" w:tplc="C81A34B6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2"/>
  </w:num>
  <w:num w:numId="12">
    <w:abstractNumId w:val="17"/>
  </w:num>
  <w:num w:numId="13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0"/>
  </w:num>
  <w:num w:numId="15">
    <w:abstractNumId w:val="16"/>
  </w:num>
  <w:num w:numId="16">
    <w:abstractNumId w:val="10"/>
  </w:num>
  <w:num w:numId="17">
    <w:abstractNumId w:val="12"/>
  </w:num>
  <w:num w:numId="18">
    <w:abstractNumId w:val="4"/>
  </w:num>
  <w:num w:numId="19">
    <w:abstractNumId w:val="8"/>
  </w:num>
  <w:num w:numId="20">
    <w:abstractNumId w:val="5"/>
  </w:num>
  <w:num w:numId="21">
    <w:abstractNumId w:val="11"/>
  </w:num>
  <w:num w:numId="22">
    <w:abstractNumId w:val="4"/>
  </w:num>
  <w:num w:numId="23">
    <w:abstractNumId w:val="9"/>
  </w:num>
  <w:num w:numId="24">
    <w:abstractNumId w:val="14"/>
  </w:num>
  <w:num w:numId="25">
    <w:abstractNumId w:val="15"/>
  </w:num>
  <w:num w:numId="26">
    <w:abstractNumId w:val="3"/>
  </w:num>
  <w:num w:numId="27">
    <w:abstractNumId w:val="6"/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3"/>
  <w:documentProtection w:edit="forms" w:enforcement="1" w:cryptProviderType="rsaAES" w:cryptAlgorithmClass="hash" w:cryptAlgorithmType="typeAny" w:cryptAlgorithmSid="14" w:cryptSpinCount="100000" w:hash="mmgpQgLWdE2f1nEx4PSpWJbXbAyMQHiIFUttxHr0E5fHWXJ5F8M7S0J+RNX7lDRmoHoS8zd4bwI8wDkV5marDg==" w:salt="dOGociuZepxkW1PIMNkC1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9E2"/>
    <w:rsid w:val="00024752"/>
    <w:rsid w:val="0003386C"/>
    <w:rsid w:val="00064491"/>
    <w:rsid w:val="000922A9"/>
    <w:rsid w:val="0009388D"/>
    <w:rsid w:val="000956A1"/>
    <w:rsid w:val="000B6C0D"/>
    <w:rsid w:val="000E0BAA"/>
    <w:rsid w:val="00134592"/>
    <w:rsid w:val="001364D4"/>
    <w:rsid w:val="00143E97"/>
    <w:rsid w:val="0014445D"/>
    <w:rsid w:val="001514FA"/>
    <w:rsid w:val="00157035"/>
    <w:rsid w:val="0016245B"/>
    <w:rsid w:val="00174AF3"/>
    <w:rsid w:val="0018492F"/>
    <w:rsid w:val="001D083C"/>
    <w:rsid w:val="00200D36"/>
    <w:rsid w:val="00202CCF"/>
    <w:rsid w:val="002059E5"/>
    <w:rsid w:val="00280806"/>
    <w:rsid w:val="002A52F4"/>
    <w:rsid w:val="002B1FB5"/>
    <w:rsid w:val="002B4D78"/>
    <w:rsid w:val="002D15FE"/>
    <w:rsid w:val="002F0084"/>
    <w:rsid w:val="002F74B1"/>
    <w:rsid w:val="00302C1E"/>
    <w:rsid w:val="00313364"/>
    <w:rsid w:val="00331CB5"/>
    <w:rsid w:val="00357362"/>
    <w:rsid w:val="00361DE4"/>
    <w:rsid w:val="00385357"/>
    <w:rsid w:val="003F0348"/>
    <w:rsid w:val="00413DE0"/>
    <w:rsid w:val="004269E2"/>
    <w:rsid w:val="0043255C"/>
    <w:rsid w:val="00451A5A"/>
    <w:rsid w:val="00465733"/>
    <w:rsid w:val="00490678"/>
    <w:rsid w:val="004B2772"/>
    <w:rsid w:val="004B2994"/>
    <w:rsid w:val="004B4351"/>
    <w:rsid w:val="004C6AF4"/>
    <w:rsid w:val="004D2686"/>
    <w:rsid w:val="005244A4"/>
    <w:rsid w:val="005301D3"/>
    <w:rsid w:val="00541E01"/>
    <w:rsid w:val="005B0EEA"/>
    <w:rsid w:val="005F7993"/>
    <w:rsid w:val="006617F7"/>
    <w:rsid w:val="006A66F7"/>
    <w:rsid w:val="006B0192"/>
    <w:rsid w:val="006B2C36"/>
    <w:rsid w:val="006B4084"/>
    <w:rsid w:val="006C4E41"/>
    <w:rsid w:val="006D63CD"/>
    <w:rsid w:val="0070656B"/>
    <w:rsid w:val="00725AB5"/>
    <w:rsid w:val="00726B57"/>
    <w:rsid w:val="007528F5"/>
    <w:rsid w:val="0075367C"/>
    <w:rsid w:val="00756CA4"/>
    <w:rsid w:val="00762853"/>
    <w:rsid w:val="007957EF"/>
    <w:rsid w:val="007A4AC5"/>
    <w:rsid w:val="007B15E2"/>
    <w:rsid w:val="007C6239"/>
    <w:rsid w:val="007E0686"/>
    <w:rsid w:val="008272CB"/>
    <w:rsid w:val="008378A2"/>
    <w:rsid w:val="008558A0"/>
    <w:rsid w:val="00876A4D"/>
    <w:rsid w:val="008923D8"/>
    <w:rsid w:val="008C1880"/>
    <w:rsid w:val="008D786D"/>
    <w:rsid w:val="00936CB7"/>
    <w:rsid w:val="009423F7"/>
    <w:rsid w:val="00981818"/>
    <w:rsid w:val="009C0016"/>
    <w:rsid w:val="009E4824"/>
    <w:rsid w:val="009E6EBE"/>
    <w:rsid w:val="00AA34FE"/>
    <w:rsid w:val="00AA4BB8"/>
    <w:rsid w:val="00AB7977"/>
    <w:rsid w:val="00AC5EB7"/>
    <w:rsid w:val="00AC700A"/>
    <w:rsid w:val="00AE0389"/>
    <w:rsid w:val="00AE11B4"/>
    <w:rsid w:val="00AF27BF"/>
    <w:rsid w:val="00B23D9D"/>
    <w:rsid w:val="00B640A4"/>
    <w:rsid w:val="00B82B87"/>
    <w:rsid w:val="00BB3C80"/>
    <w:rsid w:val="00BB4A05"/>
    <w:rsid w:val="00BE7055"/>
    <w:rsid w:val="00C05F77"/>
    <w:rsid w:val="00C21669"/>
    <w:rsid w:val="00C42179"/>
    <w:rsid w:val="00C56159"/>
    <w:rsid w:val="00C71C46"/>
    <w:rsid w:val="00CC1405"/>
    <w:rsid w:val="00CC3B2A"/>
    <w:rsid w:val="00D01CCA"/>
    <w:rsid w:val="00D17091"/>
    <w:rsid w:val="00D22371"/>
    <w:rsid w:val="00D22A57"/>
    <w:rsid w:val="00D31552"/>
    <w:rsid w:val="00D863C3"/>
    <w:rsid w:val="00D96FAE"/>
    <w:rsid w:val="00DA4DF6"/>
    <w:rsid w:val="00DC0F29"/>
    <w:rsid w:val="00DD1133"/>
    <w:rsid w:val="00DD218B"/>
    <w:rsid w:val="00DD2B8B"/>
    <w:rsid w:val="00E300F2"/>
    <w:rsid w:val="00E355AE"/>
    <w:rsid w:val="00E51D09"/>
    <w:rsid w:val="00EE2E6A"/>
    <w:rsid w:val="00EE5A40"/>
    <w:rsid w:val="00EF7835"/>
    <w:rsid w:val="00F06351"/>
    <w:rsid w:val="00F32F90"/>
    <w:rsid w:val="00F504F3"/>
    <w:rsid w:val="00F643C6"/>
    <w:rsid w:val="00F85BB9"/>
    <w:rsid w:val="00F8697E"/>
    <w:rsid w:val="00F956C2"/>
    <w:rsid w:val="00F97311"/>
    <w:rsid w:val="00FB7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E976D"/>
  <w15:chartTrackingRefBased/>
  <w15:docId w15:val="{3D8E3B03-AEF3-4479-8805-46B1A01DA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Narrow" w:eastAsia="Times New Roman" w:hAnsi="Arial Narrow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E0389"/>
    <w:pPr>
      <w:spacing w:before="120" w:after="120"/>
      <w:jc w:val="both"/>
    </w:pPr>
  </w:style>
  <w:style w:type="paragraph" w:styleId="Nadpis1">
    <w:name w:val="heading 1"/>
    <w:aliases w:val="Clanek1_ZD"/>
    <w:basedOn w:val="Normln"/>
    <w:next w:val="Normln"/>
    <w:link w:val="Nadpis1Char"/>
    <w:autoRedefine/>
    <w:qFormat/>
    <w:rsid w:val="00BB3C80"/>
    <w:pPr>
      <w:keepNext/>
      <w:numPr>
        <w:numId w:val="10"/>
      </w:numPr>
      <w:spacing w:before="360"/>
      <w:ind w:left="426" w:hanging="357"/>
      <w:jc w:val="left"/>
      <w:outlineLvl w:val="0"/>
    </w:pPr>
    <w:rPr>
      <w:rFonts w:eastAsia="Calibri"/>
      <w:b/>
      <w:bCs/>
      <w:caps/>
      <w:kern w:val="32"/>
      <w:sz w:val="28"/>
      <w:lang w:val="x-none" w:eastAsia="x-none"/>
    </w:rPr>
  </w:style>
  <w:style w:type="paragraph" w:styleId="Nadpis2">
    <w:name w:val="heading 2"/>
    <w:aliases w:val="Clanek2_ZD"/>
    <w:basedOn w:val="Nadpis1"/>
    <w:next w:val="Normln"/>
    <w:link w:val="Nadpis2Char"/>
    <w:uiPriority w:val="99"/>
    <w:qFormat/>
    <w:rsid w:val="00D863C3"/>
    <w:pPr>
      <w:framePr w:wrap="notBeside" w:hAnchor="text"/>
      <w:numPr>
        <w:ilvl w:val="1"/>
        <w:numId w:val="1"/>
      </w:numPr>
      <w:spacing w:before="240"/>
      <w:outlineLvl w:val="1"/>
    </w:pPr>
    <w:rPr>
      <w:rFonts w:ascii="Cambria" w:hAnsi="Cambria" w:cs="Cambria"/>
      <w:i/>
      <w:iCs/>
      <w:caps w:val="0"/>
      <w:kern w:val="0"/>
    </w:rPr>
  </w:style>
  <w:style w:type="paragraph" w:styleId="Nadpis3">
    <w:name w:val="heading 3"/>
    <w:aliases w:val="Clanek3_ZD"/>
    <w:basedOn w:val="Nadpis2"/>
    <w:next w:val="Normln"/>
    <w:link w:val="Nadpis3Char"/>
    <w:uiPriority w:val="99"/>
    <w:qFormat/>
    <w:rsid w:val="00D863C3"/>
    <w:pPr>
      <w:framePr w:wrap="notBeside"/>
      <w:tabs>
        <w:tab w:val="left" w:pos="567"/>
        <w:tab w:val="left" w:pos="851"/>
        <w:tab w:val="left" w:pos="1134"/>
        <w:tab w:val="left" w:pos="2520"/>
      </w:tabs>
      <w:outlineLvl w:val="2"/>
    </w:pPr>
    <w:rPr>
      <w:i w:val="0"/>
      <w:iCs w:val="0"/>
      <w:sz w:val="26"/>
      <w:szCs w:val="26"/>
    </w:rPr>
  </w:style>
  <w:style w:type="paragraph" w:styleId="Nadpis4">
    <w:name w:val="heading 4"/>
    <w:basedOn w:val="Nadpis3"/>
    <w:next w:val="Normln"/>
    <w:link w:val="Nadpis4Char"/>
    <w:uiPriority w:val="99"/>
    <w:qFormat/>
    <w:rsid w:val="00D863C3"/>
    <w:pPr>
      <w:keepNext w:val="0"/>
      <w:framePr w:wrap="notBeside"/>
      <w:tabs>
        <w:tab w:val="clear" w:pos="567"/>
        <w:tab w:val="clear" w:pos="851"/>
        <w:tab w:val="clear" w:pos="1134"/>
        <w:tab w:val="clear" w:pos="2520"/>
      </w:tabs>
      <w:spacing w:before="0" w:after="0"/>
      <w:ind w:left="1134" w:hanging="340"/>
      <w:jc w:val="both"/>
      <w:outlineLvl w:val="3"/>
    </w:pPr>
    <w:rPr>
      <w:rFonts w:ascii="Calibri" w:hAnsi="Calibri" w:cs="Calibri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link w:val="Nadpis1"/>
    <w:rsid w:val="00BB3C80"/>
    <w:rPr>
      <w:rFonts w:eastAsia="Calibri"/>
      <w:b/>
      <w:bCs/>
      <w:caps/>
      <w:kern w:val="32"/>
      <w:sz w:val="28"/>
      <w:lang w:val="x-none" w:eastAsia="x-none"/>
    </w:rPr>
  </w:style>
  <w:style w:type="character" w:customStyle="1" w:styleId="Nadpis2Char">
    <w:name w:val="Nadpis 2 Char"/>
    <w:aliases w:val="Clanek2_ZD Char"/>
    <w:basedOn w:val="Standardnpsmoodstavce"/>
    <w:link w:val="Nadpis2"/>
    <w:uiPriority w:val="99"/>
    <w:rsid w:val="00D863C3"/>
    <w:rPr>
      <w:rFonts w:ascii="Cambria" w:eastAsia="Calibri" w:hAnsi="Cambria" w:cs="Cambria"/>
      <w:b/>
      <w:bCs/>
      <w:i/>
      <w:iCs/>
      <w:sz w:val="28"/>
      <w:lang w:val="x-none" w:eastAsia="x-none"/>
    </w:rPr>
  </w:style>
  <w:style w:type="character" w:customStyle="1" w:styleId="Nadpis3Char">
    <w:name w:val="Nadpis 3 Char"/>
    <w:aliases w:val="Clanek3_ZD Char"/>
    <w:basedOn w:val="Standardnpsmoodstavce"/>
    <w:link w:val="Nadpis3"/>
    <w:uiPriority w:val="99"/>
    <w:rsid w:val="00D863C3"/>
    <w:rPr>
      <w:rFonts w:ascii="Cambria" w:hAnsi="Cambria" w:cs="Cambria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rsid w:val="00D863C3"/>
    <w:rPr>
      <w:rFonts w:ascii="Calibri" w:hAnsi="Calibri" w:cs="Calibri"/>
      <w:b/>
      <w:bCs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D863C3"/>
    <w:pPr>
      <w:spacing w:before="0" w:after="0"/>
      <w:ind w:left="720"/>
      <w:jc w:val="left"/>
    </w:pPr>
    <w:rPr>
      <w:sz w:val="24"/>
      <w:szCs w:val="24"/>
      <w:lang w:eastAsia="cs-CZ"/>
    </w:rPr>
  </w:style>
  <w:style w:type="character" w:customStyle="1" w:styleId="Styl20">
    <w:name w:val="Styl20"/>
    <w:uiPriority w:val="1"/>
    <w:rsid w:val="002B1FB5"/>
    <w:rPr>
      <w:rFonts w:ascii="Arial Narrow" w:hAnsi="Arial Narrow"/>
      <w:sz w:val="22"/>
    </w:rPr>
  </w:style>
  <w:style w:type="paragraph" w:customStyle="1" w:styleId="Textpod2rove">
    <w:name w:val="Text pod 2. úroveň"/>
    <w:basedOn w:val="Normln"/>
    <w:link w:val="Textpod2roveChar"/>
    <w:qFormat/>
    <w:rsid w:val="00F06351"/>
    <w:pPr>
      <w:numPr>
        <w:ilvl w:val="1"/>
        <w:numId w:val="5"/>
      </w:numPr>
      <w:spacing w:before="0"/>
      <w:ind w:left="1956" w:hanging="425"/>
    </w:pPr>
    <w:rPr>
      <w:sz w:val="20"/>
      <w:szCs w:val="20"/>
    </w:rPr>
  </w:style>
  <w:style w:type="character" w:customStyle="1" w:styleId="Textpod2roveChar">
    <w:name w:val="Text pod 2. úroveň Char"/>
    <w:basedOn w:val="Standardnpsmoodstavce"/>
    <w:link w:val="Textpod2rove"/>
    <w:rsid w:val="00F06351"/>
    <w:rPr>
      <w:sz w:val="20"/>
      <w:szCs w:val="20"/>
    </w:rPr>
  </w:style>
  <w:style w:type="paragraph" w:customStyle="1" w:styleId="Odrky">
    <w:name w:val="Odrážky"/>
    <w:aliases w:val="2. úroveň"/>
    <w:basedOn w:val="Normln"/>
    <w:link w:val="OdrkyChar"/>
    <w:qFormat/>
    <w:rsid w:val="00F06351"/>
    <w:pPr>
      <w:numPr>
        <w:ilvl w:val="2"/>
        <w:numId w:val="10"/>
      </w:numPr>
    </w:pPr>
  </w:style>
  <w:style w:type="character" w:customStyle="1" w:styleId="OdrkyChar">
    <w:name w:val="Odrážky Char"/>
    <w:aliases w:val="2. úroveň Char"/>
    <w:basedOn w:val="Standardnpsmoodstavce"/>
    <w:link w:val="Odrky"/>
    <w:rsid w:val="00F06351"/>
  </w:style>
  <w:style w:type="paragraph" w:customStyle="1" w:styleId="1rove">
    <w:name w:val="1. úroveň"/>
    <w:basedOn w:val="Normln"/>
    <w:link w:val="1roveChar"/>
    <w:qFormat/>
    <w:rsid w:val="00F06351"/>
    <w:pPr>
      <w:ind w:left="981" w:hanging="624"/>
    </w:pPr>
  </w:style>
  <w:style w:type="character" w:customStyle="1" w:styleId="1roveChar">
    <w:name w:val="1. úroveň Char"/>
    <w:basedOn w:val="Standardnpsmoodstavce"/>
    <w:link w:val="1rove"/>
    <w:rsid w:val="00F06351"/>
  </w:style>
  <w:style w:type="paragraph" w:customStyle="1" w:styleId="Hlavnnadpis">
    <w:name w:val="Hlavní nadpis"/>
    <w:basedOn w:val="Nadpis4"/>
    <w:link w:val="HlavnnadpisChar"/>
    <w:autoRedefine/>
    <w:qFormat/>
    <w:rsid w:val="004269E2"/>
    <w:pPr>
      <w:framePr w:wrap="auto"/>
      <w:numPr>
        <w:ilvl w:val="0"/>
        <w:numId w:val="0"/>
      </w:numPr>
      <w:tabs>
        <w:tab w:val="left" w:pos="5580"/>
      </w:tabs>
      <w:spacing w:before="120" w:after="240"/>
      <w:jc w:val="center"/>
    </w:pPr>
    <w:rPr>
      <w:rFonts w:ascii="Arial Narrow" w:eastAsia="Times New Roman" w:hAnsi="Arial Narrow" w:cs="Times New Roman"/>
      <w:bCs w:val="0"/>
      <w:caps/>
      <w:sz w:val="32"/>
      <w:szCs w:val="32"/>
      <w:lang w:val="cs-CZ" w:eastAsia="en-US"/>
    </w:rPr>
  </w:style>
  <w:style w:type="character" w:customStyle="1" w:styleId="HlavnnadpisChar">
    <w:name w:val="Hlavní nadpis Char"/>
    <w:basedOn w:val="Nadpis4Char"/>
    <w:link w:val="Hlavnnadpis"/>
    <w:rsid w:val="004269E2"/>
    <w:rPr>
      <w:rFonts w:ascii="Calibri" w:hAnsi="Calibri" w:cs="Calibri"/>
      <w:b/>
      <w:bCs w:val="0"/>
      <w:caps/>
      <w:sz w:val="32"/>
      <w:szCs w:val="32"/>
    </w:rPr>
  </w:style>
  <w:style w:type="character" w:styleId="Zstupntext">
    <w:name w:val="Placeholder Text"/>
    <w:basedOn w:val="Standardnpsmoodstavce"/>
    <w:uiPriority w:val="99"/>
    <w:semiHidden/>
    <w:rsid w:val="004269E2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4269E2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99"/>
    <w:rsid w:val="00426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vtabulce">
    <w:name w:val="Text v tabulce"/>
    <w:basedOn w:val="Normln"/>
    <w:link w:val="TextvtabulceChar"/>
    <w:qFormat/>
    <w:rsid w:val="006C4E41"/>
    <w:pPr>
      <w:tabs>
        <w:tab w:val="left" w:pos="5580"/>
      </w:tabs>
      <w:spacing w:beforeLines="60" w:before="144" w:afterLines="60" w:after="144"/>
      <w:ind w:right="33"/>
      <w:jc w:val="left"/>
    </w:pPr>
    <w:rPr>
      <w:szCs w:val="24"/>
      <w:lang w:eastAsia="cs-CZ"/>
    </w:rPr>
  </w:style>
  <w:style w:type="character" w:customStyle="1" w:styleId="TextvtabulceChar">
    <w:name w:val="Text v tabulce Char"/>
    <w:basedOn w:val="Standardnpsmoodstavce"/>
    <w:link w:val="Textvtabulce"/>
    <w:rsid w:val="006C4E41"/>
    <w:rPr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B40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B408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B408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408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408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408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4084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2F0084"/>
  </w:style>
  <w:style w:type="character" w:styleId="Hypertextovodkaz">
    <w:name w:val="Hyperlink"/>
    <w:basedOn w:val="Standardnpsmoodstavce"/>
    <w:uiPriority w:val="99"/>
    <w:unhideWhenUsed/>
    <w:rsid w:val="00357362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E2E6A"/>
  </w:style>
  <w:style w:type="paragraph" w:styleId="Zpat">
    <w:name w:val="footer"/>
    <w:basedOn w:val="Normln"/>
    <w:link w:val="Zpat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E2E6A"/>
  </w:style>
  <w:style w:type="table" w:customStyle="1" w:styleId="Mkatabulky2">
    <w:name w:val="Mřížka tabulky2"/>
    <w:basedOn w:val="Normlntabulka"/>
    <w:next w:val="Mkatabulky"/>
    <w:uiPriority w:val="99"/>
    <w:rsid w:val="005B0EE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99"/>
    <w:rsid w:val="005B0EE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99"/>
    <w:rsid w:val="00302C1E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4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2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EDAC4D187DA4C23AE900EF95C1FD0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5BBD24-A5B0-4366-9891-9F650448F93B}"/>
      </w:docPartPr>
      <w:docPartBody>
        <w:p w:rsidR="00D64AD9" w:rsidRDefault="006A4CB6" w:rsidP="006A4CB6">
          <w:pPr>
            <w:pStyle w:val="0EDAC4D187DA4C23AE900EF95C1FD07D5"/>
          </w:pPr>
          <w:r w:rsidRPr="00064491">
            <w:rPr>
              <w:rStyle w:val="Zstupntext"/>
              <w:rFonts w:eastAsia="Calibri"/>
              <w:highlight w:val="yellow"/>
            </w:rPr>
            <w:t>Jméno, funkce</w:t>
          </w:r>
        </w:p>
      </w:docPartBody>
    </w:docPart>
    <w:docPart>
      <w:docPartPr>
        <w:name w:val="BC826D38940D4EBB9597E02DE3C26A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163995-4B07-4FD9-BB48-9ADF7C4FB457}"/>
      </w:docPartPr>
      <w:docPartBody>
        <w:p w:rsidR="009D1C6D" w:rsidRDefault="006A4CB6" w:rsidP="006A4CB6">
          <w:pPr>
            <w:pStyle w:val="BC826D38940D4EBB9597E02DE3C26A3B1"/>
          </w:pPr>
          <w:r>
            <w:rPr>
              <w:rStyle w:val="Zstupntext"/>
              <w:rFonts w:eastAsia="Calibri"/>
              <w:b/>
            </w:rPr>
            <w:t>Název kvalifikačního kritéria</w:t>
          </w:r>
        </w:p>
      </w:docPartBody>
    </w:docPart>
    <w:docPart>
      <w:docPartPr>
        <w:name w:val="D595AED8740F4E2BA36FE929FC0C49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AF1E4D-D652-4002-91DA-28CB8C447ECA}"/>
      </w:docPartPr>
      <w:docPartBody>
        <w:p w:rsidR="00B61EA7" w:rsidRDefault="00A34A19" w:rsidP="00A34A19">
          <w:pPr>
            <w:pStyle w:val="D595AED8740F4E2BA36FE929FC0C4906"/>
          </w:pPr>
          <w:r w:rsidRPr="00357362">
            <w:rPr>
              <w:rStyle w:val="Zstupntext"/>
              <w:shd w:val="clear" w:color="auto" w:fill="FFFF00"/>
            </w:rPr>
            <w:t>Vepište název.</w:t>
          </w:r>
        </w:p>
      </w:docPartBody>
    </w:docPart>
    <w:docPart>
      <w:docPartPr>
        <w:name w:val="24EAF0E990174B87A4858731E76E5E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84E228-BDB1-4BBB-9C68-52A5235EB397}"/>
      </w:docPartPr>
      <w:docPartBody>
        <w:p w:rsidR="00B61EA7" w:rsidRDefault="00A34A19" w:rsidP="00A34A19">
          <w:pPr>
            <w:pStyle w:val="24EAF0E990174B87A4858731E76E5E07"/>
          </w:pPr>
          <w:r w:rsidRPr="00357362">
            <w:rPr>
              <w:rStyle w:val="Zstupntext"/>
              <w:shd w:val="clear" w:color="auto" w:fill="FFFF00"/>
            </w:rPr>
            <w:t>Vepište sídlo</w:t>
          </w:r>
        </w:p>
      </w:docPartBody>
    </w:docPart>
    <w:docPart>
      <w:docPartPr>
        <w:name w:val="0859A7A7A5E0488DB162CBB60A2194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1A2627-DC0B-4E95-A08F-D4549F6FE08D}"/>
      </w:docPartPr>
      <w:docPartBody>
        <w:p w:rsidR="00B61EA7" w:rsidRDefault="00A34A19" w:rsidP="00A34A19">
          <w:pPr>
            <w:pStyle w:val="0859A7A7A5E0488DB162CBB60A219427"/>
          </w:pPr>
          <w:r w:rsidRPr="00357362">
            <w:rPr>
              <w:rStyle w:val="Zstupntext"/>
              <w:shd w:val="clear" w:color="auto" w:fill="FFFF00"/>
            </w:rPr>
            <w:t>Vepište IČ</w:t>
          </w:r>
        </w:p>
      </w:docPartBody>
    </w:docPart>
    <w:docPart>
      <w:docPartPr>
        <w:name w:val="9ECAB3E098DB48CF937865CA77A166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F6AED6-0801-4C5D-BBE8-10D17535659A}"/>
      </w:docPartPr>
      <w:docPartBody>
        <w:p w:rsidR="00B61EA7" w:rsidRDefault="00A34A19" w:rsidP="00A34A19">
          <w:pPr>
            <w:pStyle w:val="9ECAB3E098DB48CF937865CA77A16639"/>
          </w:pPr>
          <w:r w:rsidRPr="00357362">
            <w:rPr>
              <w:rStyle w:val="Zstupntext"/>
              <w:shd w:val="clear" w:color="auto" w:fill="FFFF00"/>
            </w:rPr>
            <w:t>Jméno, funkce</w:t>
          </w:r>
        </w:p>
      </w:docPartBody>
    </w:docPart>
    <w:docPart>
      <w:docPartPr>
        <w:name w:val="E6BE6FDE7D3245ADBF16098FD04681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203DC5-C52F-4EB5-8264-C0DC2C458B92}"/>
      </w:docPartPr>
      <w:docPartBody>
        <w:p w:rsidR="00B61EA7" w:rsidRDefault="00A34A19" w:rsidP="00A34A19">
          <w:pPr>
            <w:pStyle w:val="E6BE6FDE7D3245ADBF16098FD04681DA"/>
          </w:pPr>
          <w:r w:rsidRPr="0077475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2D6907B39A314DDCAA925C113AF2F7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1B85E9-4659-41E2-9D8C-819A68521E42}"/>
      </w:docPartPr>
      <w:docPartBody>
        <w:p w:rsidR="0048094E" w:rsidRDefault="00163E93" w:rsidP="00163E93">
          <w:pPr>
            <w:pStyle w:val="2D6907B39A314DDCAA925C113AF2F70D"/>
          </w:pPr>
          <w:r w:rsidRPr="00357362">
            <w:rPr>
              <w:rStyle w:val="Zstupntext"/>
              <w:shd w:val="clear" w:color="auto" w:fill="FFFF00"/>
            </w:rPr>
            <w:t>0000</w:t>
          </w:r>
        </w:p>
      </w:docPartBody>
    </w:docPart>
    <w:docPart>
      <w:docPartPr>
        <w:name w:val="0A62E9651BAE450FBFB8326FBF4603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1776AE-109D-4DEC-9AA4-DEA464E3586F}"/>
      </w:docPartPr>
      <w:docPartBody>
        <w:p w:rsidR="00F57D5D" w:rsidRDefault="00670A7E" w:rsidP="00670A7E">
          <w:pPr>
            <w:pStyle w:val="0A62E9651BAE450FBFB8326FBF460361"/>
          </w:pPr>
          <w:r w:rsidRPr="00377462">
            <w:rPr>
              <w:color w:val="808080"/>
            </w:rPr>
            <w:t>Vepište název</w:t>
          </w:r>
        </w:p>
      </w:docPartBody>
    </w:docPart>
    <w:docPart>
      <w:docPartPr>
        <w:name w:val="C87A57F5BED04FDE9955388B9C07EC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54CD95-F904-4839-BA9D-0F3A8A252D6A}"/>
      </w:docPartPr>
      <w:docPartBody>
        <w:p w:rsidR="00F57D5D" w:rsidRDefault="00670A7E" w:rsidP="00670A7E">
          <w:pPr>
            <w:pStyle w:val="C87A57F5BED04FDE9955388B9C07ECC0"/>
          </w:pPr>
          <w:r w:rsidRPr="00377462">
            <w:rPr>
              <w:color w:val="808080"/>
            </w:rPr>
            <w:t>Vepište název</w:t>
          </w:r>
        </w:p>
      </w:docPartBody>
    </w:docPart>
    <w:docPart>
      <w:docPartPr>
        <w:name w:val="834506E947524E99AE067E9674BF14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920AFE-206A-46DB-8AF3-E0B7CB9FBED4}"/>
      </w:docPartPr>
      <w:docPartBody>
        <w:p w:rsidR="00F57D5D" w:rsidRDefault="00670A7E" w:rsidP="00670A7E">
          <w:pPr>
            <w:pStyle w:val="834506E947524E99AE067E9674BF14DF"/>
          </w:pPr>
          <w:r w:rsidRPr="00377462">
            <w:rPr>
              <w:color w:val="808080"/>
            </w:rPr>
            <w:t>Zvolte položku.</w:t>
          </w:r>
        </w:p>
      </w:docPartBody>
    </w:docPart>
    <w:docPart>
      <w:docPartPr>
        <w:name w:val="88CB80AC2A9F4126959EF836E9C893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0F37C3-88C7-48D4-8D2D-F5F9BF8B4AA1}"/>
      </w:docPartPr>
      <w:docPartBody>
        <w:p w:rsidR="00F57D5D" w:rsidRDefault="00670A7E" w:rsidP="00670A7E">
          <w:pPr>
            <w:pStyle w:val="88CB80AC2A9F4126959EF836E9C893B4"/>
          </w:pPr>
          <w:r w:rsidRPr="00FB47AA">
            <w:rPr>
              <w:rStyle w:val="Zstupntext"/>
            </w:rPr>
            <w:t>URL zakázky v E-ZAK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648"/>
    <w:rsid w:val="00047173"/>
    <w:rsid w:val="00047203"/>
    <w:rsid w:val="0009005A"/>
    <w:rsid w:val="001179C0"/>
    <w:rsid w:val="00163E93"/>
    <w:rsid w:val="001F1984"/>
    <w:rsid w:val="002A2AB9"/>
    <w:rsid w:val="002D5593"/>
    <w:rsid w:val="00314541"/>
    <w:rsid w:val="003277CC"/>
    <w:rsid w:val="003C1948"/>
    <w:rsid w:val="003D09EE"/>
    <w:rsid w:val="0048094E"/>
    <w:rsid w:val="004C5C1E"/>
    <w:rsid w:val="006115D9"/>
    <w:rsid w:val="006257D8"/>
    <w:rsid w:val="00654360"/>
    <w:rsid w:val="00660648"/>
    <w:rsid w:val="00670A7E"/>
    <w:rsid w:val="006A4CB6"/>
    <w:rsid w:val="0073596E"/>
    <w:rsid w:val="00772228"/>
    <w:rsid w:val="00795577"/>
    <w:rsid w:val="008102F8"/>
    <w:rsid w:val="0087570B"/>
    <w:rsid w:val="0088356A"/>
    <w:rsid w:val="008D66D2"/>
    <w:rsid w:val="00907BC9"/>
    <w:rsid w:val="009C4DA5"/>
    <w:rsid w:val="009D1C6D"/>
    <w:rsid w:val="00A114D9"/>
    <w:rsid w:val="00A34A19"/>
    <w:rsid w:val="00A411BF"/>
    <w:rsid w:val="00A94230"/>
    <w:rsid w:val="00B22AFD"/>
    <w:rsid w:val="00B255F4"/>
    <w:rsid w:val="00B52083"/>
    <w:rsid w:val="00B61EA7"/>
    <w:rsid w:val="00BC17F5"/>
    <w:rsid w:val="00BF0BB4"/>
    <w:rsid w:val="00C00E7A"/>
    <w:rsid w:val="00C65390"/>
    <w:rsid w:val="00C85ABD"/>
    <w:rsid w:val="00D547C7"/>
    <w:rsid w:val="00D64AD9"/>
    <w:rsid w:val="00E36C8F"/>
    <w:rsid w:val="00F10DB7"/>
    <w:rsid w:val="00F5370E"/>
    <w:rsid w:val="00F5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70A7E"/>
    <w:rPr>
      <w:color w:val="808080"/>
    </w:rPr>
  </w:style>
  <w:style w:type="paragraph" w:customStyle="1" w:styleId="0B67FA3A27134A39BA1D8B4AA6CC5C1D">
    <w:name w:val="0B67FA3A27134A39BA1D8B4AA6CC5C1D"/>
    <w:rsid w:val="00660648"/>
  </w:style>
  <w:style w:type="paragraph" w:customStyle="1" w:styleId="98CDF93C8FD6487192822AADF503A750">
    <w:name w:val="98CDF93C8FD6487192822AADF503A750"/>
    <w:rsid w:val="00660648"/>
  </w:style>
  <w:style w:type="paragraph" w:customStyle="1" w:styleId="D62BFDE921814BE282E7CF054708201D">
    <w:name w:val="D62BFDE921814BE282E7CF054708201D"/>
    <w:rsid w:val="00660648"/>
  </w:style>
  <w:style w:type="paragraph" w:customStyle="1" w:styleId="FAC5327C27A94ED68EF46BBFB90EFFEA">
    <w:name w:val="FAC5327C27A94ED68EF46BBFB90EFFEA"/>
    <w:rsid w:val="00660648"/>
  </w:style>
  <w:style w:type="paragraph" w:customStyle="1" w:styleId="D84F2A259E60431D8C4901C1A5BC6AC9">
    <w:name w:val="D84F2A259E60431D8C4901C1A5BC6AC9"/>
    <w:rsid w:val="00660648"/>
  </w:style>
  <w:style w:type="paragraph" w:customStyle="1" w:styleId="E389BA6E2DB44700AD77C710E6646407">
    <w:name w:val="E389BA6E2DB44700AD77C710E6646407"/>
    <w:rsid w:val="00660648"/>
  </w:style>
  <w:style w:type="paragraph" w:customStyle="1" w:styleId="D11E04BC0E1B4C92ABF3EF3DFAE1C9CB">
    <w:name w:val="D11E04BC0E1B4C92ABF3EF3DFAE1C9CB"/>
    <w:rsid w:val="00660648"/>
  </w:style>
  <w:style w:type="paragraph" w:customStyle="1" w:styleId="964527FD05A448ADB7ACE75E34C2994E">
    <w:name w:val="964527FD05A448ADB7ACE75E34C2994E"/>
    <w:rsid w:val="00660648"/>
  </w:style>
  <w:style w:type="paragraph" w:customStyle="1" w:styleId="68C6E79D87BB435AB825C85293831AEA">
    <w:name w:val="68C6E79D87BB435AB825C85293831AEA"/>
    <w:rsid w:val="00660648"/>
  </w:style>
  <w:style w:type="paragraph" w:customStyle="1" w:styleId="2B29CE5CA521442EA4AD48A6FE0796F7">
    <w:name w:val="2B29CE5CA521442EA4AD48A6FE0796F7"/>
    <w:rsid w:val="00660648"/>
  </w:style>
  <w:style w:type="paragraph" w:customStyle="1" w:styleId="E817D2296BC14DE4B16D399650FAB3E9">
    <w:name w:val="E817D2296BC14DE4B16D399650FAB3E9"/>
    <w:rsid w:val="00660648"/>
  </w:style>
  <w:style w:type="paragraph" w:customStyle="1" w:styleId="4CDD0241BF264302A236010B4AF860A1">
    <w:name w:val="4CDD0241BF264302A236010B4AF860A1"/>
    <w:rsid w:val="00660648"/>
  </w:style>
  <w:style w:type="paragraph" w:customStyle="1" w:styleId="F936078552E943C6B34E7F1C7AC7410B">
    <w:name w:val="F936078552E943C6B34E7F1C7AC7410B"/>
    <w:rsid w:val="00660648"/>
  </w:style>
  <w:style w:type="paragraph" w:customStyle="1" w:styleId="C7C73C0D280F4FDF9F8E6584235E8F75">
    <w:name w:val="C7C73C0D280F4FDF9F8E6584235E8F75"/>
    <w:rsid w:val="00660648"/>
  </w:style>
  <w:style w:type="paragraph" w:customStyle="1" w:styleId="CBB9D0184A4345AF84544668F2F36F6B">
    <w:name w:val="CBB9D0184A4345AF84544668F2F36F6B"/>
    <w:rsid w:val="00660648"/>
  </w:style>
  <w:style w:type="paragraph" w:customStyle="1" w:styleId="E40372F701E3456EB46174372D49D302">
    <w:name w:val="E40372F701E3456EB46174372D49D302"/>
    <w:rsid w:val="00660648"/>
  </w:style>
  <w:style w:type="paragraph" w:customStyle="1" w:styleId="4D60FDF1BB134331ADA4CCFBC03FF9CB">
    <w:name w:val="4D60FDF1BB134331ADA4CCFBC03FF9CB"/>
    <w:rsid w:val="00660648"/>
  </w:style>
  <w:style w:type="paragraph" w:customStyle="1" w:styleId="3C00E95BE8B846E8AE26E0ACDCB6C3A5">
    <w:name w:val="3C00E95BE8B846E8AE26E0ACDCB6C3A5"/>
    <w:rsid w:val="00660648"/>
  </w:style>
  <w:style w:type="paragraph" w:customStyle="1" w:styleId="5B8400FCFDD04F9FA8BEB57A95ABB535">
    <w:name w:val="5B8400FCFDD04F9FA8BEB57A95ABB535"/>
    <w:rsid w:val="00660648"/>
  </w:style>
  <w:style w:type="paragraph" w:customStyle="1" w:styleId="E7CB1A06AAB14B5AACD044B0A7C83AE5">
    <w:name w:val="E7CB1A06AAB14B5AACD044B0A7C83AE5"/>
    <w:rsid w:val="00660648"/>
  </w:style>
  <w:style w:type="paragraph" w:customStyle="1" w:styleId="AFDCF5743ECF4F1F80658CA21762CEB4">
    <w:name w:val="AFDCF5743ECF4F1F80658CA21762CEB4"/>
    <w:rsid w:val="00660648"/>
  </w:style>
  <w:style w:type="paragraph" w:customStyle="1" w:styleId="BF2572A6B2174B439EB933D86349F673">
    <w:name w:val="BF2572A6B2174B439EB933D86349F673"/>
    <w:rsid w:val="00660648"/>
  </w:style>
  <w:style w:type="paragraph" w:customStyle="1" w:styleId="B1F1361C141546FF8A58D9E8C389DC85">
    <w:name w:val="B1F1361C141546FF8A58D9E8C389DC85"/>
    <w:rsid w:val="00660648"/>
  </w:style>
  <w:style w:type="paragraph" w:customStyle="1" w:styleId="32B3D9481CE24E4292D502BD838561FC">
    <w:name w:val="32B3D9481CE24E4292D502BD838561FC"/>
    <w:rsid w:val="00660648"/>
  </w:style>
  <w:style w:type="paragraph" w:customStyle="1" w:styleId="BFAC3FF79304422E99DD9822286BD6CB">
    <w:name w:val="BFAC3FF79304422E99DD9822286BD6CB"/>
    <w:rsid w:val="00660648"/>
  </w:style>
  <w:style w:type="paragraph" w:customStyle="1" w:styleId="14A50671180C42D9B389511D11483679">
    <w:name w:val="14A50671180C42D9B389511D11483679"/>
    <w:rsid w:val="00660648"/>
  </w:style>
  <w:style w:type="paragraph" w:customStyle="1" w:styleId="1C2C4AD2DC1B45B3880C9DA8D9A6BAF5">
    <w:name w:val="1C2C4AD2DC1B45B3880C9DA8D9A6BAF5"/>
    <w:rsid w:val="00660648"/>
  </w:style>
  <w:style w:type="paragraph" w:customStyle="1" w:styleId="21EE0A69EF5942FDBA5F28BE15FC60E2">
    <w:name w:val="21EE0A69EF5942FDBA5F28BE15FC60E2"/>
    <w:rsid w:val="00660648"/>
  </w:style>
  <w:style w:type="paragraph" w:customStyle="1" w:styleId="AE2ED7CC81124630906C9AFB2843C78E">
    <w:name w:val="AE2ED7CC81124630906C9AFB2843C78E"/>
    <w:rsid w:val="00660648"/>
  </w:style>
  <w:style w:type="paragraph" w:customStyle="1" w:styleId="10B760ACBB294AD2ABEC9A6338E70391">
    <w:name w:val="10B760ACBB294AD2ABEC9A6338E70391"/>
    <w:rsid w:val="00660648"/>
  </w:style>
  <w:style w:type="paragraph" w:customStyle="1" w:styleId="D8BE093D75FB4212BC6C3D8900C003CB">
    <w:name w:val="D8BE093D75FB4212BC6C3D8900C003CB"/>
    <w:rsid w:val="00660648"/>
  </w:style>
  <w:style w:type="paragraph" w:customStyle="1" w:styleId="56EF2328598548E2B15C1EFFA2A85920">
    <w:name w:val="56EF2328598548E2B15C1EFFA2A85920"/>
    <w:rsid w:val="00660648"/>
  </w:style>
  <w:style w:type="paragraph" w:customStyle="1" w:styleId="4A07E7D0922543198AB2D7F8A221A76E">
    <w:name w:val="4A07E7D0922543198AB2D7F8A221A76E"/>
    <w:rsid w:val="00660648"/>
  </w:style>
  <w:style w:type="paragraph" w:customStyle="1" w:styleId="93B68903CA25406DA4AA8C85B3A5A455">
    <w:name w:val="93B68903CA25406DA4AA8C85B3A5A455"/>
    <w:rsid w:val="00660648"/>
  </w:style>
  <w:style w:type="paragraph" w:customStyle="1" w:styleId="D86EED283C114C24955AA9E2C5F3C16D">
    <w:name w:val="D86EED283C114C24955AA9E2C5F3C16D"/>
    <w:rsid w:val="00660648"/>
  </w:style>
  <w:style w:type="paragraph" w:customStyle="1" w:styleId="B70CAD1271264467B4069DB0CD1089C3">
    <w:name w:val="B70CAD1271264467B4069DB0CD1089C3"/>
    <w:rsid w:val="00660648"/>
  </w:style>
  <w:style w:type="paragraph" w:customStyle="1" w:styleId="8D47D3C635FF4532A6D6E112D09AAEE7">
    <w:name w:val="8D47D3C635FF4532A6D6E112D09AAEE7"/>
    <w:rsid w:val="00660648"/>
  </w:style>
  <w:style w:type="paragraph" w:customStyle="1" w:styleId="7B3530836B1E4C0CB3A560FBF7B942E0">
    <w:name w:val="7B3530836B1E4C0CB3A560FBF7B942E0"/>
    <w:rsid w:val="00660648"/>
  </w:style>
  <w:style w:type="paragraph" w:customStyle="1" w:styleId="CB72246BB6214BE596B0E71FDB238E69">
    <w:name w:val="CB72246BB6214BE596B0E71FDB238E69"/>
    <w:rsid w:val="00660648"/>
  </w:style>
  <w:style w:type="paragraph" w:customStyle="1" w:styleId="C7B68ACB148D4B6D9F5A380D27D71C30">
    <w:name w:val="C7B68ACB148D4B6D9F5A380D27D71C30"/>
    <w:rsid w:val="00660648"/>
  </w:style>
  <w:style w:type="paragraph" w:customStyle="1" w:styleId="D52380B5ED204DF684FA176C89AE02EA">
    <w:name w:val="D52380B5ED204DF684FA176C89AE02EA"/>
    <w:rsid w:val="00660648"/>
  </w:style>
  <w:style w:type="paragraph" w:customStyle="1" w:styleId="F26FAB1118E5407CBEC86B588041A514">
    <w:name w:val="F26FAB1118E5407CBEC86B588041A514"/>
    <w:rsid w:val="00660648"/>
  </w:style>
  <w:style w:type="paragraph" w:customStyle="1" w:styleId="5C0DF8BE00DF4D6BAC109EF32942A880">
    <w:name w:val="5C0DF8BE00DF4D6BAC109EF32942A880"/>
    <w:rsid w:val="00660648"/>
  </w:style>
  <w:style w:type="paragraph" w:customStyle="1" w:styleId="FA24BF703B3549FD980F6EC5EF32E672">
    <w:name w:val="FA24BF703B3549FD980F6EC5EF32E672"/>
    <w:rsid w:val="00660648"/>
  </w:style>
  <w:style w:type="paragraph" w:customStyle="1" w:styleId="E47BDE4F535F4DBD84C4D09A88FF2AE1">
    <w:name w:val="E47BDE4F535F4DBD84C4D09A88FF2AE1"/>
    <w:rsid w:val="00660648"/>
  </w:style>
  <w:style w:type="paragraph" w:customStyle="1" w:styleId="B430131050C84E7EBA82782AFEAE7ABB">
    <w:name w:val="B430131050C84E7EBA82782AFEAE7ABB"/>
    <w:rsid w:val="00660648"/>
  </w:style>
  <w:style w:type="paragraph" w:customStyle="1" w:styleId="C91BA2773C88418FB6A95ABDBA98F899">
    <w:name w:val="C91BA2773C88418FB6A95ABDBA98F899"/>
    <w:rsid w:val="00660648"/>
  </w:style>
  <w:style w:type="paragraph" w:customStyle="1" w:styleId="BFB24CA16CD64D0B860A27028F75B2B5">
    <w:name w:val="BFB24CA16CD64D0B860A27028F75B2B5"/>
    <w:rsid w:val="00660648"/>
  </w:style>
  <w:style w:type="paragraph" w:customStyle="1" w:styleId="5733EBD6A61940C2A3CED850A47C6CAA">
    <w:name w:val="5733EBD6A61940C2A3CED850A47C6CAA"/>
    <w:rsid w:val="00660648"/>
  </w:style>
  <w:style w:type="paragraph" w:customStyle="1" w:styleId="E22DF709CB9A40419593A087D2B6D034">
    <w:name w:val="E22DF709CB9A40419593A087D2B6D034"/>
    <w:rsid w:val="00660648"/>
  </w:style>
  <w:style w:type="paragraph" w:customStyle="1" w:styleId="A32B77A001C44851A8D0E9BB1F41C494">
    <w:name w:val="A32B77A001C44851A8D0E9BB1F41C494"/>
    <w:rsid w:val="00660648"/>
  </w:style>
  <w:style w:type="paragraph" w:customStyle="1" w:styleId="2EAA6D9220A04305A3F4DC785CAB136B">
    <w:name w:val="2EAA6D9220A04305A3F4DC785CAB136B"/>
    <w:rsid w:val="00660648"/>
  </w:style>
  <w:style w:type="paragraph" w:customStyle="1" w:styleId="9229BAE328EA43B6B39CF43C4D98D20F">
    <w:name w:val="9229BAE328EA43B6B39CF43C4D98D20F"/>
    <w:rsid w:val="00660648"/>
  </w:style>
  <w:style w:type="paragraph" w:customStyle="1" w:styleId="5817882E3CEC4C959D0007D41AF8BEDB">
    <w:name w:val="5817882E3CEC4C959D0007D41AF8BEDB"/>
    <w:rsid w:val="00660648"/>
  </w:style>
  <w:style w:type="paragraph" w:customStyle="1" w:styleId="1A7CBFEB9796436582B477FD5572C85C">
    <w:name w:val="1A7CBFEB9796436582B477FD5572C85C"/>
    <w:rsid w:val="00660648"/>
  </w:style>
  <w:style w:type="paragraph" w:customStyle="1" w:styleId="F77005ECA08C4D84B25F0200A0CE34F3">
    <w:name w:val="F77005ECA08C4D84B25F0200A0CE34F3"/>
    <w:rsid w:val="00660648"/>
  </w:style>
  <w:style w:type="paragraph" w:customStyle="1" w:styleId="23667C2039874F88B59301B484F6AF08">
    <w:name w:val="23667C2039874F88B59301B484F6AF08"/>
    <w:rsid w:val="00660648"/>
  </w:style>
  <w:style w:type="paragraph" w:customStyle="1" w:styleId="B0A30F6FCCA3474794C34E3EB0B046F7">
    <w:name w:val="B0A30F6FCCA3474794C34E3EB0B046F7"/>
    <w:rsid w:val="00660648"/>
  </w:style>
  <w:style w:type="paragraph" w:customStyle="1" w:styleId="DE573BFF9F1F4F6E8BB89EA26E1C10AE">
    <w:name w:val="DE573BFF9F1F4F6E8BB89EA26E1C10AE"/>
    <w:rsid w:val="00660648"/>
  </w:style>
  <w:style w:type="paragraph" w:customStyle="1" w:styleId="A3226A20B93C406784645A374ECC3691">
    <w:name w:val="A3226A20B93C406784645A374ECC3691"/>
    <w:rsid w:val="00660648"/>
  </w:style>
  <w:style w:type="paragraph" w:customStyle="1" w:styleId="316ED961BFA6426CB970D5DE66A659F8">
    <w:name w:val="316ED961BFA6426CB970D5DE66A659F8"/>
    <w:rsid w:val="00660648"/>
  </w:style>
  <w:style w:type="paragraph" w:customStyle="1" w:styleId="5805F0E6C75D445E9590DCCBE167581E">
    <w:name w:val="5805F0E6C75D445E9590DCCBE167581E"/>
    <w:rsid w:val="00660648"/>
  </w:style>
  <w:style w:type="paragraph" w:customStyle="1" w:styleId="A4B6175AE5734B0B81DA63F084A28F5E">
    <w:name w:val="A4B6175AE5734B0B81DA63F084A28F5E"/>
    <w:rsid w:val="00660648"/>
  </w:style>
  <w:style w:type="paragraph" w:customStyle="1" w:styleId="584FE603EA4B471C92927BD8EDD3747E">
    <w:name w:val="584FE603EA4B471C92927BD8EDD3747E"/>
    <w:rsid w:val="00660648"/>
  </w:style>
  <w:style w:type="paragraph" w:customStyle="1" w:styleId="AA6EA0CEBAB442289DBE521764E0F57D">
    <w:name w:val="AA6EA0CEBAB442289DBE521764E0F57D"/>
    <w:rsid w:val="00660648"/>
  </w:style>
  <w:style w:type="paragraph" w:customStyle="1" w:styleId="9F7F90D3EF814A54A1A9AB3623655DB0">
    <w:name w:val="9F7F90D3EF814A54A1A9AB3623655DB0"/>
    <w:rsid w:val="00660648"/>
  </w:style>
  <w:style w:type="paragraph" w:customStyle="1" w:styleId="653A73ADC195424B8FF09E4AD7CF5310">
    <w:name w:val="653A73ADC195424B8FF09E4AD7CF5310"/>
    <w:rsid w:val="00660648"/>
  </w:style>
  <w:style w:type="paragraph" w:customStyle="1" w:styleId="12CE4DBA14364DC6A7FFC40A945D6A3B">
    <w:name w:val="12CE4DBA14364DC6A7FFC40A945D6A3B"/>
    <w:rsid w:val="00660648"/>
  </w:style>
  <w:style w:type="paragraph" w:customStyle="1" w:styleId="EA9758228222404BB06EFF10F1F98BFB">
    <w:name w:val="EA9758228222404BB06EFF10F1F98BFB"/>
    <w:rsid w:val="00660648"/>
  </w:style>
  <w:style w:type="paragraph" w:customStyle="1" w:styleId="E4361F301B6840929562BA8FDCA95807">
    <w:name w:val="E4361F301B6840929562BA8FDCA95807"/>
    <w:rsid w:val="00660648"/>
  </w:style>
  <w:style w:type="paragraph" w:customStyle="1" w:styleId="A3D7A4823BE343078203796BFDBE5EEF">
    <w:name w:val="A3D7A4823BE343078203796BFDBE5EEF"/>
    <w:rsid w:val="00660648"/>
  </w:style>
  <w:style w:type="paragraph" w:customStyle="1" w:styleId="C4104C69DEE4420BB235E04D45E86915">
    <w:name w:val="C4104C69DEE4420BB235E04D45E86915"/>
    <w:rsid w:val="00660648"/>
  </w:style>
  <w:style w:type="paragraph" w:customStyle="1" w:styleId="16B20F73E83440BD92C3DEF2B5D8EBE3">
    <w:name w:val="16B20F73E83440BD92C3DEF2B5D8EBE3"/>
    <w:rsid w:val="00660648"/>
  </w:style>
  <w:style w:type="paragraph" w:customStyle="1" w:styleId="F16B973296B0493DB442E700834C6D99">
    <w:name w:val="F16B973296B0493DB442E700834C6D99"/>
    <w:rsid w:val="00660648"/>
  </w:style>
  <w:style w:type="paragraph" w:customStyle="1" w:styleId="2C15500EE1EC46EB9768E310E8844298">
    <w:name w:val="2C15500EE1EC46EB9768E310E8844298"/>
    <w:rsid w:val="00660648"/>
  </w:style>
  <w:style w:type="paragraph" w:customStyle="1" w:styleId="DDAF561706C044CB8B4F987DBF8F3426">
    <w:name w:val="DDAF561706C044CB8B4F987DBF8F3426"/>
    <w:rsid w:val="00660648"/>
  </w:style>
  <w:style w:type="paragraph" w:customStyle="1" w:styleId="75AA1B7BFBF64970954207CF16666C1E">
    <w:name w:val="75AA1B7BFBF64970954207CF16666C1E"/>
    <w:rsid w:val="00660648"/>
  </w:style>
  <w:style w:type="paragraph" w:customStyle="1" w:styleId="9CEF1673C94C4B23B0C3D0C5FEBAFDFB">
    <w:name w:val="9CEF1673C94C4B23B0C3D0C5FEBAFDFB"/>
    <w:rsid w:val="00660648"/>
  </w:style>
  <w:style w:type="paragraph" w:customStyle="1" w:styleId="9987E1D904C045678C40AFE9A01961FF">
    <w:name w:val="9987E1D904C045678C40AFE9A01961FF"/>
    <w:rsid w:val="00660648"/>
  </w:style>
  <w:style w:type="paragraph" w:customStyle="1" w:styleId="E2C6AD7BA5EC46BD957B13919EA76940">
    <w:name w:val="E2C6AD7BA5EC46BD957B13919EA76940"/>
    <w:rsid w:val="00660648"/>
  </w:style>
  <w:style w:type="paragraph" w:customStyle="1" w:styleId="83E4CF5599E1406B95614581DA915A15">
    <w:name w:val="83E4CF5599E1406B95614581DA915A15"/>
    <w:rsid w:val="00660648"/>
  </w:style>
  <w:style w:type="paragraph" w:customStyle="1" w:styleId="E2EBD88D1FFC487099F934731E5208B9">
    <w:name w:val="E2EBD88D1FFC487099F934731E5208B9"/>
    <w:rsid w:val="00660648"/>
  </w:style>
  <w:style w:type="paragraph" w:customStyle="1" w:styleId="CE7772EF7A4E4888A06E7806B1C81891">
    <w:name w:val="CE7772EF7A4E4888A06E7806B1C81891"/>
    <w:rsid w:val="00660648"/>
  </w:style>
  <w:style w:type="paragraph" w:customStyle="1" w:styleId="67105AE60A4F48459F7487A3DC3D617E">
    <w:name w:val="67105AE60A4F48459F7487A3DC3D617E"/>
    <w:rsid w:val="00660648"/>
  </w:style>
  <w:style w:type="paragraph" w:customStyle="1" w:styleId="E2B2899835D44256BAFCFE8D98B70C2A">
    <w:name w:val="E2B2899835D44256BAFCFE8D98B70C2A"/>
    <w:rsid w:val="00660648"/>
  </w:style>
  <w:style w:type="paragraph" w:customStyle="1" w:styleId="9059D348F3FE4B718D4BC835242DC604">
    <w:name w:val="9059D348F3FE4B718D4BC835242DC604"/>
    <w:rsid w:val="00660648"/>
  </w:style>
  <w:style w:type="paragraph" w:customStyle="1" w:styleId="09AEF3A6190D49168446802F18BCB819">
    <w:name w:val="09AEF3A6190D49168446802F18BCB819"/>
    <w:rsid w:val="00660648"/>
  </w:style>
  <w:style w:type="paragraph" w:customStyle="1" w:styleId="BAAADDDD67494C78B89F32EFEEE82412">
    <w:name w:val="BAAADDDD67494C78B89F32EFEEE82412"/>
    <w:rsid w:val="00660648"/>
  </w:style>
  <w:style w:type="paragraph" w:customStyle="1" w:styleId="6439423FEE004C2386BA2D8793A23364">
    <w:name w:val="6439423FEE004C2386BA2D8793A23364"/>
    <w:rsid w:val="00660648"/>
  </w:style>
  <w:style w:type="paragraph" w:customStyle="1" w:styleId="B2B04A0B58A34B6991F52AA0E4B2F49C">
    <w:name w:val="B2B04A0B58A34B6991F52AA0E4B2F49C"/>
    <w:rsid w:val="00660648"/>
  </w:style>
  <w:style w:type="paragraph" w:customStyle="1" w:styleId="6D46AFBB76AD4302A490D800AFABFB17">
    <w:name w:val="6D46AFBB76AD4302A490D800AFABFB17"/>
    <w:rsid w:val="00660648"/>
  </w:style>
  <w:style w:type="paragraph" w:customStyle="1" w:styleId="6D13BD48C46142E6A619B33D27F788FB">
    <w:name w:val="6D13BD48C46142E6A619B33D27F788FB"/>
    <w:rsid w:val="00660648"/>
  </w:style>
  <w:style w:type="paragraph" w:customStyle="1" w:styleId="8C279ADA68CB408A957919765D4643DF">
    <w:name w:val="8C279ADA68CB408A957919765D4643DF"/>
    <w:rsid w:val="00660648"/>
  </w:style>
  <w:style w:type="paragraph" w:customStyle="1" w:styleId="A9130B9A2D414610843FE797D1B01194">
    <w:name w:val="A9130B9A2D414610843FE797D1B01194"/>
    <w:rsid w:val="00660648"/>
  </w:style>
  <w:style w:type="paragraph" w:customStyle="1" w:styleId="A21825268DC94DFA9D1B22E26F0ECC61">
    <w:name w:val="A21825268DC94DFA9D1B22E26F0ECC61"/>
    <w:rsid w:val="00660648"/>
  </w:style>
  <w:style w:type="paragraph" w:customStyle="1" w:styleId="6E8B0CCBB5A9461ABA07CEA83FA3C6B5">
    <w:name w:val="6E8B0CCBB5A9461ABA07CEA83FA3C6B5"/>
    <w:rsid w:val="00660648"/>
  </w:style>
  <w:style w:type="paragraph" w:customStyle="1" w:styleId="2759929C4E954BA091062B4BE5E3D677">
    <w:name w:val="2759929C4E954BA091062B4BE5E3D677"/>
    <w:rsid w:val="00660648"/>
  </w:style>
  <w:style w:type="paragraph" w:customStyle="1" w:styleId="F97ABCF82CD9475F87A0977411816BDB">
    <w:name w:val="F97ABCF82CD9475F87A0977411816BDB"/>
    <w:rsid w:val="00660648"/>
  </w:style>
  <w:style w:type="paragraph" w:customStyle="1" w:styleId="48CCBAF0E785412AA9C47853E534A8DF">
    <w:name w:val="48CCBAF0E785412AA9C47853E534A8DF"/>
    <w:rsid w:val="00660648"/>
  </w:style>
  <w:style w:type="paragraph" w:customStyle="1" w:styleId="D124BD26163F44078D7A285AFBBCE17B">
    <w:name w:val="D124BD26163F44078D7A285AFBBCE17B"/>
    <w:rsid w:val="00660648"/>
  </w:style>
  <w:style w:type="paragraph" w:customStyle="1" w:styleId="A49A0D8F93DE4650BDA12ECD564245FB">
    <w:name w:val="A49A0D8F93DE4650BDA12ECD564245FB"/>
    <w:rsid w:val="00660648"/>
  </w:style>
  <w:style w:type="paragraph" w:customStyle="1" w:styleId="E389BA6E2DB44700AD77C710E66464071">
    <w:name w:val="E389BA6E2DB44700AD77C710E664640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">
    <w:name w:val="D11E04BC0E1B4C92ABF3EF3DFAE1C9C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">
    <w:name w:val="964527FD05A448ADB7ACE75E34C2994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4C5C1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5C1E"/>
    <w:rPr>
      <w:rFonts w:ascii="Arial Narrow" w:eastAsia="Times New Roman" w:hAnsi="Arial Narrow" w:cs="Times New Roman"/>
      <w:sz w:val="20"/>
      <w:szCs w:val="20"/>
      <w:lang w:eastAsia="en-US"/>
    </w:rPr>
  </w:style>
  <w:style w:type="paragraph" w:customStyle="1" w:styleId="68C6E79D87BB435AB825C85293831AEA1">
    <w:name w:val="68C6E79D87BB435AB825C85293831AE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">
    <w:name w:val="BBC153988F80459E9D5D3C1963B10557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">
    <w:name w:val="BBCC87BE278E4C1682B8FA4FD0F9A8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">
    <w:name w:val="6FCA0832A6964006BB22ECFC28349AC6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">
    <w:name w:val="2B29CE5CA521442EA4AD48A6FE0796F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1">
    <w:name w:val="8C279ADA68CB408A957919765D4643D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">
    <w:name w:val="A9130B9A2D414610843FE797D1B0119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">
    <w:name w:val="A21825268DC94DFA9D1B22E26F0ECC61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1">
    <w:name w:val="6E8B0CCBB5A9461ABA07CEA83FA3C6B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1">
    <w:name w:val="2759929C4E954BA091062B4BE5E3D67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1">
    <w:name w:val="F97ABCF82CD9475F87A0977411816BD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1">
    <w:name w:val="48CCBAF0E785412AA9C47853E534A8D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1">
    <w:name w:val="D124BD26163F44078D7A285AFBBCE17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1">
    <w:name w:val="A49A0D8F93DE4650BDA12ECD564245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BB9D0184A4345AF84544668F2F36F6B1">
    <w:name w:val="CBB9D0184A4345AF84544668F2F36F6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">
    <w:name w:val="ED5F2A874C1444DE9796866E2298F6F7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1">
    <w:name w:val="93B68903CA25406DA4AA8C85B3A5A45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">
    <w:name w:val="B1D5C9030F9D4537A2613457FDD177E0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1">
    <w:name w:val="B70CAD1271264467B4069DB0CD1089C3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1">
    <w:name w:val="8D47D3C635FF4532A6D6E112D09AAEE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">
    <w:name w:val="C476A6704F4440B3A16C4A1B3F1A287F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B20E37D2C814AB28E46F3FE473B0CD4">
    <w:name w:val="DB20E37D2C814AB28E46F3FE473B0CD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3D6F25E44E743C186B45A891BD47112">
    <w:name w:val="63D6F25E44E743C186B45A891BD47112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4FE603EA4B471C92927BD8EDD3747E1">
    <w:name w:val="584FE603EA4B471C92927BD8EDD3747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3A73ADC195424B8FF09E4AD7CF53101">
    <w:name w:val="653A73ADC195424B8FF09E4AD7CF531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7B68ACB148D4B6D9F5A380D27D71C301">
    <w:name w:val="C7B68ACB148D4B6D9F5A380D27D71C3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380B5ED204DF684FA176C89AE02EA1">
    <w:name w:val="D52380B5ED204DF684FA176C89AE02E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26FAB1118E5407CBEC86B588041A5141">
    <w:name w:val="F26FAB1118E5407CBEC86B588041A51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A9758228222404BB06EFF10F1F98BFB1">
    <w:name w:val="EA9758228222404BB06EFF10F1F98B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D7A4823BE343078203796BFDBE5EEF1">
    <w:name w:val="A3D7A4823BE343078203796BFDBE5EE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B1E0CEF2CB4475DAE535ABF791436A2">
    <w:name w:val="0B1E0CEF2CB4475DAE535ABF791436A2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B2899835D44256BAFCFE8D98B70C2A1">
    <w:name w:val="E2B2899835D44256BAFCFE8D98B70C2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AA1B7BFBF64970954207CF16666C1E1">
    <w:name w:val="75AA1B7BFBF64970954207CF16666C1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5DC77A3474D424CB9B556754C57F904">
    <w:name w:val="25DC77A3474D424CB9B556754C57F90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E4CF5599E1406B95614581DA915A151">
    <w:name w:val="83E4CF5599E1406B95614581DA915A1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C0DF8BE00DF4D6BAC109EF32942A8801">
    <w:name w:val="5C0DF8BE00DF4D6BAC109EF32942A88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7772EF7A4E4888A06E7806B1C818911">
    <w:name w:val="CE7772EF7A4E4888A06E7806B1C81891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AADDDD67494C78B89F32EFEEE824121">
    <w:name w:val="BAAADDDD67494C78B89F32EFEEE82412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2B04A0B58A34B6991F52AA0E4B2F49C1">
    <w:name w:val="B2B04A0B58A34B6991F52AA0E4B2F49C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30131050C84E7EBA82782AFEAE7ABB1">
    <w:name w:val="B430131050C84E7EBA82782AFEAE7AB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">
    <w:name w:val="98A7E6AECD02425F97ED6D1A346A34F8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1">
    <w:name w:val="C91BA2773C88418FB6A95ABDBA98F899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1">
    <w:name w:val="BFB24CA16CD64D0B860A27028F75B2B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1">
    <w:name w:val="5733EBD6A61940C2A3CED850A47C6CA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1">
    <w:name w:val="E22DF709CB9A40419593A087D2B6D03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1">
    <w:name w:val="A32B77A001C44851A8D0E9BB1F41C49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1">
    <w:name w:val="2EAA6D9220A04305A3F4DC785CAB136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1">
    <w:name w:val="9229BAE328EA43B6B39CF43C4D98D20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1">
    <w:name w:val="5817882E3CEC4C959D0007D41AF8BED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1">
    <w:name w:val="1A7CBFEB9796436582B477FD5572C85C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1">
    <w:name w:val="F77005ECA08C4D84B25F0200A0CE34F3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1">
    <w:name w:val="23667C2039874F88B59301B484F6AF08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1">
    <w:name w:val="B0A30F6FCCA3474794C34E3EB0B046F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">
    <w:name w:val="4195CFD370644DE3AE18737D3F3C6B1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1">
    <w:name w:val="6D13BD48C46142E6A619B33D27F788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E573BFF9F1F4F6E8BB89EA26E1C10AE1">
    <w:name w:val="DE573BFF9F1F4F6E8BB89EA26E1C10A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">
    <w:name w:val="5BA45F033D7F42119508097281FEB2C0"/>
    <w:rsid w:val="008D66D2"/>
  </w:style>
  <w:style w:type="paragraph" w:customStyle="1" w:styleId="E389BA6E2DB44700AD77C710E66464072">
    <w:name w:val="E389BA6E2DB44700AD77C710E664640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2">
    <w:name w:val="D11E04BC0E1B4C92ABF3EF3DFAE1C9C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2">
    <w:name w:val="964527FD05A448ADB7ACE75E34C2994E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2">
    <w:name w:val="68C6E79D87BB435AB825C85293831AEA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">
    <w:name w:val="BBC153988F80459E9D5D3C1963B10557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">
    <w:name w:val="BBCC87BE278E4C1682B8FA4FD0F9A801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">
    <w:name w:val="6FCA0832A6964006BB22ECFC28349AC6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2">
    <w:name w:val="2B29CE5CA521442EA4AD48A6FE079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1">
    <w:name w:val="5BA45F033D7F42119508097281FEB2C0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2">
    <w:name w:val="8C279ADA68CB408A957919765D4643D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2">
    <w:name w:val="A9130B9A2D414610843FE797D1B0119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2">
    <w:name w:val="A21825268DC94DFA9D1B22E26F0ECC61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2">
    <w:name w:val="6E8B0CCBB5A9461ABA07CEA83FA3C6B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2">
    <w:name w:val="2759929C4E954BA091062B4BE5E3D67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2">
    <w:name w:val="F97ABCF82CD9475F87A0977411816BD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2">
    <w:name w:val="48CCBAF0E785412AA9C47853E534A8D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2">
    <w:name w:val="D124BD26163F44078D7A285AFBBCE17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2">
    <w:name w:val="A49A0D8F93DE4650BDA12ECD564245F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1">
    <w:name w:val="ED5F2A874C1444DE9796866E2298F6F7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2">
    <w:name w:val="93B68903CA25406DA4AA8C85B3A5A45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1">
    <w:name w:val="B1D5C9030F9D4537A2613457FDD177E0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2">
    <w:name w:val="B70CAD1271264467B4069DB0CD1089C3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2">
    <w:name w:val="8D47D3C635FF4532A6D6E112D09AAEE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1">
    <w:name w:val="C476A6704F4440B3A16C4A1B3F1A287F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1">
    <w:name w:val="98A7E6AECD02425F97ED6D1A346A34F8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2">
    <w:name w:val="C91BA2773C88418FB6A95ABDBA98F899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2">
    <w:name w:val="BFB24CA16CD64D0B860A27028F75B2B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2">
    <w:name w:val="5733EBD6A61940C2A3CED850A47C6CAA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2">
    <w:name w:val="E22DF709CB9A40419593A087D2B6D03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2">
    <w:name w:val="A32B77A001C44851A8D0E9BB1F41C49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2">
    <w:name w:val="2EAA6D9220A04305A3F4DC785CAB136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2">
    <w:name w:val="9229BAE328EA43B6B39CF43C4D98D20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2">
    <w:name w:val="5817882E3CEC4C959D0007D41AF8BED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2">
    <w:name w:val="1A7CBFEB9796436582B477FD5572C85C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2">
    <w:name w:val="F77005ECA08C4D84B25F0200A0CE34F3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2">
    <w:name w:val="23667C2039874F88B59301B484F6AF08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2">
    <w:name w:val="B0A30F6FCCA3474794C34E3EB0B04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1">
    <w:name w:val="4195CFD370644DE3AE18737D3F3C6B14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2">
    <w:name w:val="6D13BD48C46142E6A619B33D27F788F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3">
    <w:name w:val="E389BA6E2DB44700AD77C710E664640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3">
    <w:name w:val="D11E04BC0E1B4C92ABF3EF3DFAE1C9C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3">
    <w:name w:val="964527FD05A448ADB7ACE75E34C2994E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3">
    <w:name w:val="68C6E79D87BB435AB825C85293831AEA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2">
    <w:name w:val="BBC153988F80459E9D5D3C1963B1055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2">
    <w:name w:val="BBCC87BE278E4C1682B8FA4FD0F9A801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2">
    <w:name w:val="6FCA0832A6964006BB22ECFC28349AC6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3">
    <w:name w:val="2B29CE5CA521442EA4AD48A6FE079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2">
    <w:name w:val="5BA45F033D7F42119508097281FEB2C0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3">
    <w:name w:val="8C279ADA68CB408A957919765D4643D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3">
    <w:name w:val="A9130B9A2D414610843FE797D1B0119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3">
    <w:name w:val="A21825268DC94DFA9D1B22E26F0ECC61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3">
    <w:name w:val="6E8B0CCBB5A9461ABA07CEA83FA3C6B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3">
    <w:name w:val="2759929C4E954BA091062B4BE5E3D67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3">
    <w:name w:val="F97ABCF82CD9475F87A0977411816BD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3">
    <w:name w:val="48CCBAF0E785412AA9C47853E534A8D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3">
    <w:name w:val="D124BD26163F44078D7A285AFBBCE17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3">
    <w:name w:val="A49A0D8F93DE4650BDA12ECD564245F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2">
    <w:name w:val="ED5F2A874C1444DE9796866E2298F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3">
    <w:name w:val="93B68903CA25406DA4AA8C85B3A5A45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2">
    <w:name w:val="B1D5C9030F9D4537A2613457FDD177E0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3">
    <w:name w:val="B70CAD1271264467B4069DB0CD1089C3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3">
    <w:name w:val="8D47D3C635FF4532A6D6E112D09AAEE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2">
    <w:name w:val="C476A6704F4440B3A16C4A1B3F1A287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2">
    <w:name w:val="98A7E6AECD02425F97ED6D1A346A34F8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3">
    <w:name w:val="C91BA2773C88418FB6A95ABDBA98F899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3">
    <w:name w:val="BFB24CA16CD64D0B860A27028F75B2B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3">
    <w:name w:val="5733EBD6A61940C2A3CED850A47C6CAA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3">
    <w:name w:val="E22DF709CB9A40419593A087D2B6D03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3">
    <w:name w:val="A32B77A001C44851A8D0E9BB1F41C49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3">
    <w:name w:val="2EAA6D9220A04305A3F4DC785CAB136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3">
    <w:name w:val="9229BAE328EA43B6B39CF43C4D98D20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3">
    <w:name w:val="5817882E3CEC4C959D0007D41AF8BED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3">
    <w:name w:val="1A7CBFEB9796436582B477FD5572C85C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3">
    <w:name w:val="F77005ECA08C4D84B25F0200A0CE34F3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3">
    <w:name w:val="23667C2039874F88B59301B484F6AF08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3">
    <w:name w:val="B0A30F6FCCA3474794C34E3EB0B04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2">
    <w:name w:val="4195CFD370644DE3AE18737D3F3C6B1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3">
    <w:name w:val="6D13BD48C46142E6A619B33D27F788F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4">
    <w:name w:val="E389BA6E2DB44700AD77C710E664640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4">
    <w:name w:val="D11E04BC0E1B4C92ABF3EF3DFAE1C9C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4">
    <w:name w:val="964527FD05A448ADB7ACE75E34C2994E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4">
    <w:name w:val="68C6E79D87BB435AB825C85293831AEA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3">
    <w:name w:val="BBC153988F80459E9D5D3C1963B1055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3">
    <w:name w:val="BBCC87BE278E4C1682B8FA4FD0F9A801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3">
    <w:name w:val="6FCA0832A6964006BB22ECFC28349AC6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4">
    <w:name w:val="2B29CE5CA521442EA4AD48A6FE0796F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3">
    <w:name w:val="5BA45F033D7F42119508097281FEB2C0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4">
    <w:name w:val="8C279ADA68CB408A957919765D4643D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4">
    <w:name w:val="A9130B9A2D414610843FE797D1B0119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4">
    <w:name w:val="A21825268DC94DFA9D1B22E26F0ECC61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4">
    <w:name w:val="6E8B0CCBB5A9461ABA07CEA83FA3C6B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4">
    <w:name w:val="2759929C4E954BA091062B4BE5E3D67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4">
    <w:name w:val="F97ABCF82CD9475F87A0977411816BD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4">
    <w:name w:val="48CCBAF0E785412AA9C47853E534A8D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4">
    <w:name w:val="D124BD26163F44078D7A285AFBBCE17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4">
    <w:name w:val="A49A0D8F93DE4650BDA12ECD564245F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3">
    <w:name w:val="ED5F2A874C1444DE9796866E2298F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4">
    <w:name w:val="93B68903CA25406DA4AA8C85B3A5A45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3">
    <w:name w:val="B1D5C9030F9D4537A2613457FDD177E0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4">
    <w:name w:val="B70CAD1271264467B4069DB0CD1089C3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4">
    <w:name w:val="8D47D3C635FF4532A6D6E112D09AAEE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3">
    <w:name w:val="C476A6704F4440B3A16C4A1B3F1A287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3">
    <w:name w:val="98A7E6AECD02425F97ED6D1A346A34F8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4">
    <w:name w:val="C91BA2773C88418FB6A95ABDBA98F899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4">
    <w:name w:val="BFB24CA16CD64D0B860A27028F75B2B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4">
    <w:name w:val="5733EBD6A61940C2A3CED850A47C6CAA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4">
    <w:name w:val="E22DF709CB9A40419593A087D2B6D03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4">
    <w:name w:val="A32B77A001C44851A8D0E9BB1F41C49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4">
    <w:name w:val="2EAA6D9220A04305A3F4DC785CAB136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4">
    <w:name w:val="9229BAE328EA43B6B39CF43C4D98D20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4">
    <w:name w:val="5817882E3CEC4C959D0007D41AF8BED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4">
    <w:name w:val="1A7CBFEB9796436582B477FD5572C85C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4">
    <w:name w:val="F77005ECA08C4D84B25F0200A0CE34F3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4">
    <w:name w:val="23667C2039874F88B59301B484F6AF08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4">
    <w:name w:val="B0A30F6FCCA3474794C34E3EB0B046F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3">
    <w:name w:val="4195CFD370644DE3AE18737D3F3C6B1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4">
    <w:name w:val="6D13BD48C46142E6A619B33D27F788F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5BA9C2DE6246BFB71AB57379414810">
    <w:name w:val="7A5BA9C2DE6246BFB71AB57379414810"/>
    <w:rsid w:val="003D09EE"/>
  </w:style>
  <w:style w:type="paragraph" w:customStyle="1" w:styleId="CA704D8AEEBA41CDB4FC9BA906017E32">
    <w:name w:val="CA704D8AEEBA41CDB4FC9BA906017E32"/>
    <w:rsid w:val="003D09EE"/>
  </w:style>
  <w:style w:type="paragraph" w:customStyle="1" w:styleId="83BA2E0D93F247FEA6E252830C94DE30">
    <w:name w:val="83BA2E0D93F247FEA6E252830C94DE30"/>
    <w:rsid w:val="003D09EE"/>
  </w:style>
  <w:style w:type="paragraph" w:customStyle="1" w:styleId="9ADE3A4CD743480A8FC5C0447B3B75BE">
    <w:name w:val="9ADE3A4CD743480A8FC5C0447B3B75BE"/>
    <w:rsid w:val="001F1984"/>
  </w:style>
  <w:style w:type="paragraph" w:customStyle="1" w:styleId="3CB23AC45D4C409FB78BDCE0AFEFA626">
    <w:name w:val="3CB23AC45D4C409FB78BDCE0AFEFA626"/>
    <w:rsid w:val="001F1984"/>
  </w:style>
  <w:style w:type="paragraph" w:customStyle="1" w:styleId="652C67F6F1814F4CA590B83D5CAA89BF">
    <w:name w:val="652C67F6F1814F4CA590B83D5CAA89BF"/>
    <w:rsid w:val="001F1984"/>
  </w:style>
  <w:style w:type="paragraph" w:customStyle="1" w:styleId="71CB578F83A44BE0872951EA0366F488">
    <w:name w:val="71CB578F83A44BE0872951EA0366F488"/>
    <w:rsid w:val="001F1984"/>
  </w:style>
  <w:style w:type="paragraph" w:customStyle="1" w:styleId="E56A7A97677C4AC2BCFFB42C3D3A8359">
    <w:name w:val="E56A7A97677C4AC2BCFFB42C3D3A8359"/>
    <w:rsid w:val="001F1984"/>
  </w:style>
  <w:style w:type="paragraph" w:customStyle="1" w:styleId="B18AD3F00E1745D187DE638D28DBD20B">
    <w:name w:val="B18AD3F00E1745D187DE638D28DBD20B"/>
    <w:rsid w:val="001F1984"/>
  </w:style>
  <w:style w:type="paragraph" w:customStyle="1" w:styleId="CA73156616584009979D50BBC2B60EED">
    <w:name w:val="CA73156616584009979D50BBC2B60EED"/>
    <w:rsid w:val="001F1984"/>
  </w:style>
  <w:style w:type="paragraph" w:customStyle="1" w:styleId="6627EEEF8CF545088098EFA962E4F8E2">
    <w:name w:val="6627EEEF8CF545088098EFA962E4F8E2"/>
    <w:rsid w:val="001F1984"/>
  </w:style>
  <w:style w:type="paragraph" w:customStyle="1" w:styleId="0A4AB40B31E142DD985E53A09243D5D4">
    <w:name w:val="0A4AB40B31E142DD985E53A09243D5D4"/>
    <w:rsid w:val="001F1984"/>
  </w:style>
  <w:style w:type="paragraph" w:customStyle="1" w:styleId="46A0747E984D4715979EA1A157FDDBE1">
    <w:name w:val="46A0747E984D4715979EA1A157FDDBE1"/>
    <w:rsid w:val="001F1984"/>
  </w:style>
  <w:style w:type="paragraph" w:customStyle="1" w:styleId="D5257A0C67B1469D98A5C96CB3074A06">
    <w:name w:val="D5257A0C67B1469D98A5C96CB3074A06"/>
    <w:rsid w:val="001F1984"/>
  </w:style>
  <w:style w:type="paragraph" w:customStyle="1" w:styleId="C281C9EB48C94AA4871A29D84CC33DAE">
    <w:name w:val="C281C9EB48C94AA4871A29D84CC33DAE"/>
    <w:rsid w:val="001F1984"/>
  </w:style>
  <w:style w:type="paragraph" w:customStyle="1" w:styleId="DAB30249FCEA4345859DB68E474562B7">
    <w:name w:val="DAB30249FCEA4345859DB68E474562B7"/>
    <w:rsid w:val="001F1984"/>
  </w:style>
  <w:style w:type="paragraph" w:customStyle="1" w:styleId="4EFE344E079B453E92984C0888D2FCAC">
    <w:name w:val="4EFE344E079B453E92984C0888D2FCAC"/>
    <w:rsid w:val="001F1984"/>
  </w:style>
  <w:style w:type="paragraph" w:customStyle="1" w:styleId="7FA099B1C8D94A44B3EE597048F216F1">
    <w:name w:val="7FA099B1C8D94A44B3EE597048F216F1"/>
    <w:rsid w:val="001F1984"/>
  </w:style>
  <w:style w:type="paragraph" w:customStyle="1" w:styleId="E389BA6E2DB44700AD77C710E66464075">
    <w:name w:val="E389BA6E2DB44700AD77C710E664640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5">
    <w:name w:val="D11E04BC0E1B4C92ABF3EF3DFAE1C9C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5">
    <w:name w:val="964527FD05A448ADB7ACE75E34C2994E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5">
    <w:name w:val="68C6E79D87BB435AB825C85293831AEA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4">
    <w:name w:val="BBC153988F80459E9D5D3C1963B10557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4">
    <w:name w:val="BBCC87BE278E4C1682B8FA4FD0F9A801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4">
    <w:name w:val="6FCA0832A6964006BB22ECFC28349AC6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5">
    <w:name w:val="2B29CE5CA521442EA4AD48A6FE0796F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2C67F6F1814F4CA590B83D5CAA89BF1">
    <w:name w:val="652C67F6F1814F4CA590B83D5CAA89BF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">
    <w:name w:val="B55FAFB425CD4D50A34D048F5F70CBF6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">
    <w:name w:val="28D47CA192EB45D3B07DCBA1A4ED20E9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">
    <w:name w:val="A1C13EC3782B419496E171C5C9CCBF23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5">
    <w:name w:val="A9130B9A2D414610843FE797D1B0119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5">
    <w:name w:val="A21825268DC94DFA9D1B22E26F0ECC61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CFAECA214846B4BC26B1F6E99F631B">
    <w:name w:val="0ECFAECA214846B4BC26B1F6E99F631B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">
    <w:name w:val="1816C6F935434102925023F21E3B5368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">
    <w:name w:val="CA704D8AEEBA41CDB4FC9BA906017E32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">
    <w:name w:val="83BA2E0D93F247FEA6E252830C94DE30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">
    <w:name w:val="0A4AB40B31E142DD985E53A09243D5D4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">
    <w:name w:val="46A0747E984D4715979EA1A157FDDBE1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">
    <w:name w:val="D5257A0C67B1469D98A5C96CB3074A06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">
    <w:name w:val="C281C9EB48C94AA4871A29D84CC33DAE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">
    <w:name w:val="DAB30249FCEA4345859DB68E474562B7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">
    <w:name w:val="4EFE344E079B453E92984C0888D2FCAC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">
    <w:name w:val="219062B354754C288515215EA0CFB81E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">
    <w:name w:val="C92B7D1C29F744E69914EE53E152184E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4">
    <w:name w:val="B1D5C9030F9D4537A2613457FDD177E0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5">
    <w:name w:val="B70CAD1271264467B4069DB0CD1089C3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5">
    <w:name w:val="8D47D3C635FF4532A6D6E112D09AAEE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4">
    <w:name w:val="C476A6704F4440B3A16C4A1B3F1A287F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DC2A738F83449A976D145815D03A66">
    <w:name w:val="31DC2A738F83449A976D145815D03A66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E69AB2BAB143B4B0F0650B91C086E2">
    <w:name w:val="B4E69AB2BAB143B4B0F0650B91C086E2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22A0C3A956B404799DC8115E6CE126D">
    <w:name w:val="D22A0C3A956B404799DC8115E6CE126D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4ACD3424D94026B6B299D50E25F333">
    <w:name w:val="8C4ACD3424D94026B6B299D50E25F333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A099B1C8D94A44B3EE597048F216F11">
    <w:name w:val="7FA099B1C8D94A44B3EE597048F216F1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5">
    <w:name w:val="C91BA2773C88418FB6A95ABDBA98F899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5">
    <w:name w:val="BFB24CA16CD64D0B860A27028F75B2B5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5">
    <w:name w:val="5733EBD6A61940C2A3CED850A47C6CAA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5">
    <w:name w:val="E22DF709CB9A40419593A087D2B6D03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5">
    <w:name w:val="A32B77A001C44851A8D0E9BB1F41C49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5">
    <w:name w:val="2EAA6D9220A04305A3F4DC785CAB136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5">
    <w:name w:val="9229BAE328EA43B6B39CF43C4D98D20F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5">
    <w:name w:val="5817882E3CEC4C959D0007D41AF8BED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5">
    <w:name w:val="1A7CBFEB9796436582B477FD5572C85C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5">
    <w:name w:val="F77005ECA08C4D84B25F0200A0CE34F3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5">
    <w:name w:val="23667C2039874F88B59301B484F6AF08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5">
    <w:name w:val="B0A30F6FCCA3474794C34E3EB0B046F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4">
    <w:name w:val="4195CFD370644DE3AE18737D3F3C6B14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5">
    <w:name w:val="6D13BD48C46142E6A619B33D27F788F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6">
    <w:name w:val="E389BA6E2DB44700AD77C710E664640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6">
    <w:name w:val="D11E04BC0E1B4C92ABF3EF3DFAE1C9C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6">
    <w:name w:val="964527FD05A448ADB7ACE75E34C2994E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6">
    <w:name w:val="68C6E79D87BB435AB825C85293831AEA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5">
    <w:name w:val="BBC153988F80459E9D5D3C1963B10557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5">
    <w:name w:val="BBCC87BE278E4C1682B8FA4FD0F9A801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5">
    <w:name w:val="6FCA0832A6964006BB22ECFC28349AC6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6">
    <w:name w:val="2B29CE5CA521442EA4AD48A6FE0796F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2C67F6F1814F4CA590B83D5CAA89BF2">
    <w:name w:val="652C67F6F1814F4CA590B83D5CAA89BF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">
    <w:name w:val="B55FAFB425CD4D50A34D048F5F70CBF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">
    <w:name w:val="28D47CA192EB45D3B07DCBA1A4ED20E9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">
    <w:name w:val="A1C13EC3782B419496E171C5C9CCBF2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6">
    <w:name w:val="A9130B9A2D414610843FE797D1B0119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6">
    <w:name w:val="A21825268DC94DFA9D1B22E26F0ECC61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CFAECA214846B4BC26B1F6E99F631B1">
    <w:name w:val="0ECFAECA214846B4BC26B1F6E99F631B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">
    <w:name w:val="1816C6F935434102925023F21E3B5368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2">
    <w:name w:val="CA704D8AEEBA41CDB4FC9BA906017E32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2">
    <w:name w:val="83BA2E0D93F247FEA6E252830C94DE30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2">
    <w:name w:val="0A4AB40B31E142DD985E53A09243D5D4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2">
    <w:name w:val="46A0747E984D4715979EA1A157FDDBE1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2">
    <w:name w:val="D5257A0C67B1469D98A5C96CB3074A06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2">
    <w:name w:val="C281C9EB48C94AA4871A29D84CC33DA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2">
    <w:name w:val="DAB30249FCEA4345859DB68E474562B7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2">
    <w:name w:val="4EFE344E079B453E92984C0888D2FCAC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">
    <w:name w:val="219062B354754C288515215EA0CFB81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1">
    <w:name w:val="C92B7D1C29F744E69914EE53E152184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5">
    <w:name w:val="B1D5C9030F9D4537A2613457FDD177E0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6">
    <w:name w:val="B70CAD1271264467B4069DB0CD1089C3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6">
    <w:name w:val="8D47D3C635FF4532A6D6E112D09AAEE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5">
    <w:name w:val="C476A6704F4440B3A16C4A1B3F1A287F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DC2A738F83449A976D145815D03A661">
    <w:name w:val="31DC2A738F83449A976D145815D03A6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E69AB2BAB143B4B0F0650B91C086E21">
    <w:name w:val="B4E69AB2BAB143B4B0F0650B91C086E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22A0C3A956B404799DC8115E6CE126D1">
    <w:name w:val="D22A0C3A956B404799DC8115E6CE126D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4ACD3424D94026B6B299D50E25F3331">
    <w:name w:val="8C4ACD3424D94026B6B299D50E25F33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A099B1C8D94A44B3EE597048F216F12">
    <w:name w:val="7FA099B1C8D94A44B3EE597048F216F1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6">
    <w:name w:val="C91BA2773C88418FB6A95ABDBA98F899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6">
    <w:name w:val="BFB24CA16CD64D0B860A27028F75B2B5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6">
    <w:name w:val="5733EBD6A61940C2A3CED850A47C6CAA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6">
    <w:name w:val="E22DF709CB9A40419593A087D2B6D03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6">
    <w:name w:val="A32B77A001C44851A8D0E9BB1F41C49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6">
    <w:name w:val="2EAA6D9220A04305A3F4DC785CAB136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6">
    <w:name w:val="9229BAE328EA43B6B39CF43C4D98D20F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6">
    <w:name w:val="5817882E3CEC4C959D0007D41AF8BED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6">
    <w:name w:val="1A7CBFEB9796436582B477FD5572C85C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6">
    <w:name w:val="F77005ECA08C4D84B25F0200A0CE34F3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6">
    <w:name w:val="23667C2039874F88B59301B484F6AF08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6">
    <w:name w:val="B0A30F6FCCA3474794C34E3EB0B046F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5">
    <w:name w:val="4195CFD370644DE3AE18737D3F3C6B14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253E88856B94829A1D99D1B05BABE98">
    <w:name w:val="3253E88856B94829A1D99D1B05BABE98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6">
    <w:name w:val="6D13BD48C46142E6A619B33D27F788F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902C259EF0B46D4A1B6DA5B7500A2FD">
    <w:name w:val="3902C259EF0B46D4A1B6DA5B7500A2FD"/>
    <w:rsid w:val="002A2AB9"/>
  </w:style>
  <w:style w:type="paragraph" w:customStyle="1" w:styleId="8DA25A88EC9C44F4A792AD1E8C450B63">
    <w:name w:val="8DA25A88EC9C44F4A792AD1E8C450B63"/>
    <w:rsid w:val="002A2AB9"/>
  </w:style>
  <w:style w:type="paragraph" w:customStyle="1" w:styleId="9338F38C4C41470F8490C39DD757538E">
    <w:name w:val="9338F38C4C41470F8490C39DD757538E"/>
    <w:rsid w:val="002A2AB9"/>
  </w:style>
  <w:style w:type="paragraph" w:customStyle="1" w:styleId="07FACB331F5A4417863EE1011E0FA022">
    <w:name w:val="07FACB331F5A4417863EE1011E0FA022"/>
    <w:rsid w:val="002A2AB9"/>
  </w:style>
  <w:style w:type="paragraph" w:customStyle="1" w:styleId="49916022F40D434AAA8B414A6D3D6F96">
    <w:name w:val="49916022F40D434AAA8B414A6D3D6F96"/>
    <w:rsid w:val="002A2AB9"/>
  </w:style>
  <w:style w:type="paragraph" w:customStyle="1" w:styleId="A9BF8C2602CB405493A72B33147E89B0">
    <w:name w:val="A9BF8C2602CB405493A72B33147E89B0"/>
    <w:rsid w:val="002A2AB9"/>
  </w:style>
  <w:style w:type="paragraph" w:customStyle="1" w:styleId="19557A827CA34DCDBE54895997FBC422">
    <w:name w:val="19557A827CA34DCDBE54895997FBC422"/>
    <w:rsid w:val="002A2AB9"/>
  </w:style>
  <w:style w:type="paragraph" w:customStyle="1" w:styleId="F96CC9E661614284B39F7B4CC1B1B132">
    <w:name w:val="F96CC9E661614284B39F7B4CC1B1B132"/>
    <w:rsid w:val="002A2AB9"/>
  </w:style>
  <w:style w:type="paragraph" w:customStyle="1" w:styleId="6F443694D723462B8B6E78C44DF393A3">
    <w:name w:val="6F443694D723462B8B6E78C44DF393A3"/>
    <w:rsid w:val="002A2AB9"/>
  </w:style>
  <w:style w:type="paragraph" w:customStyle="1" w:styleId="5E2C78EA5709437EBF63A681FF10ED25">
    <w:name w:val="5E2C78EA5709437EBF63A681FF10ED25"/>
    <w:rsid w:val="002A2AB9"/>
  </w:style>
  <w:style w:type="paragraph" w:customStyle="1" w:styleId="E6396A113A624323A61ACA92EC8AACC7">
    <w:name w:val="E6396A113A624323A61ACA92EC8AACC7"/>
    <w:rsid w:val="002A2AB9"/>
  </w:style>
  <w:style w:type="paragraph" w:customStyle="1" w:styleId="927D2B5D38A5469A913FC47DB0DE2215">
    <w:name w:val="927D2B5D38A5469A913FC47DB0DE2215"/>
    <w:rsid w:val="002A2AB9"/>
  </w:style>
  <w:style w:type="paragraph" w:customStyle="1" w:styleId="E0D6DDF2D6BA43D08ED6945F285E3B51">
    <w:name w:val="E0D6DDF2D6BA43D08ED6945F285E3B51"/>
    <w:rsid w:val="002A2AB9"/>
  </w:style>
  <w:style w:type="paragraph" w:customStyle="1" w:styleId="314B93E0ED5A441D8D879E41767C74F1">
    <w:name w:val="314B93E0ED5A441D8D879E41767C74F1"/>
    <w:rsid w:val="002A2AB9"/>
  </w:style>
  <w:style w:type="paragraph" w:customStyle="1" w:styleId="302FBA248F2F45A69E0CAEC4314344DB">
    <w:name w:val="302FBA248F2F45A69E0CAEC4314344DB"/>
    <w:rsid w:val="002A2AB9"/>
  </w:style>
  <w:style w:type="paragraph" w:customStyle="1" w:styleId="4306D0406DF94B91BCE2D22B7D6B60EA">
    <w:name w:val="4306D0406DF94B91BCE2D22B7D6B60EA"/>
    <w:rsid w:val="002A2AB9"/>
  </w:style>
  <w:style w:type="paragraph" w:customStyle="1" w:styleId="476838A10F7D4EEC8DCD2ECFB119F79A">
    <w:name w:val="476838A10F7D4EEC8DCD2ECFB119F79A"/>
    <w:rsid w:val="002A2AB9"/>
  </w:style>
  <w:style w:type="paragraph" w:customStyle="1" w:styleId="E05E5F034540451F83B391C3B924A38F">
    <w:name w:val="E05E5F034540451F83B391C3B924A38F"/>
    <w:rsid w:val="002A2AB9"/>
  </w:style>
  <w:style w:type="paragraph" w:customStyle="1" w:styleId="96CCC1E2FCA8427182FA141EBFD6B72C">
    <w:name w:val="96CCC1E2FCA8427182FA141EBFD6B72C"/>
    <w:rsid w:val="002A2AB9"/>
  </w:style>
  <w:style w:type="paragraph" w:customStyle="1" w:styleId="7997B00C939846D7BD2CAB8D647D8B36">
    <w:name w:val="7997B00C939846D7BD2CAB8D647D8B36"/>
    <w:rsid w:val="002A2AB9"/>
  </w:style>
  <w:style w:type="paragraph" w:customStyle="1" w:styleId="40A2D7BE03C24EB9BAD3091897EEC9BD">
    <w:name w:val="40A2D7BE03C24EB9BAD3091897EEC9BD"/>
    <w:rsid w:val="002A2AB9"/>
  </w:style>
  <w:style w:type="paragraph" w:customStyle="1" w:styleId="B623277795DA435F853F5847E5D0653F">
    <w:name w:val="B623277795DA435F853F5847E5D0653F"/>
    <w:rsid w:val="002A2AB9"/>
  </w:style>
  <w:style w:type="paragraph" w:customStyle="1" w:styleId="7A941C3F48B64FE9981832D6558B7783">
    <w:name w:val="7A941C3F48B64FE9981832D6558B7783"/>
    <w:rsid w:val="002A2AB9"/>
  </w:style>
  <w:style w:type="paragraph" w:customStyle="1" w:styleId="DA0683F502EA4BC98B1C75C9C61A0AAA">
    <w:name w:val="DA0683F502EA4BC98B1C75C9C61A0AAA"/>
    <w:rsid w:val="002A2AB9"/>
  </w:style>
  <w:style w:type="paragraph" w:customStyle="1" w:styleId="D54BC1624B8E428582D05D912AE733F1">
    <w:name w:val="D54BC1624B8E428582D05D912AE733F1"/>
    <w:rsid w:val="002A2AB9"/>
  </w:style>
  <w:style w:type="paragraph" w:customStyle="1" w:styleId="A35F2F0655C74E2581ADF0EB99495231">
    <w:name w:val="A35F2F0655C74E2581ADF0EB99495231"/>
    <w:rsid w:val="002A2AB9"/>
  </w:style>
  <w:style w:type="paragraph" w:customStyle="1" w:styleId="1F0F6E58D44C4E768716C3462E4C8C44">
    <w:name w:val="1F0F6E58D44C4E768716C3462E4C8C44"/>
    <w:rsid w:val="002A2AB9"/>
  </w:style>
  <w:style w:type="paragraph" w:customStyle="1" w:styleId="7C0DE6DA4C1A4392AD5738F63263E911">
    <w:name w:val="7C0DE6DA4C1A4392AD5738F63263E911"/>
    <w:rsid w:val="002A2AB9"/>
  </w:style>
  <w:style w:type="paragraph" w:customStyle="1" w:styleId="0F082348F7BC4B3EA4B803DF6FDD1112">
    <w:name w:val="0F082348F7BC4B3EA4B803DF6FDD1112"/>
    <w:rsid w:val="002A2AB9"/>
  </w:style>
  <w:style w:type="paragraph" w:customStyle="1" w:styleId="6D6A7278652D407A94564764F40C749E">
    <w:name w:val="6D6A7278652D407A94564764F40C749E"/>
    <w:rsid w:val="002A2AB9"/>
  </w:style>
  <w:style w:type="paragraph" w:customStyle="1" w:styleId="EFD06D3FE4A847FE88D6E683901AC0B0">
    <w:name w:val="EFD06D3FE4A847FE88D6E683901AC0B0"/>
    <w:rsid w:val="002A2AB9"/>
  </w:style>
  <w:style w:type="paragraph" w:customStyle="1" w:styleId="B324E4F2568C4045B363DF2C6A43F06C">
    <w:name w:val="B324E4F2568C4045B363DF2C6A43F06C"/>
    <w:rsid w:val="002A2AB9"/>
  </w:style>
  <w:style w:type="paragraph" w:customStyle="1" w:styleId="E389BA6E2DB44700AD77C710E66464077">
    <w:name w:val="E389BA6E2DB44700AD77C710E6646407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7">
    <w:name w:val="D11E04BC0E1B4C92ABF3EF3DFAE1C9CB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7">
    <w:name w:val="964527FD05A448ADB7ACE75E34C2994E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7">
    <w:name w:val="68C6E79D87BB435AB825C85293831AEA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6">
    <w:name w:val="BBC153988F80459E9D5D3C1963B1055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6">
    <w:name w:val="BBCC87BE278E4C1682B8FA4FD0F9A801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6">
    <w:name w:val="6FCA0832A6964006BB22ECFC28349AC6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7">
    <w:name w:val="2B29CE5CA521442EA4AD48A6FE0796F7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2">
    <w:name w:val="B55FAFB425CD4D50A34D048F5F70CBF6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2">
    <w:name w:val="28D47CA192EB45D3B07DCBA1A4ED20E9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2">
    <w:name w:val="A1C13EC3782B419496E171C5C9CCBF23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7">
    <w:name w:val="A9130B9A2D414610843FE797D1B01194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7">
    <w:name w:val="A21825268DC94DFA9D1B22E26F0ECC61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">
    <w:name w:val="07FACB331F5A4417863EE1011E0FA02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2">
    <w:name w:val="1816C6F935434102925023F21E3B5368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3">
    <w:name w:val="CA704D8AEEBA41CDB4FC9BA906017E32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3">
    <w:name w:val="83BA2E0D93F247FEA6E252830C94DE30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3">
    <w:name w:val="0A4AB40B31E142DD985E53A09243D5D4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3">
    <w:name w:val="46A0747E984D4715979EA1A157FDDBE1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3">
    <w:name w:val="D5257A0C67B1469D98A5C96CB3074A06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3">
    <w:name w:val="C281C9EB48C94AA4871A29D84CC33DAE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3">
    <w:name w:val="DAB30249FCEA4345859DB68E474562B7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3">
    <w:name w:val="4EFE344E079B453E92984C0888D2FCAC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2">
    <w:name w:val="219062B354754C288515215EA0CFB81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2">
    <w:name w:val="C92B7D1C29F744E69914EE53E152184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9916022F40D434AAA8B414A6D3D6F961">
    <w:name w:val="49916022F40D434AAA8B414A6D3D6F9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BF8C2602CB405493A72B33147E89B01">
    <w:name w:val="A9BF8C2602CB405493A72B33147E89B0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9557A827CA34DCDBE54895997FBC4221">
    <w:name w:val="19557A827CA34DCDBE54895997FBC42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6CC9E661614284B39F7B4CC1B1B1321">
    <w:name w:val="F96CC9E661614284B39F7B4CC1B1B13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443694D723462B8B6E78C44DF393A31">
    <w:name w:val="6F443694D723462B8B6E78C44DF393A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">
    <w:name w:val="278B78F31B0E40D6AE649F900CF1D58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">
    <w:name w:val="4C67FE57C22348EBB426E4BFF4AD94A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">
    <w:name w:val="927D2B5D38A5469A913FC47DB0DE2215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">
    <w:name w:val="E0D6DDF2D6BA43D08ED6945F285E3B5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">
    <w:name w:val="314B93E0ED5A441D8D879E41767C74F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">
    <w:name w:val="302FBA248F2F45A69E0CAEC4314344DB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">
    <w:name w:val="4306D0406DF94B91BCE2D22B7D6B60E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">
    <w:name w:val="476838A10F7D4EEC8DCD2ECFB119F79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">
    <w:name w:val="E05E5F034540451F83B391C3B924A38F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">
    <w:name w:val="96CCC1E2FCA8427182FA141EBFD6B72C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">
    <w:name w:val="7997B00C939846D7BD2CAB8D647D8B3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">
    <w:name w:val="40A2D7BE03C24EB9BAD3091897EEC9BD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">
    <w:name w:val="B623277795DA435F853F5847E5D0653F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">
    <w:name w:val="7A941C3F48B64FE9981832D6558B778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">
    <w:name w:val="DA0683F502EA4BC98B1C75C9C61A0AA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">
    <w:name w:val="D54BC1624B8E428582D05D912AE733F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">
    <w:name w:val="A35F2F0655C74E2581ADF0EB9949523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">
    <w:name w:val="4F70DC4AFC8949EABDD522BEAD338B7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">
    <w:name w:val="6D6A7278652D407A94564764F40C749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">
    <w:name w:val="EFD06D3FE4A847FE88D6E683901AC0B0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F4546D379041FBAD5E31447E3E2DA8">
    <w:name w:val="28F4546D379041FBAD5E31447E3E2DA8"/>
    <w:rsid w:val="001179C0"/>
  </w:style>
  <w:style w:type="paragraph" w:customStyle="1" w:styleId="2ED55403A51E4F0FB355380363216498">
    <w:name w:val="2ED55403A51E4F0FB355380363216498"/>
    <w:rsid w:val="001179C0"/>
  </w:style>
  <w:style w:type="paragraph" w:customStyle="1" w:styleId="E389BA6E2DB44700AD77C710E66464078">
    <w:name w:val="E389BA6E2DB44700AD77C710E6646407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8">
    <w:name w:val="D11E04BC0E1B4C92ABF3EF3DFAE1C9CB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8">
    <w:name w:val="964527FD05A448ADB7ACE75E34C2994E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8">
    <w:name w:val="68C6E79D87BB435AB825C85293831AEA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7">
    <w:name w:val="BBC153988F80459E9D5D3C1963B10557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7">
    <w:name w:val="BBCC87BE278E4C1682B8FA4FD0F9A801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7">
    <w:name w:val="6FCA0832A6964006BB22ECFC28349AC6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8">
    <w:name w:val="2B29CE5CA521442EA4AD48A6FE0796F7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3">
    <w:name w:val="B55FAFB425CD4D50A34D048F5F70CBF6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3">
    <w:name w:val="28D47CA192EB45D3B07DCBA1A4ED20E9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3">
    <w:name w:val="A1C13EC3782B419496E171C5C9CCBF23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8">
    <w:name w:val="A9130B9A2D414610843FE797D1B01194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8">
    <w:name w:val="A21825268DC94DFA9D1B22E26F0ECC61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2">
    <w:name w:val="07FACB331F5A4417863EE1011E0FA022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3">
    <w:name w:val="1816C6F935434102925023F21E3B5368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4">
    <w:name w:val="CA704D8AEEBA41CDB4FC9BA906017E32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4">
    <w:name w:val="83BA2E0D93F247FEA6E252830C94DE30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4">
    <w:name w:val="0A4AB40B31E142DD985E53A09243D5D4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4">
    <w:name w:val="46A0747E984D4715979EA1A157FDDBE1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4">
    <w:name w:val="D5257A0C67B1469D98A5C96CB3074A06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4">
    <w:name w:val="C281C9EB48C94AA4871A29D84CC33DAE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4">
    <w:name w:val="DAB30249FCEA4345859DB68E474562B7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4">
    <w:name w:val="4EFE344E079B453E92984C0888D2FCAC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3">
    <w:name w:val="219062B354754C288515215EA0CFB81E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3">
    <w:name w:val="C92B7D1C29F744E69914EE53E152184E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">
    <w:name w:val="91894A708216454CBDE4FF2A26B31985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">
    <w:name w:val="278B78F31B0E40D6AE649F900CF1D585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">
    <w:name w:val="4C67FE57C22348EBB426E4BFF4AD94A3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2">
    <w:name w:val="927D2B5D38A5469A913FC47DB0DE2215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2">
    <w:name w:val="E0D6DDF2D6BA43D08ED6945F285E3B5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2">
    <w:name w:val="314B93E0ED5A441D8D879E41767C74F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2">
    <w:name w:val="302FBA248F2F45A69E0CAEC4314344DB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2">
    <w:name w:val="4306D0406DF94B91BCE2D22B7D6B60E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2">
    <w:name w:val="476838A10F7D4EEC8DCD2ECFB119F79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2">
    <w:name w:val="E05E5F034540451F83B391C3B924A38F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2">
    <w:name w:val="96CCC1E2FCA8427182FA141EBFD6B72C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2">
    <w:name w:val="7997B00C939846D7BD2CAB8D647D8B36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2">
    <w:name w:val="40A2D7BE03C24EB9BAD3091897EEC9BD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2">
    <w:name w:val="B623277795DA435F853F5847E5D0653F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2">
    <w:name w:val="7A941C3F48B64FE9981832D6558B7783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2">
    <w:name w:val="DA0683F502EA4BC98B1C75C9C61A0AA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2">
    <w:name w:val="D54BC1624B8E428582D05D912AE733F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2">
    <w:name w:val="A35F2F0655C74E2581ADF0EB9949523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">
    <w:name w:val="1F0F6E58D44C4E768716C3462E4C8C44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">
    <w:name w:val="4F70DC4AFC8949EABDD522BEAD338B71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2">
    <w:name w:val="6D6A7278652D407A94564764F40C749E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2">
    <w:name w:val="EFD06D3FE4A847FE88D6E683901AC0B0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9">
    <w:name w:val="E389BA6E2DB44700AD77C710E664640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9">
    <w:name w:val="D11E04BC0E1B4C92ABF3EF3DFAE1C9CB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9">
    <w:name w:val="964527FD05A448ADB7ACE75E34C2994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9">
    <w:name w:val="68C6E79D87BB435AB825C85293831AEA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8">
    <w:name w:val="BBC153988F80459E9D5D3C1963B10557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8">
    <w:name w:val="BBCC87BE278E4C1682B8FA4FD0F9A80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8">
    <w:name w:val="6FCA0832A6964006BB22ECFC28349AC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9">
    <w:name w:val="2B29CE5CA521442EA4AD48A6FE0796F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4">
    <w:name w:val="B55FAFB425CD4D50A34D048F5F70CBF6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4">
    <w:name w:val="28D47CA192EB45D3B07DCBA1A4ED20E9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4">
    <w:name w:val="A1C13EC3782B419496E171C5C9CCBF2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9">
    <w:name w:val="A9130B9A2D414610843FE797D1B01194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9">
    <w:name w:val="A21825268DC94DFA9D1B22E26F0ECC6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3">
    <w:name w:val="07FACB331F5A4417863EE1011E0FA022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4">
    <w:name w:val="1816C6F935434102925023F21E3B5368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5">
    <w:name w:val="CA704D8AEEBA41CDB4FC9BA906017E32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5">
    <w:name w:val="83BA2E0D93F247FEA6E252830C94DE30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5">
    <w:name w:val="0A4AB40B31E142DD985E53A09243D5D4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5">
    <w:name w:val="46A0747E984D4715979EA1A157FDDBE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5">
    <w:name w:val="D5257A0C67B1469D98A5C96CB3074A0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5">
    <w:name w:val="C281C9EB48C94AA4871A29D84CC33DA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5">
    <w:name w:val="DAB30249FCEA4345859DB68E474562B7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5">
    <w:name w:val="4EFE344E079B453E92984C0888D2FCAC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4">
    <w:name w:val="219062B354754C288515215EA0CFB81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4">
    <w:name w:val="C92B7D1C29F744E69914EE53E152184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1">
    <w:name w:val="91894A708216454CBDE4FF2A26B31985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2">
    <w:name w:val="278B78F31B0E40D6AE649F900CF1D585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2">
    <w:name w:val="4C67FE57C22348EBB426E4BFF4AD94A3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3">
    <w:name w:val="927D2B5D38A5469A913FC47DB0DE221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3">
    <w:name w:val="E0D6DDF2D6BA43D08ED6945F285E3B5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3">
    <w:name w:val="314B93E0ED5A441D8D879E41767C74F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3">
    <w:name w:val="302FBA248F2F45A69E0CAEC4314344DB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3">
    <w:name w:val="4306D0406DF94B91BCE2D22B7D6B60E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3">
    <w:name w:val="476838A10F7D4EEC8DCD2ECFB119F79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3">
    <w:name w:val="E05E5F034540451F83B391C3B924A38F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3">
    <w:name w:val="96CCC1E2FCA8427182FA141EBFD6B72C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3">
    <w:name w:val="7997B00C939846D7BD2CAB8D647D8B36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3">
    <w:name w:val="40A2D7BE03C24EB9BAD3091897EEC9BD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3">
    <w:name w:val="B623277795DA435F853F5847E5D0653F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3">
    <w:name w:val="7A941C3F48B64FE9981832D6558B7783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3">
    <w:name w:val="DA0683F502EA4BC98B1C75C9C61A0AA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3">
    <w:name w:val="D54BC1624B8E428582D05D912AE733F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3">
    <w:name w:val="A35F2F0655C74E2581ADF0EB9949523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2">
    <w:name w:val="1F0F6E58D44C4E768716C3462E4C8C44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2">
    <w:name w:val="4F70DC4AFC8949EABDD522BEAD338B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3">
    <w:name w:val="6D6A7278652D407A94564764F40C749E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3">
    <w:name w:val="EFD06D3FE4A847FE88D6E683901AC0B0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0">
    <w:name w:val="E389BA6E2DB44700AD77C710E664640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0">
    <w:name w:val="D11E04BC0E1B4C92ABF3EF3DFAE1C9CB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0">
    <w:name w:val="964527FD05A448ADB7ACE75E34C2994E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0">
    <w:name w:val="68C6E79D87BB435AB825C85293831AEA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9">
    <w:name w:val="BBC153988F80459E9D5D3C1963B1055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9">
    <w:name w:val="BBCC87BE278E4C1682B8FA4FD0F9A80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9">
    <w:name w:val="6FCA0832A6964006BB22ECFC28349AC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0">
    <w:name w:val="2B29CE5CA521442EA4AD48A6FE0796F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">
    <w:name w:val="E1BE71A11BEA420EA5ACAD43F76F451B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">
    <w:name w:val="5B9AAC169D944A1B89E30C6BBB5BECD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">
    <w:name w:val="BAF477C35A8B44C2A679836A75916C8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5">
    <w:name w:val="B55FAFB425CD4D50A34D048F5F70CBF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5">
    <w:name w:val="28D47CA192EB45D3B07DCBA1A4ED20E9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5">
    <w:name w:val="A1C13EC3782B419496E171C5C9CCBF2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0">
    <w:name w:val="A9130B9A2D414610843FE797D1B01194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0">
    <w:name w:val="A21825268DC94DFA9D1B22E26F0ECC6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4">
    <w:name w:val="07FACB331F5A4417863EE1011E0FA022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5">
    <w:name w:val="1816C6F935434102925023F21E3B5368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6">
    <w:name w:val="CA704D8AEEBA41CDB4FC9BA906017E32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6">
    <w:name w:val="83BA2E0D93F247FEA6E252830C94DE30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6">
    <w:name w:val="0A4AB40B31E142DD985E53A09243D5D4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6">
    <w:name w:val="46A0747E984D4715979EA1A157FDDBE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6">
    <w:name w:val="D5257A0C67B1469D98A5C96CB3074A0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6">
    <w:name w:val="C281C9EB48C94AA4871A29D84CC33DA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6">
    <w:name w:val="DAB30249FCEA4345859DB68E474562B7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6">
    <w:name w:val="4EFE344E079B453E92984C0888D2FCAC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5">
    <w:name w:val="219062B354754C288515215EA0CFB81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5">
    <w:name w:val="C92B7D1C29F744E69914EE53E152184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2">
    <w:name w:val="91894A708216454CBDE4FF2A26B31985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3">
    <w:name w:val="278B78F31B0E40D6AE649F900CF1D58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3">
    <w:name w:val="4C67FE57C22348EBB426E4BFF4AD94A3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4">
    <w:name w:val="927D2B5D38A5469A913FC47DB0DE221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4">
    <w:name w:val="E0D6DDF2D6BA43D08ED6945F285E3B5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4">
    <w:name w:val="314B93E0ED5A441D8D879E41767C74F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4">
    <w:name w:val="302FBA248F2F45A69E0CAEC4314344DB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4">
    <w:name w:val="4306D0406DF94B91BCE2D22B7D6B60E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4">
    <w:name w:val="476838A10F7D4EEC8DCD2ECFB119F79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4">
    <w:name w:val="E05E5F034540451F83B391C3B924A38F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4">
    <w:name w:val="96CCC1E2FCA8427182FA141EBFD6B72C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4">
    <w:name w:val="7997B00C939846D7BD2CAB8D647D8B36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4">
    <w:name w:val="40A2D7BE03C24EB9BAD3091897EEC9BD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4">
    <w:name w:val="B623277795DA435F853F5847E5D0653F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4">
    <w:name w:val="7A941C3F48B64FE9981832D6558B778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4">
    <w:name w:val="DA0683F502EA4BC98B1C75C9C61A0AA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4">
    <w:name w:val="D54BC1624B8E428582D05D912AE733F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4">
    <w:name w:val="A35F2F0655C74E2581ADF0EB9949523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3">
    <w:name w:val="1F0F6E58D44C4E768716C3462E4C8C44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3">
    <w:name w:val="4F70DC4AFC8949EABDD522BEAD338B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4">
    <w:name w:val="6D6A7278652D407A94564764F40C749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4">
    <w:name w:val="EFD06D3FE4A847FE88D6E683901AC0B0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1">
    <w:name w:val="E389BA6E2DB44700AD77C710E664640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1">
    <w:name w:val="D11E04BC0E1B4C92ABF3EF3DFAE1C9CB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1">
    <w:name w:val="964527FD05A448ADB7ACE75E34C2994E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1">
    <w:name w:val="68C6E79D87BB435AB825C85293831AEA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0">
    <w:name w:val="BBC153988F80459E9D5D3C1963B1055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0">
    <w:name w:val="BBCC87BE278E4C1682B8FA4FD0F9A80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0">
    <w:name w:val="6FCA0832A6964006BB22ECFC28349AC6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1">
    <w:name w:val="2B29CE5CA521442EA4AD48A6FE0796F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1">
    <w:name w:val="E1BE71A11BEA420EA5ACAD43F76F451B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1">
    <w:name w:val="5B9AAC169D944A1B89E30C6BBB5BECD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1">
    <w:name w:val="BAF477C35A8B44C2A679836A75916C84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6">
    <w:name w:val="B55FAFB425CD4D50A34D048F5F70CBF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6">
    <w:name w:val="28D47CA192EB45D3B07DCBA1A4ED20E9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6">
    <w:name w:val="A1C13EC3782B419496E171C5C9CCBF2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1">
    <w:name w:val="A9130B9A2D414610843FE797D1B01194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1">
    <w:name w:val="A21825268DC94DFA9D1B22E26F0ECC61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5">
    <w:name w:val="07FACB331F5A4417863EE1011E0FA022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6">
    <w:name w:val="1816C6F935434102925023F21E3B5368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7">
    <w:name w:val="CA704D8AEEBA41CDB4FC9BA906017E32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7">
    <w:name w:val="83BA2E0D93F247FEA6E252830C94DE30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7">
    <w:name w:val="0A4AB40B31E142DD985E53A09243D5D4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7">
    <w:name w:val="46A0747E984D4715979EA1A157FDDBE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7">
    <w:name w:val="D5257A0C67B1469D98A5C96CB3074A0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7">
    <w:name w:val="C281C9EB48C94AA4871A29D84CC33DA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7">
    <w:name w:val="DAB30249FCEA4345859DB68E474562B7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7">
    <w:name w:val="4EFE344E079B453E92984C0888D2FCAC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6">
    <w:name w:val="219062B354754C288515215EA0CFB81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6">
    <w:name w:val="C92B7D1C29F744E69914EE53E152184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3">
    <w:name w:val="91894A708216454CBDE4FF2A26B3198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4">
    <w:name w:val="278B78F31B0E40D6AE649F900CF1D58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4">
    <w:name w:val="4C67FE57C22348EBB426E4BFF4AD94A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5">
    <w:name w:val="927D2B5D38A5469A913FC47DB0DE221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5">
    <w:name w:val="E0D6DDF2D6BA43D08ED6945F285E3B5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5">
    <w:name w:val="314B93E0ED5A441D8D879E41767C74F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5">
    <w:name w:val="302FBA248F2F45A69E0CAEC4314344DB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5">
    <w:name w:val="4306D0406DF94B91BCE2D22B7D6B60E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5">
    <w:name w:val="476838A10F7D4EEC8DCD2ECFB119F79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5">
    <w:name w:val="E05E5F034540451F83B391C3B924A38F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5">
    <w:name w:val="96CCC1E2FCA8427182FA141EBFD6B72C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5">
    <w:name w:val="7997B00C939846D7BD2CAB8D647D8B3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5">
    <w:name w:val="40A2D7BE03C24EB9BAD3091897EEC9BD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5">
    <w:name w:val="B623277795DA435F853F5847E5D0653F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5">
    <w:name w:val="7A941C3F48B64FE9981832D6558B778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5">
    <w:name w:val="DA0683F502EA4BC98B1C75C9C61A0AA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5">
    <w:name w:val="D54BC1624B8E428582D05D912AE733F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5">
    <w:name w:val="A35F2F0655C74E2581ADF0EB9949523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4">
    <w:name w:val="1F0F6E58D44C4E768716C3462E4C8C44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4">
    <w:name w:val="4F70DC4AFC8949EABDD522BEAD338B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5">
    <w:name w:val="6D6A7278652D407A94564764F40C749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5">
    <w:name w:val="EFD06D3FE4A847FE88D6E683901AC0B0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2">
    <w:name w:val="E389BA6E2DB44700AD77C710E664640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2">
    <w:name w:val="D11E04BC0E1B4C92ABF3EF3DFAE1C9CB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2">
    <w:name w:val="964527FD05A448ADB7ACE75E34C2994E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2">
    <w:name w:val="68C6E79D87BB435AB825C85293831AEA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1">
    <w:name w:val="BBC153988F80459E9D5D3C1963B1055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1">
    <w:name w:val="BBCC87BE278E4C1682B8FA4FD0F9A801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1">
    <w:name w:val="6FCA0832A6964006BB22ECFC28349AC6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2">
    <w:name w:val="2B29CE5CA521442EA4AD48A6FE0796F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2">
    <w:name w:val="E1BE71A11BEA420EA5ACAD43F76F451B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2">
    <w:name w:val="5B9AAC169D944A1B89E30C6BBB5BECD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2">
    <w:name w:val="BAF477C35A8B44C2A679836A75916C84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7">
    <w:name w:val="B55FAFB425CD4D50A34D048F5F70CBF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7">
    <w:name w:val="28D47CA192EB45D3B07DCBA1A4ED20E9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7">
    <w:name w:val="A1C13EC3782B419496E171C5C9CCBF2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2">
    <w:name w:val="A9130B9A2D414610843FE797D1B01194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2">
    <w:name w:val="A21825268DC94DFA9D1B22E26F0ECC61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6">
    <w:name w:val="07FACB331F5A4417863EE1011E0FA022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7">
    <w:name w:val="1816C6F935434102925023F21E3B5368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8">
    <w:name w:val="CA704D8AEEBA41CDB4FC9BA906017E32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8">
    <w:name w:val="83BA2E0D93F247FEA6E252830C94DE30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8">
    <w:name w:val="0A4AB40B31E142DD985E53A09243D5D4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8">
    <w:name w:val="46A0747E984D4715979EA1A157FDDBE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8">
    <w:name w:val="D5257A0C67B1469D98A5C96CB3074A0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8">
    <w:name w:val="C281C9EB48C94AA4871A29D84CC33DA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8">
    <w:name w:val="DAB30249FCEA4345859DB68E474562B7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8">
    <w:name w:val="4EFE344E079B453E92984C0888D2FCAC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7">
    <w:name w:val="219062B354754C288515215EA0CFB81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7">
    <w:name w:val="C92B7D1C29F744E69914EE53E152184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4">
    <w:name w:val="91894A708216454CBDE4FF2A26B3198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5">
    <w:name w:val="278B78F31B0E40D6AE649F900CF1D58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5">
    <w:name w:val="4C67FE57C22348EBB426E4BFF4AD94A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6">
    <w:name w:val="927D2B5D38A5469A913FC47DB0DE221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6">
    <w:name w:val="E0D6DDF2D6BA43D08ED6945F285E3B5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6">
    <w:name w:val="314B93E0ED5A441D8D879E41767C74F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6">
    <w:name w:val="302FBA248F2F45A69E0CAEC4314344DB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6">
    <w:name w:val="4306D0406DF94B91BCE2D22B7D6B60E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6">
    <w:name w:val="476838A10F7D4EEC8DCD2ECFB119F79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6">
    <w:name w:val="E05E5F034540451F83B391C3B924A38F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6">
    <w:name w:val="96CCC1E2FCA8427182FA141EBFD6B72C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6">
    <w:name w:val="7997B00C939846D7BD2CAB8D647D8B3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6">
    <w:name w:val="40A2D7BE03C24EB9BAD3091897EEC9BD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6">
    <w:name w:val="B623277795DA435F853F5847E5D0653F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6">
    <w:name w:val="7A941C3F48B64FE9981832D6558B778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6">
    <w:name w:val="DA0683F502EA4BC98B1C75C9C61A0AA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6">
    <w:name w:val="D54BC1624B8E428582D05D912AE733F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6">
    <w:name w:val="A35F2F0655C74E2581ADF0EB9949523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5">
    <w:name w:val="1F0F6E58D44C4E768716C3462E4C8C44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5">
    <w:name w:val="4F70DC4AFC8949EABDD522BEAD338B7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6">
    <w:name w:val="6D6A7278652D407A94564764F40C749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6">
    <w:name w:val="EFD06D3FE4A847FE88D6E683901AC0B0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3">
    <w:name w:val="E389BA6E2DB44700AD77C710E664640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3">
    <w:name w:val="D11E04BC0E1B4C92ABF3EF3DFAE1C9CB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3">
    <w:name w:val="964527FD05A448ADB7ACE75E34C2994E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3">
    <w:name w:val="68C6E79D87BB435AB825C85293831AEA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2">
    <w:name w:val="BBC153988F80459E9D5D3C1963B1055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2">
    <w:name w:val="BBCC87BE278E4C1682B8FA4FD0F9A801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2">
    <w:name w:val="6FCA0832A6964006BB22ECFC28349AC6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3">
    <w:name w:val="2B29CE5CA521442EA4AD48A6FE0796F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3">
    <w:name w:val="E1BE71A11BEA420EA5ACAD43F76F451B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3">
    <w:name w:val="5B9AAC169D944A1B89E30C6BBB5BECD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3">
    <w:name w:val="BAF477C35A8B44C2A679836A75916C84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8">
    <w:name w:val="B55FAFB425CD4D50A34D048F5F70CBF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8">
    <w:name w:val="28D47CA192EB45D3B07DCBA1A4ED20E9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8">
    <w:name w:val="A1C13EC3782B419496E171C5C9CCBF23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3">
    <w:name w:val="A9130B9A2D414610843FE797D1B01194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3">
    <w:name w:val="A21825268DC94DFA9D1B22E26F0ECC61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7">
    <w:name w:val="07FACB331F5A4417863EE1011E0FA022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8">
    <w:name w:val="1816C6F935434102925023F21E3B5368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9">
    <w:name w:val="CA704D8AEEBA41CDB4FC9BA906017E32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9">
    <w:name w:val="83BA2E0D93F247FEA6E252830C94DE30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9">
    <w:name w:val="0A4AB40B31E142DD985E53A09243D5D4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9">
    <w:name w:val="46A0747E984D4715979EA1A157FDDBE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9">
    <w:name w:val="D5257A0C67B1469D98A5C96CB3074A0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9">
    <w:name w:val="C281C9EB48C94AA4871A29D84CC33DA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9">
    <w:name w:val="DAB30249FCEA4345859DB68E474562B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9">
    <w:name w:val="4EFE344E079B453E92984C0888D2FCAC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8">
    <w:name w:val="219062B354754C288515215EA0CFB81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8">
    <w:name w:val="C92B7D1C29F744E69914EE53E152184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5">
    <w:name w:val="91894A708216454CBDE4FF2A26B3198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6">
    <w:name w:val="278B78F31B0E40D6AE649F900CF1D58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6">
    <w:name w:val="4C67FE57C22348EBB426E4BFF4AD94A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7">
    <w:name w:val="927D2B5D38A5469A913FC47DB0DE2215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7">
    <w:name w:val="E0D6DDF2D6BA43D08ED6945F285E3B5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7">
    <w:name w:val="314B93E0ED5A441D8D879E41767C74F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7">
    <w:name w:val="302FBA248F2F45A69E0CAEC4314344DB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7">
    <w:name w:val="4306D0406DF94B91BCE2D22B7D6B60E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7">
    <w:name w:val="476838A10F7D4EEC8DCD2ECFB119F79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7">
    <w:name w:val="E05E5F034540451F83B391C3B924A38F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7">
    <w:name w:val="96CCC1E2FCA8427182FA141EBFD6B72C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7">
    <w:name w:val="7997B00C939846D7BD2CAB8D647D8B3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7">
    <w:name w:val="40A2D7BE03C24EB9BAD3091897EEC9BD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7">
    <w:name w:val="B623277795DA435F853F5847E5D0653F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7">
    <w:name w:val="7A941C3F48B64FE9981832D6558B778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7">
    <w:name w:val="DA0683F502EA4BC98B1C75C9C61A0AA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7">
    <w:name w:val="D54BC1624B8E428582D05D912AE733F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7">
    <w:name w:val="A35F2F0655C74E2581ADF0EB9949523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6">
    <w:name w:val="1F0F6E58D44C4E768716C3462E4C8C44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6">
    <w:name w:val="4F70DC4AFC8949EABDD522BEAD338B7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7">
    <w:name w:val="6D6A7278652D407A94564764F40C749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7">
    <w:name w:val="EFD06D3FE4A847FE88D6E683901AC0B0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4">
    <w:name w:val="E389BA6E2DB44700AD77C710E664640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4">
    <w:name w:val="D11E04BC0E1B4C92ABF3EF3DFAE1C9CB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4">
    <w:name w:val="964527FD05A448ADB7ACE75E34C2994E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4">
    <w:name w:val="68C6E79D87BB435AB825C85293831AEA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3">
    <w:name w:val="BBC153988F80459E9D5D3C1963B1055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3">
    <w:name w:val="BBCC87BE278E4C1682B8FA4FD0F9A801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3">
    <w:name w:val="6FCA0832A6964006BB22ECFC28349AC6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4">
    <w:name w:val="2B29CE5CA521442EA4AD48A6FE0796F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4">
    <w:name w:val="E1BE71A11BEA420EA5ACAD43F76F451B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4">
    <w:name w:val="5B9AAC169D944A1B89E30C6BBB5BECD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4">
    <w:name w:val="BAF477C35A8B44C2A679836A75916C84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9">
    <w:name w:val="B55FAFB425CD4D50A34D048F5F70CBF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9">
    <w:name w:val="28D47CA192EB45D3B07DCBA1A4ED20E9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9">
    <w:name w:val="A1C13EC3782B419496E171C5C9CCBF23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4">
    <w:name w:val="A9130B9A2D414610843FE797D1B01194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4">
    <w:name w:val="A21825268DC94DFA9D1B22E26F0ECC61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8">
    <w:name w:val="07FACB331F5A4417863EE1011E0FA022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9">
    <w:name w:val="1816C6F935434102925023F21E3B5368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0">
    <w:name w:val="CA704D8AEEBA41CDB4FC9BA906017E32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0">
    <w:name w:val="83BA2E0D93F247FEA6E252830C94DE30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0">
    <w:name w:val="0A4AB40B31E142DD985E53A09243D5D4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0">
    <w:name w:val="46A0747E984D4715979EA1A157FDDBE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0">
    <w:name w:val="D5257A0C67B1469D98A5C96CB3074A06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0">
    <w:name w:val="C281C9EB48C94AA4871A29D84CC33DAE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0">
    <w:name w:val="DAB30249FCEA4345859DB68E474562B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0">
    <w:name w:val="4EFE344E079B453E92984C0888D2FCAC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9">
    <w:name w:val="219062B354754C288515215EA0CFB81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9">
    <w:name w:val="C92B7D1C29F744E69914EE53E152184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6">
    <w:name w:val="91894A708216454CBDE4FF2A26B3198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7">
    <w:name w:val="278B78F31B0E40D6AE649F900CF1D585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7">
    <w:name w:val="4C67FE57C22348EBB426E4BFF4AD94A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8">
    <w:name w:val="927D2B5D38A5469A913FC47DB0DE2215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8">
    <w:name w:val="E0D6DDF2D6BA43D08ED6945F285E3B5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8">
    <w:name w:val="314B93E0ED5A441D8D879E41767C74F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8">
    <w:name w:val="302FBA248F2F45A69E0CAEC4314344DB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8">
    <w:name w:val="4306D0406DF94B91BCE2D22B7D6B60E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8">
    <w:name w:val="476838A10F7D4EEC8DCD2ECFB119F79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8">
    <w:name w:val="E05E5F034540451F83B391C3B924A38F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8">
    <w:name w:val="96CCC1E2FCA8427182FA141EBFD6B72C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8">
    <w:name w:val="7997B00C939846D7BD2CAB8D647D8B3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8">
    <w:name w:val="40A2D7BE03C24EB9BAD3091897EEC9BD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8">
    <w:name w:val="B623277795DA435F853F5847E5D0653F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8">
    <w:name w:val="7A941C3F48B64FE9981832D6558B7783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8">
    <w:name w:val="DA0683F502EA4BC98B1C75C9C61A0AA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8">
    <w:name w:val="D54BC1624B8E428582D05D912AE733F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8">
    <w:name w:val="A35F2F0655C74E2581ADF0EB9949523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7">
    <w:name w:val="1F0F6E58D44C4E768716C3462E4C8C44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7">
    <w:name w:val="4F70DC4AFC8949EABDD522BEAD338B7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8">
    <w:name w:val="6D6A7278652D407A94564764F40C749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8">
    <w:name w:val="EFD06D3FE4A847FE88D6E683901AC0B0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">
    <w:name w:val="0EDAC4D187DA4C23AE900EF95C1FD07D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5">
    <w:name w:val="E389BA6E2DB44700AD77C710E664640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5">
    <w:name w:val="D11E04BC0E1B4C92ABF3EF3DFAE1C9CB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5">
    <w:name w:val="964527FD05A448ADB7ACE75E34C2994E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5">
    <w:name w:val="68C6E79D87BB435AB825C85293831AEA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4">
    <w:name w:val="BBC153988F80459E9D5D3C1963B10557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4">
    <w:name w:val="BBCC87BE278E4C1682B8FA4FD0F9A801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4">
    <w:name w:val="6FCA0832A6964006BB22ECFC28349AC6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5">
    <w:name w:val="2B29CE5CA521442EA4AD48A6FE0796F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5">
    <w:name w:val="E1BE71A11BEA420EA5ACAD43F76F451B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5">
    <w:name w:val="5B9AAC169D944A1B89E30C6BBB5BECD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5">
    <w:name w:val="BAF477C35A8B44C2A679836A75916C84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0">
    <w:name w:val="B55FAFB425CD4D50A34D048F5F70CBF6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0">
    <w:name w:val="28D47CA192EB45D3B07DCBA1A4ED20E9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0">
    <w:name w:val="A1C13EC3782B419496E171C5C9CCBF2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5">
    <w:name w:val="A9130B9A2D414610843FE797D1B01194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5">
    <w:name w:val="A21825268DC94DFA9D1B22E26F0ECC61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9">
    <w:name w:val="07FACB331F5A4417863EE1011E0FA022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0">
    <w:name w:val="1816C6F935434102925023F21E3B5368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1">
    <w:name w:val="CA704D8AEEBA41CDB4FC9BA906017E32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1">
    <w:name w:val="83BA2E0D93F247FEA6E252830C94DE30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1">
    <w:name w:val="0A4AB40B31E142DD985E53A09243D5D4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1">
    <w:name w:val="46A0747E984D4715979EA1A157FDDBE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1">
    <w:name w:val="D5257A0C67B1469D98A5C96CB3074A0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1">
    <w:name w:val="C281C9EB48C94AA4871A29D84CC33DA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1">
    <w:name w:val="DAB30249FCEA4345859DB68E474562B7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1">
    <w:name w:val="4EFE344E079B453E92984C0888D2FCAC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0">
    <w:name w:val="219062B354754C288515215EA0CFB81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10">
    <w:name w:val="C92B7D1C29F744E69914EE53E152184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7">
    <w:name w:val="91894A708216454CBDE4FF2A26B31985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8">
    <w:name w:val="278B78F31B0E40D6AE649F900CF1D585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8">
    <w:name w:val="4C67FE57C22348EBB426E4BFF4AD94A3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9">
    <w:name w:val="927D2B5D38A5469A913FC47DB0DE221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9">
    <w:name w:val="E0D6DDF2D6BA43D08ED6945F285E3B5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9">
    <w:name w:val="314B93E0ED5A441D8D879E41767C74F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9">
    <w:name w:val="302FBA248F2F45A69E0CAEC4314344DB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9">
    <w:name w:val="4306D0406DF94B91BCE2D22B7D6B60E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9">
    <w:name w:val="476838A10F7D4EEC8DCD2ECFB119F79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9">
    <w:name w:val="E05E5F034540451F83B391C3B924A38F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9">
    <w:name w:val="96CCC1E2FCA8427182FA141EBFD6B72C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9">
    <w:name w:val="7997B00C939846D7BD2CAB8D647D8B36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9">
    <w:name w:val="40A2D7BE03C24EB9BAD3091897EEC9BD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9">
    <w:name w:val="B623277795DA435F853F5847E5D0653F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9">
    <w:name w:val="7A941C3F48B64FE9981832D6558B7783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9">
    <w:name w:val="DA0683F502EA4BC98B1C75C9C61A0AA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9">
    <w:name w:val="D54BC1624B8E428582D05D912AE733F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9">
    <w:name w:val="A35F2F0655C74E2581ADF0EB9949523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8">
    <w:name w:val="1F0F6E58D44C4E768716C3462E4C8C44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8">
    <w:name w:val="4F70DC4AFC8949EABDD522BEAD338B71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9">
    <w:name w:val="6D6A7278652D407A94564764F40C749E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9">
    <w:name w:val="EFD06D3FE4A847FE88D6E683901AC0B0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1">
    <w:name w:val="0EDAC4D187DA4C23AE900EF95C1FD07D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6">
    <w:name w:val="E389BA6E2DB44700AD77C710E664640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6">
    <w:name w:val="D11E04BC0E1B4C92ABF3EF3DFAE1C9CB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6">
    <w:name w:val="964527FD05A448ADB7ACE75E34C2994E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6">
    <w:name w:val="68C6E79D87BB435AB825C85293831AEA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5">
    <w:name w:val="BBC153988F80459E9D5D3C1963B1055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5">
    <w:name w:val="BBCC87BE278E4C1682B8FA4FD0F9A801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5">
    <w:name w:val="6FCA0832A6964006BB22ECFC28349AC6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6">
    <w:name w:val="2B29CE5CA521442EA4AD48A6FE0796F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6">
    <w:name w:val="E1BE71A11BEA420EA5ACAD43F76F451B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6">
    <w:name w:val="5B9AAC169D944A1B89E30C6BBB5BECD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6">
    <w:name w:val="BAF477C35A8B44C2A679836A75916C84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1">
    <w:name w:val="B55FAFB425CD4D50A34D048F5F70CBF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1">
    <w:name w:val="28D47CA192EB45D3B07DCBA1A4ED20E9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1">
    <w:name w:val="A1C13EC3782B419496E171C5C9CCBF23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6">
    <w:name w:val="A9130B9A2D414610843FE797D1B01194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6">
    <w:name w:val="A21825268DC94DFA9D1B22E26F0ECC61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0">
    <w:name w:val="07FACB331F5A4417863EE1011E0FA022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1">
    <w:name w:val="1816C6F935434102925023F21E3B5368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2">
    <w:name w:val="CA704D8AEEBA41CDB4FC9BA906017E32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2">
    <w:name w:val="83BA2E0D93F247FEA6E252830C94DE30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2">
    <w:name w:val="0A4AB40B31E142DD985E53A09243D5D4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2">
    <w:name w:val="46A0747E984D4715979EA1A157FDDBE1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2">
    <w:name w:val="D5257A0C67B1469D98A5C96CB3074A06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2">
    <w:name w:val="C281C9EB48C94AA4871A29D84CC33DAE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2">
    <w:name w:val="DAB30249FCEA4345859DB68E474562B7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2">
    <w:name w:val="4EFE344E079B453E92984C0888D2FCAC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1">
    <w:name w:val="219062B354754C288515215EA0CFB81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8">
    <w:name w:val="91894A708216454CBDE4FF2A26B31985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9">
    <w:name w:val="278B78F31B0E40D6AE649F900CF1D58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9">
    <w:name w:val="4C67FE57C22348EBB426E4BFF4AD94A3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0">
    <w:name w:val="927D2B5D38A5469A913FC47DB0DE2215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0">
    <w:name w:val="E0D6DDF2D6BA43D08ED6945F285E3B5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0">
    <w:name w:val="314B93E0ED5A441D8D879E41767C74F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0">
    <w:name w:val="302FBA248F2F45A69E0CAEC4314344DB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0">
    <w:name w:val="4306D0406DF94B91BCE2D22B7D6B60E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0">
    <w:name w:val="476838A10F7D4EEC8DCD2ECFB119F79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0">
    <w:name w:val="E05E5F034540451F83B391C3B924A38F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0">
    <w:name w:val="96CCC1E2FCA8427182FA141EBFD6B72C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0">
    <w:name w:val="7997B00C939846D7BD2CAB8D647D8B36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0">
    <w:name w:val="40A2D7BE03C24EB9BAD3091897EEC9BD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0">
    <w:name w:val="B623277795DA435F853F5847E5D0653F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0">
    <w:name w:val="7A941C3F48B64FE9981832D6558B778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0">
    <w:name w:val="DA0683F502EA4BC98B1C75C9C61A0AA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0">
    <w:name w:val="D54BC1624B8E428582D05D912AE733F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0">
    <w:name w:val="A35F2F0655C74E2581ADF0EB9949523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9">
    <w:name w:val="1F0F6E58D44C4E768716C3462E4C8C44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9">
    <w:name w:val="4F70DC4AFC8949EABDD522BEAD338B7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0">
    <w:name w:val="6D6A7278652D407A94564764F40C749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2">
    <w:name w:val="0EDAC4D187DA4C23AE900EF95C1FD07D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7">
    <w:name w:val="E389BA6E2DB44700AD77C710E6646407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7">
    <w:name w:val="D11E04BC0E1B4C92ABF3EF3DFAE1C9CB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7">
    <w:name w:val="964527FD05A448ADB7ACE75E34C2994E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7">
    <w:name w:val="68C6E79D87BB435AB825C85293831AEA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6">
    <w:name w:val="BBC153988F80459E9D5D3C1963B1055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6">
    <w:name w:val="BBCC87BE278E4C1682B8FA4FD0F9A801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6">
    <w:name w:val="6FCA0832A6964006BB22ECFC28349AC6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7">
    <w:name w:val="2B29CE5CA521442EA4AD48A6FE0796F7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7">
    <w:name w:val="E1BE71A11BEA420EA5ACAD43F76F451B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7">
    <w:name w:val="5B9AAC169D944A1B89E30C6BBB5BECD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7">
    <w:name w:val="BAF477C35A8B44C2A679836A75916C84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2">
    <w:name w:val="B55FAFB425CD4D50A34D048F5F70CBF6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2">
    <w:name w:val="28D47CA192EB45D3B07DCBA1A4ED20E9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2">
    <w:name w:val="A1C13EC3782B419496E171C5C9CCBF23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7">
    <w:name w:val="A9130B9A2D414610843FE797D1B01194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7">
    <w:name w:val="A21825268DC94DFA9D1B22E26F0ECC61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1">
    <w:name w:val="07FACB331F5A4417863EE1011E0FA022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2">
    <w:name w:val="1816C6F935434102925023F21E3B5368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3">
    <w:name w:val="CA704D8AEEBA41CDB4FC9BA906017E32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3">
    <w:name w:val="83BA2E0D93F247FEA6E252830C94DE30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3">
    <w:name w:val="0A4AB40B31E142DD985E53A09243D5D4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3">
    <w:name w:val="46A0747E984D4715979EA1A157FDDBE1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3">
    <w:name w:val="D5257A0C67B1469D98A5C96CB3074A06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3">
    <w:name w:val="C281C9EB48C94AA4871A29D84CC33DAE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3">
    <w:name w:val="DAB30249FCEA4345859DB68E474562B7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3">
    <w:name w:val="4EFE344E079B453E92984C0888D2FCAC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2">
    <w:name w:val="219062B354754C288515215EA0CFB81E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9">
    <w:name w:val="91894A708216454CBDE4FF2A26B3198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0">
    <w:name w:val="278B78F31B0E40D6AE649F900CF1D585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0">
    <w:name w:val="4C67FE57C22348EBB426E4BFF4AD94A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1">
    <w:name w:val="927D2B5D38A5469A913FC47DB0DE2215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1">
    <w:name w:val="E0D6DDF2D6BA43D08ED6945F285E3B5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1">
    <w:name w:val="314B93E0ED5A441D8D879E41767C74F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1">
    <w:name w:val="302FBA248F2F45A69E0CAEC4314344DB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1">
    <w:name w:val="4306D0406DF94B91BCE2D22B7D6B60E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1">
    <w:name w:val="476838A10F7D4EEC8DCD2ECFB119F79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1">
    <w:name w:val="E05E5F034540451F83B391C3B924A38F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1">
    <w:name w:val="96CCC1E2FCA8427182FA141EBFD6B72C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1">
    <w:name w:val="7997B00C939846D7BD2CAB8D647D8B3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1">
    <w:name w:val="40A2D7BE03C24EB9BAD3091897EEC9BD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1">
    <w:name w:val="B623277795DA435F853F5847E5D0653F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1">
    <w:name w:val="7A941C3F48B64FE9981832D6558B7783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1">
    <w:name w:val="DA0683F502EA4BC98B1C75C9C61A0AA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1">
    <w:name w:val="D54BC1624B8E428582D05D912AE733F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1">
    <w:name w:val="A35F2F0655C74E2581ADF0EB9949523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0">
    <w:name w:val="1F0F6E58D44C4E768716C3462E4C8C44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0">
    <w:name w:val="4F70DC4AFC8949EABDD522BEAD338B7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1">
    <w:name w:val="6D6A7278652D407A94564764F40C749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0">
    <w:name w:val="EFD06D3FE4A847FE88D6E683901AC0B0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3">
    <w:name w:val="0EDAC4D187DA4C23AE900EF95C1FD07D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D8080AF890243D3AE550A4F55A4289A">
    <w:name w:val="1D8080AF890243D3AE550A4F55A4289A"/>
    <w:rsid w:val="00D547C7"/>
  </w:style>
  <w:style w:type="paragraph" w:customStyle="1" w:styleId="106808941A824B46B1A3B4FB181026A8">
    <w:name w:val="106808941A824B46B1A3B4FB181026A8"/>
    <w:rsid w:val="00D547C7"/>
  </w:style>
  <w:style w:type="paragraph" w:customStyle="1" w:styleId="C8E18FAC8C64493DBF06CE29123DACD7">
    <w:name w:val="C8E18FAC8C64493DBF06CE29123DACD7"/>
    <w:rsid w:val="004C5C1E"/>
  </w:style>
  <w:style w:type="paragraph" w:customStyle="1" w:styleId="E389BA6E2DB44700AD77C710E664640718">
    <w:name w:val="E389BA6E2DB44700AD77C710E664640718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8">
    <w:name w:val="D11E04BC0E1B4C92ABF3EF3DFAE1C9CB18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8">
    <w:name w:val="964527FD05A448ADB7ACE75E34C2994E18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8">
    <w:name w:val="68C6E79D87BB435AB825C85293831AEA18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7">
    <w:name w:val="BBC153988F80459E9D5D3C1963B1055717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7">
    <w:name w:val="BBCC87BE278E4C1682B8FA4FD0F9A80117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7">
    <w:name w:val="6FCA0832A6964006BB22ECFC28349AC617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8">
    <w:name w:val="2B29CE5CA521442EA4AD48A6FE0796F718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3">
    <w:name w:val="B55FAFB425CD4D50A34D048F5F70CBF613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3">
    <w:name w:val="28D47CA192EB45D3B07DCBA1A4ED20E913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3">
    <w:name w:val="A1C13EC3782B419496E171C5C9CCBF2313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8">
    <w:name w:val="A9130B9A2D414610843FE797D1B0119418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8">
    <w:name w:val="A21825268DC94DFA9D1B22E26F0ECC6118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2">
    <w:name w:val="07FACB331F5A4417863EE1011E0FA02212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3">
    <w:name w:val="1816C6F935434102925023F21E3B536813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4">
    <w:name w:val="CA704D8AEEBA41CDB4FC9BA906017E3214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4">
    <w:name w:val="83BA2E0D93F247FEA6E252830C94DE3014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4">
    <w:name w:val="0A4AB40B31E142DD985E53A09243D5D414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4">
    <w:name w:val="46A0747E984D4715979EA1A157FDDBE114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4">
    <w:name w:val="D5257A0C67B1469D98A5C96CB3074A0614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4">
    <w:name w:val="C281C9EB48C94AA4871A29D84CC33DAE14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4">
    <w:name w:val="DAB30249FCEA4345859DB68E474562B714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4">
    <w:name w:val="4EFE344E079B453E92984C0888D2FCAC14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3">
    <w:name w:val="219062B354754C288515215EA0CFB81E13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E18FAC8C64493DBF06CE29123DACD71">
    <w:name w:val="C8E18FAC8C64493DBF06CE29123DACD71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4">
    <w:name w:val="0EDAC4D187DA4C23AE900EF95C1FD07D4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06808941A824B46B1A3B4FB181026A81">
    <w:name w:val="106808941A824B46B1A3B4FB181026A81"/>
    <w:rsid w:val="004C5C1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D8080AF890243D3AE550A4F55A4289A1">
    <w:name w:val="1D8080AF890243D3AE550A4F55A4289A1"/>
    <w:rsid w:val="004C5C1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E792D71C6F4E4E9A221BEF7BF5C2A7">
    <w:name w:val="52E792D71C6F4E4E9A221BEF7BF5C2A7"/>
    <w:rsid w:val="009C4DA5"/>
  </w:style>
  <w:style w:type="paragraph" w:customStyle="1" w:styleId="6C25E23921894E5890D83C891D242FCB">
    <w:name w:val="6C25E23921894E5890D83C891D242FCB"/>
    <w:rsid w:val="009C4DA5"/>
  </w:style>
  <w:style w:type="paragraph" w:customStyle="1" w:styleId="A53B5A71A6024F11BE433DACEA8C4A96">
    <w:name w:val="A53B5A71A6024F11BE433DACEA8C4A96"/>
    <w:rsid w:val="009C4DA5"/>
  </w:style>
  <w:style w:type="paragraph" w:customStyle="1" w:styleId="C01962C3131546979062DF84694B6AB0">
    <w:name w:val="C01962C3131546979062DF84694B6AB0"/>
    <w:rsid w:val="009C4DA5"/>
  </w:style>
  <w:style w:type="paragraph" w:customStyle="1" w:styleId="D8067EB7F82B4DA6B0F7AB4C865975CC">
    <w:name w:val="D8067EB7F82B4DA6B0F7AB4C865975CC"/>
    <w:rsid w:val="006A4CB6"/>
  </w:style>
  <w:style w:type="paragraph" w:customStyle="1" w:styleId="70E1F28D9F164D15BD1E0A56A243482C">
    <w:name w:val="70E1F28D9F164D15BD1E0A56A243482C"/>
    <w:rsid w:val="006A4CB6"/>
  </w:style>
  <w:style w:type="paragraph" w:customStyle="1" w:styleId="97754200C3CD4B6CBC3C77A6F5B346E3">
    <w:name w:val="97754200C3CD4B6CBC3C77A6F5B346E3"/>
    <w:rsid w:val="006A4CB6"/>
  </w:style>
  <w:style w:type="paragraph" w:customStyle="1" w:styleId="0AE1998B87A04504A0D304F0700D7D9C">
    <w:name w:val="0AE1998B87A04504A0D304F0700D7D9C"/>
    <w:rsid w:val="006A4CB6"/>
  </w:style>
  <w:style w:type="paragraph" w:customStyle="1" w:styleId="F7404A9C716646D6ADDBE356E5A659EA">
    <w:name w:val="F7404A9C716646D6ADDBE356E5A659EA"/>
    <w:rsid w:val="006A4CB6"/>
  </w:style>
  <w:style w:type="paragraph" w:customStyle="1" w:styleId="82F65227FD7B4B4D9BF103017B959AE1">
    <w:name w:val="82F65227FD7B4B4D9BF103017B959AE1"/>
    <w:rsid w:val="006A4CB6"/>
  </w:style>
  <w:style w:type="paragraph" w:customStyle="1" w:styleId="2EBC6902EC2840138E6482A945A2FAA1">
    <w:name w:val="2EBC6902EC2840138E6482A945A2FAA1"/>
    <w:rsid w:val="006A4CB6"/>
  </w:style>
  <w:style w:type="paragraph" w:customStyle="1" w:styleId="0E42844876594FABAD0BF82096B48C07">
    <w:name w:val="0E42844876594FABAD0BF82096B48C07"/>
    <w:rsid w:val="006A4CB6"/>
  </w:style>
  <w:style w:type="paragraph" w:customStyle="1" w:styleId="DA92A10A7A6549068EEF70C3332E176E">
    <w:name w:val="DA92A10A7A6549068EEF70C3332E176E"/>
    <w:rsid w:val="006A4CB6"/>
  </w:style>
  <w:style w:type="paragraph" w:customStyle="1" w:styleId="A6B4DBF425604B909309D49616381B57">
    <w:name w:val="A6B4DBF425604B909309D49616381B57"/>
    <w:rsid w:val="006A4CB6"/>
  </w:style>
  <w:style w:type="paragraph" w:customStyle="1" w:styleId="3FD2247299B44762B7DB31BA164043E5">
    <w:name w:val="3FD2247299B44762B7DB31BA164043E5"/>
    <w:rsid w:val="006A4CB6"/>
  </w:style>
  <w:style w:type="paragraph" w:customStyle="1" w:styleId="B1D2E02DAD394B06AA870E499F1B4B6B">
    <w:name w:val="B1D2E02DAD394B06AA870E499F1B4B6B"/>
    <w:rsid w:val="006A4CB6"/>
  </w:style>
  <w:style w:type="paragraph" w:customStyle="1" w:styleId="E11C24727F90462A8E0D208328C228D3">
    <w:name w:val="E11C24727F90462A8E0D208328C228D3"/>
    <w:rsid w:val="006A4CB6"/>
  </w:style>
  <w:style w:type="paragraph" w:customStyle="1" w:styleId="45CE9EA4751348B8ABFE6F6170EFF2A4">
    <w:name w:val="45CE9EA4751348B8ABFE6F6170EFF2A4"/>
    <w:rsid w:val="006A4CB6"/>
  </w:style>
  <w:style w:type="paragraph" w:customStyle="1" w:styleId="F618F7FCF7194DF5A54D8591F96C719B">
    <w:name w:val="F618F7FCF7194DF5A54D8591F96C719B"/>
    <w:rsid w:val="006A4CB6"/>
  </w:style>
  <w:style w:type="paragraph" w:customStyle="1" w:styleId="FAF2FA6EF2B44994B6FFD7AD43C3D0E9">
    <w:name w:val="FAF2FA6EF2B44994B6FFD7AD43C3D0E9"/>
    <w:rsid w:val="006A4CB6"/>
  </w:style>
  <w:style w:type="paragraph" w:customStyle="1" w:styleId="7D1BB84FB8D7423BA3F8EE6AC1EFDE72">
    <w:name w:val="7D1BB84FB8D7423BA3F8EE6AC1EFDE72"/>
    <w:rsid w:val="006A4CB6"/>
  </w:style>
  <w:style w:type="paragraph" w:customStyle="1" w:styleId="B8D0EEC3274348E187892574A96197E8">
    <w:name w:val="B8D0EEC3274348E187892574A96197E8"/>
    <w:rsid w:val="006A4CB6"/>
  </w:style>
  <w:style w:type="paragraph" w:customStyle="1" w:styleId="4F759B9EA3D343C1823FB89635B122FE">
    <w:name w:val="4F759B9EA3D343C1823FB89635B122FE"/>
    <w:rsid w:val="006A4CB6"/>
  </w:style>
  <w:style w:type="paragraph" w:customStyle="1" w:styleId="CD91BDD31CBE4101B5E70791F961E4ED">
    <w:name w:val="CD91BDD31CBE4101B5E70791F961E4ED"/>
    <w:rsid w:val="006A4CB6"/>
  </w:style>
  <w:style w:type="paragraph" w:customStyle="1" w:styleId="BBB606FD057C4AC9A1793C852B05BD64">
    <w:name w:val="BBB606FD057C4AC9A1793C852B05BD64"/>
    <w:rsid w:val="006A4CB6"/>
  </w:style>
  <w:style w:type="paragraph" w:customStyle="1" w:styleId="659143BA7E9946B09023F48520F618BE">
    <w:name w:val="659143BA7E9946B09023F48520F618BE"/>
    <w:rsid w:val="006A4CB6"/>
  </w:style>
  <w:style w:type="paragraph" w:customStyle="1" w:styleId="1741AD41DC3D4C4CBE534510CE47FB84">
    <w:name w:val="1741AD41DC3D4C4CBE534510CE47FB84"/>
    <w:rsid w:val="006A4CB6"/>
  </w:style>
  <w:style w:type="paragraph" w:customStyle="1" w:styleId="5AC5A31625854AAFB6DFA7F751B66996">
    <w:name w:val="5AC5A31625854AAFB6DFA7F751B66996"/>
    <w:rsid w:val="006A4CB6"/>
  </w:style>
  <w:style w:type="paragraph" w:customStyle="1" w:styleId="9E2529D5059043CAADCF47E00458BFAD">
    <w:name w:val="9E2529D5059043CAADCF47E00458BFAD"/>
    <w:rsid w:val="006A4CB6"/>
  </w:style>
  <w:style w:type="paragraph" w:customStyle="1" w:styleId="BFE7F1BA26BA40D4992EF9CE8BF87819">
    <w:name w:val="BFE7F1BA26BA40D4992EF9CE8BF87819"/>
    <w:rsid w:val="006A4CB6"/>
  </w:style>
  <w:style w:type="paragraph" w:customStyle="1" w:styleId="734421039B384AA9A61704BBB0FAA89C">
    <w:name w:val="734421039B384AA9A61704BBB0FAA89C"/>
    <w:rsid w:val="006A4CB6"/>
  </w:style>
  <w:style w:type="paragraph" w:customStyle="1" w:styleId="66AFD8948ADE4BFBB57F631D228A2F4D">
    <w:name w:val="66AFD8948ADE4BFBB57F631D228A2F4D"/>
    <w:rsid w:val="006A4CB6"/>
  </w:style>
  <w:style w:type="paragraph" w:customStyle="1" w:styleId="889C2B2C43DF49DF9120DC9D62D80E24">
    <w:name w:val="889C2B2C43DF49DF9120DC9D62D80E24"/>
    <w:rsid w:val="006A4CB6"/>
  </w:style>
  <w:style w:type="paragraph" w:customStyle="1" w:styleId="CD7DBC99E73E40FBA27917DACBD9DDDA">
    <w:name w:val="CD7DBC99E73E40FBA27917DACBD9DDDA"/>
    <w:rsid w:val="006A4CB6"/>
  </w:style>
  <w:style w:type="paragraph" w:customStyle="1" w:styleId="6A33B1B9FA4545C691CB39B0D8CBC97E">
    <w:name w:val="6A33B1B9FA4545C691CB39B0D8CBC97E"/>
    <w:rsid w:val="006A4CB6"/>
  </w:style>
  <w:style w:type="paragraph" w:customStyle="1" w:styleId="68BD5CB373C14771B3D41AE03290F876">
    <w:name w:val="68BD5CB373C14771B3D41AE03290F876"/>
    <w:rsid w:val="006A4CB6"/>
  </w:style>
  <w:style w:type="paragraph" w:customStyle="1" w:styleId="561F806827C5414EBAED252C618D1325">
    <w:name w:val="561F806827C5414EBAED252C618D1325"/>
    <w:rsid w:val="006A4CB6"/>
  </w:style>
  <w:style w:type="paragraph" w:customStyle="1" w:styleId="FAEC41B9DAB743348ACE69162F0F83CD">
    <w:name w:val="FAEC41B9DAB743348ACE69162F0F83CD"/>
    <w:rsid w:val="006A4CB6"/>
  </w:style>
  <w:style w:type="paragraph" w:customStyle="1" w:styleId="E1AB4BE5F9304EF6A47D23F7680656D7">
    <w:name w:val="E1AB4BE5F9304EF6A47D23F7680656D7"/>
    <w:rsid w:val="006A4CB6"/>
  </w:style>
  <w:style w:type="paragraph" w:customStyle="1" w:styleId="45024101F13741919999E639D0F4E8C7">
    <w:name w:val="45024101F13741919999E639D0F4E8C7"/>
    <w:rsid w:val="006A4CB6"/>
  </w:style>
  <w:style w:type="paragraph" w:customStyle="1" w:styleId="D7841224CB7D42A1B04171D2C6CA20FF">
    <w:name w:val="D7841224CB7D42A1B04171D2C6CA20FF"/>
    <w:rsid w:val="006A4CB6"/>
  </w:style>
  <w:style w:type="paragraph" w:customStyle="1" w:styleId="96F38F400A5440A1963DDD24D868F544">
    <w:name w:val="96F38F400A5440A1963DDD24D868F544"/>
    <w:rsid w:val="006A4CB6"/>
  </w:style>
  <w:style w:type="paragraph" w:customStyle="1" w:styleId="BC826D38940D4EBB9597E02DE3C26A3B">
    <w:name w:val="BC826D38940D4EBB9597E02DE3C26A3B"/>
    <w:rsid w:val="006A4CB6"/>
  </w:style>
  <w:style w:type="paragraph" w:customStyle="1" w:styleId="36BFFB1896DA4F9BA76FB099DD52F1FA">
    <w:name w:val="36BFFB1896DA4F9BA76FB099DD52F1FA"/>
    <w:rsid w:val="006A4CB6"/>
  </w:style>
  <w:style w:type="paragraph" w:customStyle="1" w:styleId="40F40E98D9224C8F8A878F2B53659378">
    <w:name w:val="40F40E98D9224C8F8A878F2B53659378"/>
    <w:rsid w:val="006A4CB6"/>
  </w:style>
  <w:style w:type="paragraph" w:customStyle="1" w:styleId="8D05FCD8DFBA44D0A2A033B610DF7BA5">
    <w:name w:val="8D05FCD8DFBA44D0A2A033B610DF7BA5"/>
    <w:rsid w:val="006A4CB6"/>
  </w:style>
  <w:style w:type="paragraph" w:customStyle="1" w:styleId="E389BA6E2DB44700AD77C710E664640719">
    <w:name w:val="E389BA6E2DB44700AD77C710E664640719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9">
    <w:name w:val="D11E04BC0E1B4C92ABF3EF3DFAE1C9CB19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9">
    <w:name w:val="68C6E79D87BB435AB825C85293831AEA19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8">
    <w:name w:val="BBC153988F80459E9D5D3C1963B1055718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8">
    <w:name w:val="BBCC87BE278E4C1682B8FA4FD0F9A80118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8">
    <w:name w:val="6FCA0832A6964006BB22ECFC28349AC618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9">
    <w:name w:val="2B29CE5CA521442EA4AD48A6FE0796F719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4">
    <w:name w:val="B55FAFB425CD4D50A34D048F5F70CBF614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4">
    <w:name w:val="28D47CA192EB45D3B07DCBA1A4ED20E914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4">
    <w:name w:val="A1C13EC3782B419496E171C5C9CCBF2314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9">
    <w:name w:val="A9130B9A2D414610843FE797D1B0119419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9">
    <w:name w:val="A21825268DC94DFA9D1B22E26F0ECC6119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3">
    <w:name w:val="07FACB331F5A4417863EE1011E0FA02213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4">
    <w:name w:val="1816C6F935434102925023F21E3B536814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5">
    <w:name w:val="CA704D8AEEBA41CDB4FC9BA906017E3215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5">
    <w:name w:val="83BA2E0D93F247FEA6E252830C94DE3015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5">
    <w:name w:val="0A4AB40B31E142DD985E53A09243D5D415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5">
    <w:name w:val="46A0747E984D4715979EA1A157FDDBE115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5">
    <w:name w:val="D5257A0C67B1469D98A5C96CB3074A0615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5">
    <w:name w:val="C281C9EB48C94AA4871A29D84CC33DAE15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5">
    <w:name w:val="DAB30249FCEA4345859DB68E474562B715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5">
    <w:name w:val="4EFE344E079B453E92984C0888D2FCAC15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4">
    <w:name w:val="219062B354754C288515215EA0CFB81E14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E18FAC8C64493DBF06CE29123DACD72">
    <w:name w:val="C8E18FAC8C64493DBF06CE29123DACD72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D91BDD31CBE4101B5E70791F961E4ED1">
    <w:name w:val="CD91BDD31CBE4101B5E70791F961E4ED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B606FD057C4AC9A1793C852B05BD641">
    <w:name w:val="BBB606FD057C4AC9A1793C852B05BD64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9143BA7E9946B09023F48520F618BE1">
    <w:name w:val="659143BA7E9946B09023F48520F618BE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741AD41DC3D4C4CBE534510CE47FB841">
    <w:name w:val="1741AD41DC3D4C4CBE534510CE47FB84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AC5A31625854AAFB6DFA7F751B669961">
    <w:name w:val="5AC5A31625854AAFB6DFA7F751B66996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E2529D5059043CAADCF47E00458BFAD1">
    <w:name w:val="9E2529D5059043CAADCF47E00458BFAD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E7F1BA26BA40D4992EF9CE8BF878191">
    <w:name w:val="BFE7F1BA26BA40D4992EF9CE8BF87819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34421039B384AA9A61704BBB0FAA89C1">
    <w:name w:val="734421039B384AA9A61704BBB0FAA89C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6AFD8948ADE4BFBB57F631D228A2F4D1">
    <w:name w:val="66AFD8948ADE4BFBB57F631D228A2F4D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89C2B2C43DF49DF9120DC9D62D80E241">
    <w:name w:val="889C2B2C43DF49DF9120DC9D62D80E24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D7DBC99E73E40FBA27917DACBD9DDDA1">
    <w:name w:val="CD7DBC99E73E40FBA27917DACBD9DDDA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A33B1B9FA4545C691CB39B0D8CBC97E1">
    <w:name w:val="6A33B1B9FA4545C691CB39B0D8CBC97E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BD5CB373C14771B3D41AE03290F8761">
    <w:name w:val="68BD5CB373C14771B3D41AE03290F876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1F806827C5414EBAED252C618D13251">
    <w:name w:val="561F806827C5414EBAED252C618D1325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AEC41B9DAB743348ACE69162F0F83CD1">
    <w:name w:val="FAEC41B9DAB743348ACE69162F0F83CD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AB4BE5F9304EF6A47D23F7680656D71">
    <w:name w:val="E1AB4BE5F9304EF6A47D23F7680656D7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5024101F13741919999E639D0F4E8C71">
    <w:name w:val="45024101F13741919999E639D0F4E8C7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7841224CB7D42A1B04171D2C6CA20FF1">
    <w:name w:val="D7841224CB7D42A1B04171D2C6CA20FF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C826D38940D4EBB9597E02DE3C26A3B1">
    <w:name w:val="BC826D38940D4EBB9597E02DE3C26A3B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6BFFB1896DA4F9BA76FB099DD52F1FA1">
    <w:name w:val="36BFFB1896DA4F9BA76FB099DD52F1FA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F40E98D9224C8F8A878F2B536593781">
    <w:name w:val="40F40E98D9224C8F8A878F2B53659378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5">
    <w:name w:val="0EDAC4D187DA4C23AE900EF95C1FD07D5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06808941A824B46B1A3B4FB181026A82">
    <w:name w:val="106808941A824B46B1A3B4FB181026A82"/>
    <w:rsid w:val="006A4CB6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D8080AF890243D3AE550A4F55A4289A2">
    <w:name w:val="1D8080AF890243D3AE550A4F55A4289A2"/>
    <w:rsid w:val="006A4CB6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B1E9E34BA04010ABD6BBBC1BA34EE5">
    <w:name w:val="E3B1E9E34BA04010ABD6BBBC1BA34EE5"/>
    <w:rsid w:val="00F10DB7"/>
  </w:style>
  <w:style w:type="paragraph" w:customStyle="1" w:styleId="DF470A526055498D92D15C8CA3446E5A">
    <w:name w:val="DF470A526055498D92D15C8CA3446E5A"/>
    <w:rsid w:val="00A34A19"/>
  </w:style>
  <w:style w:type="paragraph" w:customStyle="1" w:styleId="108422439D8D4689994996930B49F438">
    <w:name w:val="108422439D8D4689994996930B49F438"/>
    <w:rsid w:val="00A34A19"/>
  </w:style>
  <w:style w:type="paragraph" w:customStyle="1" w:styleId="C4582FCE950F465C8A899C5DF6209080">
    <w:name w:val="C4582FCE950F465C8A899C5DF6209080"/>
    <w:rsid w:val="00A34A19"/>
  </w:style>
  <w:style w:type="paragraph" w:customStyle="1" w:styleId="123E55EBB1BB446AB1D3B62515811975">
    <w:name w:val="123E55EBB1BB446AB1D3B62515811975"/>
    <w:rsid w:val="00A34A19"/>
  </w:style>
  <w:style w:type="paragraph" w:customStyle="1" w:styleId="119E4C067D4540F9903DC2E5BE4EC658">
    <w:name w:val="119E4C067D4540F9903DC2E5BE4EC658"/>
    <w:rsid w:val="00A34A19"/>
  </w:style>
  <w:style w:type="paragraph" w:customStyle="1" w:styleId="A0219C31A77F43F380638076A4715C8B">
    <w:name w:val="A0219C31A77F43F380638076A4715C8B"/>
    <w:rsid w:val="00A34A19"/>
  </w:style>
  <w:style w:type="paragraph" w:customStyle="1" w:styleId="A80A75122D624628BB0BF469A4E4761F">
    <w:name w:val="A80A75122D624628BB0BF469A4E4761F"/>
    <w:rsid w:val="00A34A19"/>
  </w:style>
  <w:style w:type="paragraph" w:customStyle="1" w:styleId="F24AB673B3B8407F9C020EA4C7D85BC0">
    <w:name w:val="F24AB673B3B8407F9C020EA4C7D85BC0"/>
    <w:rsid w:val="00A34A19"/>
  </w:style>
  <w:style w:type="paragraph" w:customStyle="1" w:styleId="D595AED8740F4E2BA36FE929FC0C4906">
    <w:name w:val="D595AED8740F4E2BA36FE929FC0C4906"/>
    <w:rsid w:val="00A34A19"/>
  </w:style>
  <w:style w:type="paragraph" w:customStyle="1" w:styleId="24EAF0E990174B87A4858731E76E5E07">
    <w:name w:val="24EAF0E990174B87A4858731E76E5E07"/>
    <w:rsid w:val="00A34A19"/>
  </w:style>
  <w:style w:type="paragraph" w:customStyle="1" w:styleId="0859A7A7A5E0488DB162CBB60A219427">
    <w:name w:val="0859A7A7A5E0488DB162CBB60A219427"/>
    <w:rsid w:val="00A34A19"/>
  </w:style>
  <w:style w:type="paragraph" w:customStyle="1" w:styleId="9ECAB3E098DB48CF937865CA77A16639">
    <w:name w:val="9ECAB3E098DB48CF937865CA77A16639"/>
    <w:rsid w:val="00A34A19"/>
  </w:style>
  <w:style w:type="paragraph" w:customStyle="1" w:styleId="E6BE6FDE7D3245ADBF16098FD04681DA">
    <w:name w:val="E6BE6FDE7D3245ADBF16098FD04681DA"/>
    <w:rsid w:val="00A34A19"/>
  </w:style>
  <w:style w:type="paragraph" w:customStyle="1" w:styleId="E9758FCA3C9B40C5BAB06AAA1B72A165">
    <w:name w:val="E9758FCA3C9B40C5BAB06AAA1B72A165"/>
    <w:rsid w:val="00A34A19"/>
  </w:style>
  <w:style w:type="paragraph" w:customStyle="1" w:styleId="D4BB6F0752BE4154A5B0527C40EE77CD">
    <w:name w:val="D4BB6F0752BE4154A5B0527C40EE77CD"/>
    <w:rsid w:val="00A34A19"/>
  </w:style>
  <w:style w:type="paragraph" w:customStyle="1" w:styleId="AD53730BB7EF4B2E802ED530F17DB082">
    <w:name w:val="AD53730BB7EF4B2E802ED530F17DB082"/>
    <w:rsid w:val="00A34A19"/>
  </w:style>
  <w:style w:type="paragraph" w:customStyle="1" w:styleId="8F17E53BF27F4162AD6651E2958FE8E3">
    <w:name w:val="8F17E53BF27F4162AD6651E2958FE8E3"/>
    <w:rsid w:val="00B61EA7"/>
  </w:style>
  <w:style w:type="paragraph" w:customStyle="1" w:styleId="F68F9235643B4898AAB67440D1659DC6">
    <w:name w:val="F68F9235643B4898AAB67440D1659DC6"/>
    <w:rsid w:val="00B61EA7"/>
  </w:style>
  <w:style w:type="paragraph" w:customStyle="1" w:styleId="224BE706937F446E95E3BFC81E48B2B1">
    <w:name w:val="224BE706937F446E95E3BFC81E48B2B1"/>
    <w:rsid w:val="00B61EA7"/>
  </w:style>
  <w:style w:type="paragraph" w:customStyle="1" w:styleId="25F72FE9EBC4463EA2711901B2745CEA">
    <w:name w:val="25F72FE9EBC4463EA2711901B2745CEA"/>
    <w:rsid w:val="00B61EA7"/>
  </w:style>
  <w:style w:type="paragraph" w:customStyle="1" w:styleId="341DD163F988423D84A01F2BFAEC74E9">
    <w:name w:val="341DD163F988423D84A01F2BFAEC74E9"/>
    <w:rsid w:val="00B61EA7"/>
  </w:style>
  <w:style w:type="paragraph" w:customStyle="1" w:styleId="2D6907B39A314DDCAA925C113AF2F70D">
    <w:name w:val="2D6907B39A314DDCAA925C113AF2F70D"/>
    <w:rsid w:val="00163E93"/>
  </w:style>
  <w:style w:type="paragraph" w:customStyle="1" w:styleId="493442DF27D24F3380A4AECA393D24D0">
    <w:name w:val="493442DF27D24F3380A4AECA393D24D0"/>
    <w:rsid w:val="0073596E"/>
  </w:style>
  <w:style w:type="paragraph" w:customStyle="1" w:styleId="06A9A5100FE94B29AB39D5FFF01AD11E">
    <w:name w:val="06A9A5100FE94B29AB39D5FFF01AD11E"/>
    <w:rsid w:val="00C65390"/>
  </w:style>
  <w:style w:type="paragraph" w:customStyle="1" w:styleId="AA3BFCF7F315405882EC1A071638F950">
    <w:name w:val="AA3BFCF7F315405882EC1A071638F950"/>
    <w:rsid w:val="00C65390"/>
  </w:style>
  <w:style w:type="paragraph" w:customStyle="1" w:styleId="79728C6052324A9B9594FCB7CAFA751F">
    <w:name w:val="79728C6052324A9B9594FCB7CAFA751F"/>
    <w:rsid w:val="00C65390"/>
  </w:style>
  <w:style w:type="paragraph" w:customStyle="1" w:styleId="C7E77F45E04047AAA3C73A8F053A714A">
    <w:name w:val="C7E77F45E04047AAA3C73A8F053A714A"/>
    <w:rsid w:val="00C65390"/>
  </w:style>
  <w:style w:type="paragraph" w:customStyle="1" w:styleId="0FB4ADCFED55482E9423F78058E83039">
    <w:name w:val="0FB4ADCFED55482E9423F78058E83039"/>
    <w:rsid w:val="00C65390"/>
  </w:style>
  <w:style w:type="paragraph" w:customStyle="1" w:styleId="0A62E9651BAE450FBFB8326FBF460361">
    <w:name w:val="0A62E9651BAE450FBFB8326FBF460361"/>
    <w:rsid w:val="00670A7E"/>
  </w:style>
  <w:style w:type="paragraph" w:customStyle="1" w:styleId="C87A57F5BED04FDE9955388B9C07ECC0">
    <w:name w:val="C87A57F5BED04FDE9955388B9C07ECC0"/>
    <w:rsid w:val="00670A7E"/>
  </w:style>
  <w:style w:type="paragraph" w:customStyle="1" w:styleId="834506E947524E99AE067E9674BF14DF">
    <w:name w:val="834506E947524E99AE067E9674BF14DF"/>
    <w:rsid w:val="00670A7E"/>
  </w:style>
  <w:style w:type="paragraph" w:customStyle="1" w:styleId="88CB80AC2A9F4126959EF836E9C893B4">
    <w:name w:val="88CB80AC2A9F4126959EF836E9C893B4"/>
    <w:rsid w:val="00670A7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2918BD-8BDD-48DF-AB85-1A46EB55C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718</Words>
  <Characters>4243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Naďa Voráčová</dc:creator>
  <cp:keywords/>
  <dc:description/>
  <cp:lastModifiedBy>Marek Buriška</cp:lastModifiedBy>
  <cp:revision>34</cp:revision>
  <dcterms:created xsi:type="dcterms:W3CDTF">2017-01-25T09:02:00Z</dcterms:created>
  <dcterms:modified xsi:type="dcterms:W3CDTF">2018-09-10T08:12:00Z</dcterms:modified>
</cp:coreProperties>
</file>